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BC83E" w14:textId="0D2507A0" w:rsidR="00361CA1" w:rsidRPr="00272244" w:rsidRDefault="00197528" w:rsidP="00787691">
      <w:pPr>
        <w:pStyle w:val="Elencopuntato0"/>
        <w:numPr>
          <w:ilvl w:val="0"/>
          <w:numId w:val="0"/>
        </w:numPr>
        <w:ind w:left="360" w:hanging="360"/>
      </w:pPr>
      <w:r w:rsidRPr="00961943">
        <w:rPr>
          <w:rFonts w:ascii="Times New Roman" w:hAnsi="Times New Roman" w:cs="Times New Roman"/>
          <w:b/>
          <w:i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29BD647A" wp14:editId="44549C7D">
            <wp:simplePos x="0" y="0"/>
            <wp:positionH relativeFrom="margin">
              <wp:posOffset>2461894</wp:posOffset>
            </wp:positionH>
            <wp:positionV relativeFrom="paragraph">
              <wp:posOffset>-492761</wp:posOffset>
            </wp:positionV>
            <wp:extent cx="1345077" cy="1304925"/>
            <wp:effectExtent l="0" t="0" r="762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galvaltellin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570" cy="131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9DBD3A" w14:textId="4BAA89D9" w:rsidR="00361CA1" w:rsidRPr="00272244" w:rsidRDefault="00361CA1" w:rsidP="00787691"/>
    <w:p w14:paraId="35713795" w14:textId="4DF00CBA" w:rsidR="00361CA1" w:rsidRPr="00272244" w:rsidRDefault="00361CA1" w:rsidP="00787691"/>
    <w:tbl>
      <w:tblPr>
        <w:tblW w:w="10491" w:type="dxa"/>
        <w:tblInd w:w="-431" w:type="dxa"/>
        <w:tblLook w:val="04A0" w:firstRow="1" w:lastRow="0" w:firstColumn="1" w:lastColumn="0" w:noHBand="0" w:noVBand="1"/>
      </w:tblPr>
      <w:tblGrid>
        <w:gridCol w:w="10491"/>
      </w:tblGrid>
      <w:tr w:rsidR="00361CA1" w:rsidRPr="00272244" w14:paraId="425A9875" w14:textId="77777777" w:rsidTr="00B50CCB">
        <w:tc>
          <w:tcPr>
            <w:tcW w:w="10491" w:type="dxa"/>
            <w:shd w:val="clear" w:color="auto" w:fill="auto"/>
          </w:tcPr>
          <w:p w14:paraId="536E1CFB" w14:textId="5EA8C075" w:rsidR="00361CA1" w:rsidRPr="00B50CCB" w:rsidRDefault="00361CA1" w:rsidP="00787691">
            <w:pPr>
              <w:suppressAutoHyphens/>
              <w:spacing w:before="120"/>
              <w:jc w:val="center"/>
              <w:rPr>
                <w:szCs w:val="22"/>
              </w:rPr>
            </w:pPr>
          </w:p>
        </w:tc>
      </w:tr>
      <w:tr w:rsidR="00361CA1" w:rsidRPr="00272244" w14:paraId="4638EE21" w14:textId="77777777" w:rsidTr="00B50CCB">
        <w:tc>
          <w:tcPr>
            <w:tcW w:w="10491" w:type="dxa"/>
            <w:shd w:val="clear" w:color="auto" w:fill="auto"/>
          </w:tcPr>
          <w:p w14:paraId="15AD1A2D" w14:textId="77777777" w:rsidR="00712C47" w:rsidRPr="00961943" w:rsidRDefault="00712C47" w:rsidP="00712C47">
            <w:pPr>
              <w:shd w:val="clear" w:color="auto" w:fill="FEFEFE"/>
              <w:spacing w:before="120" w:after="0"/>
              <w:ind w:left="1985" w:hanging="142"/>
              <w:rPr>
                <w:rFonts w:ascii="ralewayregularitalic" w:hAnsi="ralewayregularitalic" w:cs="Times New Roman"/>
                <w:b/>
                <w:i/>
                <w:caps/>
                <w:color w:val="7A7A7A"/>
                <w:sz w:val="28"/>
                <w:szCs w:val="28"/>
                <w:lang w:eastAsia="it-IT"/>
              </w:rPr>
            </w:pPr>
            <w:r w:rsidRPr="00961943">
              <w:rPr>
                <w:rFonts w:ascii="ralewayregularitalic" w:hAnsi="ralewayregularitalic" w:cs="Times New Roman"/>
                <w:b/>
                <w:i/>
                <w:caps/>
                <w:color w:val="7A7A7A"/>
                <w:sz w:val="28"/>
                <w:szCs w:val="28"/>
                <w:lang w:eastAsia="it-IT"/>
              </w:rPr>
              <w:t>GAL - GRUPPO DI AZIONE LOCALE VALTELLINA:</w:t>
            </w:r>
          </w:p>
          <w:p w14:paraId="2897A117" w14:textId="44B0AD8B" w:rsidR="00361CA1" w:rsidRPr="00E62F46" w:rsidRDefault="00712C47" w:rsidP="00E62F46">
            <w:pPr>
              <w:shd w:val="clear" w:color="auto" w:fill="FEFEFE"/>
              <w:spacing w:after="0"/>
              <w:ind w:left="2268" w:firstLine="142"/>
              <w:rPr>
                <w:rFonts w:ascii="ralewayregularitalic" w:hAnsi="ralewayregularitalic" w:cs="Times New Roman"/>
                <w:b/>
                <w:i/>
                <w:caps/>
                <w:color w:val="7A7A7A"/>
                <w:sz w:val="26"/>
                <w:szCs w:val="26"/>
                <w:lang w:eastAsia="it-IT"/>
              </w:rPr>
            </w:pPr>
            <w:r w:rsidRPr="00961943">
              <w:rPr>
                <w:rFonts w:ascii="ralewayregularitalic" w:hAnsi="ralewayregularitalic" w:cs="Times New Roman"/>
                <w:b/>
                <w:i/>
                <w:caps/>
                <w:color w:val="7A7A7A"/>
                <w:sz w:val="26"/>
                <w:szCs w:val="26"/>
                <w:lang w:eastAsia="it-IT"/>
              </w:rPr>
              <w:t>VALLE DEI SAPORI 2014-2020 S.C.A. R.L.</w:t>
            </w:r>
          </w:p>
          <w:p w14:paraId="5C0BA800" w14:textId="77777777" w:rsidR="00361CA1" w:rsidRPr="00B50CCB" w:rsidRDefault="00361CA1" w:rsidP="00787691">
            <w:pPr>
              <w:suppressAutoHyphens/>
              <w:spacing w:before="120"/>
              <w:jc w:val="center"/>
              <w:rPr>
                <w:szCs w:val="22"/>
              </w:rPr>
            </w:pPr>
          </w:p>
        </w:tc>
      </w:tr>
      <w:tr w:rsidR="00361CA1" w:rsidRPr="00197528" w14:paraId="4EBE6FC0" w14:textId="77777777" w:rsidTr="00B50CCB">
        <w:tc>
          <w:tcPr>
            <w:tcW w:w="10491" w:type="dxa"/>
            <w:shd w:val="clear" w:color="auto" w:fill="008000"/>
          </w:tcPr>
          <w:p w14:paraId="46C3CD53" w14:textId="484159EF" w:rsidR="00197528" w:rsidRDefault="007F074B" w:rsidP="00197528">
            <w:pPr>
              <w:tabs>
                <w:tab w:val="left" w:pos="3831"/>
              </w:tabs>
              <w:suppressAutoHyphens/>
              <w:spacing w:before="120"/>
              <w:ind w:left="576"/>
              <w:rPr>
                <w:rFonts w:ascii="Trebuchet MS" w:hAnsi="Trebuchet MS"/>
                <w:i/>
                <w:color w:val="FFFFFF"/>
                <w:sz w:val="40"/>
                <w:szCs w:val="22"/>
              </w:rPr>
            </w:pPr>
            <w:r w:rsidRPr="00197528">
              <w:rPr>
                <w:rFonts w:ascii="Trebuchet MS" w:hAnsi="Trebuchet MS"/>
                <w:b/>
                <w:i/>
                <w:color w:val="FFFFFF"/>
                <w:sz w:val="40"/>
                <w:szCs w:val="22"/>
              </w:rPr>
              <w:t xml:space="preserve">Misura 19 </w:t>
            </w:r>
            <w:r w:rsidR="00197528" w:rsidRPr="00197528">
              <w:rPr>
                <w:rFonts w:ascii="Trebuchet MS" w:hAnsi="Trebuchet MS"/>
                <w:i/>
                <w:color w:val="FFFFFF"/>
                <w:sz w:val="40"/>
                <w:szCs w:val="22"/>
              </w:rPr>
              <w:t>sostegno allo sviluppo locale LEADER</w:t>
            </w:r>
          </w:p>
          <w:p w14:paraId="0E23F58D" w14:textId="148FDFE4" w:rsidR="00197528" w:rsidRPr="0029492A" w:rsidRDefault="00197528" w:rsidP="00197528">
            <w:pPr>
              <w:tabs>
                <w:tab w:val="left" w:pos="3831"/>
              </w:tabs>
              <w:suppressAutoHyphens/>
              <w:spacing w:before="120"/>
              <w:ind w:left="576"/>
              <w:rPr>
                <w:rFonts w:ascii="Trebuchet MS" w:hAnsi="Trebuchet MS"/>
                <w:i/>
                <w:color w:val="FFFFFF"/>
                <w:sz w:val="32"/>
                <w:szCs w:val="32"/>
              </w:rPr>
            </w:pPr>
          </w:p>
          <w:p w14:paraId="6E8CF41C" w14:textId="36121391" w:rsidR="00197528" w:rsidRPr="0029492A" w:rsidRDefault="00197528" w:rsidP="00197528">
            <w:pPr>
              <w:tabs>
                <w:tab w:val="left" w:pos="3831"/>
              </w:tabs>
              <w:suppressAutoHyphens/>
              <w:spacing w:before="120"/>
              <w:ind w:left="576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>PIANO DI SVILUPPO LOCALE VALTELLINA: VALLE DEI SAPORI 2014 – 2020</w:t>
            </w:r>
          </w:p>
          <w:p w14:paraId="3E00AC27" w14:textId="57259D43" w:rsidR="00197528" w:rsidRDefault="0029492A" w:rsidP="00197528">
            <w:pPr>
              <w:tabs>
                <w:tab w:val="left" w:pos="3831"/>
              </w:tabs>
              <w:suppressAutoHyphens/>
              <w:spacing w:before="120"/>
              <w:ind w:left="576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>FEASR – Programma di Sviluppo Rurale 2014-2020</w:t>
            </w:r>
          </w:p>
          <w:p w14:paraId="590F00CF" w14:textId="77777777" w:rsidR="0029492A" w:rsidRPr="0029492A" w:rsidRDefault="0029492A" w:rsidP="00197528">
            <w:pPr>
              <w:tabs>
                <w:tab w:val="left" w:pos="3831"/>
              </w:tabs>
              <w:suppressAutoHyphens/>
              <w:spacing w:before="120"/>
              <w:ind w:left="576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</w:p>
          <w:p w14:paraId="2C8E344E" w14:textId="096C8B4D" w:rsidR="0068779C" w:rsidRDefault="00197528" w:rsidP="00197528">
            <w:pPr>
              <w:tabs>
                <w:tab w:val="left" w:pos="3831"/>
              </w:tabs>
              <w:suppressAutoHyphens/>
              <w:spacing w:before="120"/>
              <w:ind w:left="576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>AZIONE N.</w:t>
            </w:r>
            <w:r w:rsidR="007D2839">
              <w:rPr>
                <w:rFonts w:ascii="Trebuchet MS" w:hAnsi="Trebuchet MS"/>
                <w:i/>
                <w:color w:val="FFFFFF"/>
                <w:sz w:val="28"/>
                <w:szCs w:val="28"/>
              </w:rPr>
              <w:t>4</w:t>
            </w: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 xml:space="preserve"> </w:t>
            </w:r>
            <w:r w:rsidR="007D2839" w:rsidRPr="007D2839">
              <w:rPr>
                <w:rFonts w:ascii="Trebuchet MS" w:hAnsi="Trebuchet MS"/>
                <w:i/>
                <w:color w:val="FFFFFF"/>
                <w:sz w:val="28"/>
                <w:szCs w:val="28"/>
              </w:rPr>
              <w:t xml:space="preserve">Innovare e sperimentare per filiere più competitive - Progetti di sperimentazione applicata e prove dimostrative </w:t>
            </w:r>
          </w:p>
          <w:p w14:paraId="2428D1F4" w14:textId="77777777" w:rsidR="007D2839" w:rsidRPr="0029492A" w:rsidRDefault="007D2839" w:rsidP="00197528">
            <w:pPr>
              <w:tabs>
                <w:tab w:val="left" w:pos="3831"/>
              </w:tabs>
              <w:suppressAutoHyphens/>
              <w:spacing w:before="120"/>
              <w:ind w:left="576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</w:p>
          <w:p w14:paraId="03F37641" w14:textId="34546D4C" w:rsidR="00197528" w:rsidRDefault="00197528" w:rsidP="00197528">
            <w:pPr>
              <w:autoSpaceDE w:val="0"/>
              <w:autoSpaceDN w:val="0"/>
              <w:adjustRightInd w:val="0"/>
              <w:spacing w:line="240" w:lineRule="atLeast"/>
              <w:ind w:left="708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 xml:space="preserve">SOTTOMISURA </w:t>
            </w:r>
            <w:r w:rsidR="007D2839">
              <w:rPr>
                <w:rFonts w:ascii="Trebuchet MS" w:hAnsi="Trebuchet MS"/>
                <w:i/>
                <w:color w:val="FFFFFF"/>
                <w:sz w:val="28"/>
                <w:szCs w:val="28"/>
              </w:rPr>
              <w:t>16.2</w:t>
            </w: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 xml:space="preserve"> – </w:t>
            </w:r>
            <w:r w:rsidR="007D2839" w:rsidRPr="007D2839">
              <w:rPr>
                <w:rFonts w:ascii="Trebuchet MS" w:hAnsi="Trebuchet MS"/>
                <w:i/>
                <w:color w:val="FFFFFF"/>
                <w:sz w:val="28"/>
                <w:szCs w:val="28"/>
              </w:rPr>
              <w:t>“Sostegno a progetti pilota e allo sviluppo di nuovi prodotti, pratiche, processi e tecnologie</w:t>
            </w: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 xml:space="preserve">” </w:t>
            </w:r>
          </w:p>
          <w:p w14:paraId="25F1BC4D" w14:textId="77777777" w:rsidR="007D2839" w:rsidRPr="0029492A" w:rsidRDefault="007D2839" w:rsidP="00197528">
            <w:pPr>
              <w:autoSpaceDE w:val="0"/>
              <w:autoSpaceDN w:val="0"/>
              <w:adjustRightInd w:val="0"/>
              <w:spacing w:line="240" w:lineRule="atLeast"/>
              <w:ind w:left="708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</w:p>
          <w:p w14:paraId="2E0C41E7" w14:textId="3F54DE1A" w:rsidR="00197528" w:rsidRPr="0029492A" w:rsidRDefault="00197528" w:rsidP="00197528">
            <w:pPr>
              <w:autoSpaceDE w:val="0"/>
              <w:autoSpaceDN w:val="0"/>
              <w:adjustRightInd w:val="0"/>
              <w:spacing w:line="240" w:lineRule="atLeast"/>
              <w:ind w:left="708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 xml:space="preserve">OPERAZIONE </w:t>
            </w:r>
            <w:r w:rsidR="002F6D00">
              <w:rPr>
                <w:rFonts w:ascii="Trebuchet MS" w:hAnsi="Trebuchet MS"/>
                <w:i/>
                <w:color w:val="FFFFFF"/>
                <w:sz w:val="28"/>
                <w:szCs w:val="28"/>
              </w:rPr>
              <w:t>16</w:t>
            </w:r>
            <w:r w:rsidR="0068779C"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>.</w:t>
            </w:r>
            <w:r w:rsidR="007D2839">
              <w:rPr>
                <w:rFonts w:ascii="Trebuchet MS" w:hAnsi="Trebuchet MS"/>
                <w:i/>
                <w:color w:val="FFFFFF"/>
                <w:sz w:val="28"/>
                <w:szCs w:val="28"/>
              </w:rPr>
              <w:t>2</w:t>
            </w:r>
            <w:r w:rsidR="0068779C"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>.01</w:t>
            </w: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 xml:space="preserve"> “</w:t>
            </w:r>
            <w:r w:rsidR="007D2839" w:rsidRPr="007D2839">
              <w:rPr>
                <w:rFonts w:ascii="Trebuchet MS" w:hAnsi="Trebuchet MS"/>
                <w:i/>
                <w:color w:val="FFFFFF"/>
                <w:sz w:val="28"/>
                <w:szCs w:val="28"/>
              </w:rPr>
              <w:t>Progetti pilota e sviluppo di innovazione</w:t>
            </w: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 xml:space="preserve">” </w:t>
            </w:r>
          </w:p>
          <w:p w14:paraId="58D7DA2E" w14:textId="6B2F0300" w:rsidR="00E62F46" w:rsidRPr="0029492A" w:rsidRDefault="00E62F46" w:rsidP="00197528">
            <w:pPr>
              <w:autoSpaceDE w:val="0"/>
              <w:autoSpaceDN w:val="0"/>
              <w:adjustRightInd w:val="0"/>
              <w:spacing w:line="240" w:lineRule="atLeast"/>
              <w:ind w:left="708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</w:p>
          <w:p w14:paraId="0A6F9275" w14:textId="77777777" w:rsidR="0029492A" w:rsidRPr="0029492A" w:rsidRDefault="0029492A" w:rsidP="0029492A">
            <w:pPr>
              <w:autoSpaceDE w:val="0"/>
              <w:autoSpaceDN w:val="0"/>
              <w:adjustRightInd w:val="0"/>
              <w:spacing w:line="240" w:lineRule="atLeast"/>
              <w:ind w:left="708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>FOCUS AREA PRINCIPALE: 6B</w:t>
            </w:r>
          </w:p>
          <w:p w14:paraId="05930D04" w14:textId="52E835F2" w:rsidR="0029492A" w:rsidRPr="0029492A" w:rsidRDefault="0029492A" w:rsidP="0029492A">
            <w:pPr>
              <w:autoSpaceDE w:val="0"/>
              <w:autoSpaceDN w:val="0"/>
              <w:adjustRightInd w:val="0"/>
              <w:spacing w:line="240" w:lineRule="atLeast"/>
              <w:ind w:left="708"/>
              <w:rPr>
                <w:rFonts w:ascii="Trebuchet MS" w:hAnsi="Trebuchet MS"/>
                <w:i/>
                <w:color w:val="FFFFFF"/>
                <w:sz w:val="28"/>
                <w:szCs w:val="28"/>
              </w:rPr>
            </w:pPr>
            <w:r w:rsidRPr="0029492A">
              <w:rPr>
                <w:rFonts w:ascii="Trebuchet MS" w:hAnsi="Trebuchet MS"/>
                <w:i/>
                <w:color w:val="FFFFFF"/>
                <w:sz w:val="28"/>
                <w:szCs w:val="28"/>
              </w:rPr>
              <w:t>FOCUS AREA SECONDARIA: 2A</w:t>
            </w:r>
          </w:p>
          <w:p w14:paraId="48A821E8" w14:textId="77777777" w:rsidR="0029492A" w:rsidRDefault="0029492A" w:rsidP="0029492A">
            <w:pPr>
              <w:autoSpaceDE w:val="0"/>
              <w:autoSpaceDN w:val="0"/>
              <w:adjustRightInd w:val="0"/>
              <w:spacing w:line="240" w:lineRule="atLeast"/>
              <w:ind w:left="708"/>
              <w:rPr>
                <w:rFonts w:ascii="Trebuchet MS" w:hAnsi="Trebuchet MS"/>
                <w:i/>
                <w:color w:val="FFFFFF"/>
                <w:sz w:val="32"/>
                <w:szCs w:val="32"/>
              </w:rPr>
            </w:pPr>
          </w:p>
          <w:p w14:paraId="7C794956" w14:textId="6AF7877B" w:rsidR="00E62F46" w:rsidRPr="00E62F46" w:rsidRDefault="001B3E07" w:rsidP="00E62F46">
            <w:pPr>
              <w:autoSpaceDE w:val="0"/>
              <w:autoSpaceDN w:val="0"/>
              <w:adjustRightInd w:val="0"/>
              <w:spacing w:line="240" w:lineRule="atLeast"/>
              <w:ind w:left="708"/>
              <w:jc w:val="center"/>
              <w:rPr>
                <w:rFonts w:ascii="Trebuchet MS" w:hAnsi="Trebuchet MS" w:cs="ITC Avant Garde Std Bk"/>
                <w:b/>
                <w:bCs/>
                <w:color w:val="FFFFFF" w:themeColor="background1"/>
                <w:sz w:val="32"/>
                <w:szCs w:val="32"/>
                <w:u w:val="single"/>
              </w:rPr>
            </w:pPr>
            <w:r>
              <w:rPr>
                <w:rFonts w:ascii="Trebuchet MS" w:hAnsi="Trebuchet MS" w:cs="ITC Avant Garde Std Bk"/>
                <w:b/>
                <w:bCs/>
                <w:color w:val="FFFFFF" w:themeColor="background1"/>
                <w:sz w:val="32"/>
                <w:szCs w:val="32"/>
                <w:u w:val="single"/>
              </w:rPr>
              <w:t xml:space="preserve">ALLEGATI ALLE </w:t>
            </w:r>
            <w:r w:rsidR="00E62F46" w:rsidRPr="00E62F46">
              <w:rPr>
                <w:rFonts w:ascii="Trebuchet MS" w:hAnsi="Trebuchet MS" w:cs="ITC Avant Garde Std Bk"/>
                <w:b/>
                <w:bCs/>
                <w:color w:val="FFFFFF" w:themeColor="background1"/>
                <w:sz w:val="32"/>
                <w:szCs w:val="32"/>
                <w:u w:val="single"/>
              </w:rPr>
              <w:t>DISPOSIZIONI ATTUATIVE PER</w:t>
            </w:r>
          </w:p>
          <w:p w14:paraId="274C5097" w14:textId="00AE95AD" w:rsidR="00E62F46" w:rsidRPr="00E62F46" w:rsidRDefault="00E62F46" w:rsidP="00E62F46">
            <w:pPr>
              <w:autoSpaceDE w:val="0"/>
              <w:autoSpaceDN w:val="0"/>
              <w:adjustRightInd w:val="0"/>
              <w:spacing w:line="240" w:lineRule="atLeast"/>
              <w:ind w:left="708"/>
              <w:jc w:val="center"/>
              <w:rPr>
                <w:rFonts w:ascii="Trebuchet MS" w:hAnsi="Trebuchet MS" w:cs="ITC Avant Garde Std Bk"/>
                <w:color w:val="FFFFFF" w:themeColor="background1"/>
                <w:sz w:val="32"/>
                <w:szCs w:val="32"/>
                <w:u w:val="single"/>
              </w:rPr>
            </w:pPr>
            <w:r w:rsidRPr="00E62F46">
              <w:rPr>
                <w:rFonts w:ascii="Trebuchet MS" w:hAnsi="Trebuchet MS" w:cs="ITC Avant Garde Std Bk"/>
                <w:b/>
                <w:bCs/>
                <w:color w:val="FFFFFF" w:themeColor="background1"/>
                <w:sz w:val="32"/>
                <w:szCs w:val="32"/>
                <w:u w:val="single"/>
              </w:rPr>
              <w:t>LA PRESENTAZIONE DELLE DOMANDE</w:t>
            </w:r>
          </w:p>
          <w:p w14:paraId="11143192" w14:textId="40FAEC7A" w:rsidR="00361CA1" w:rsidRPr="00197528" w:rsidRDefault="00361CA1" w:rsidP="00197528">
            <w:pPr>
              <w:tabs>
                <w:tab w:val="left" w:pos="3831"/>
              </w:tabs>
              <w:suppressAutoHyphens/>
              <w:spacing w:before="120"/>
              <w:rPr>
                <w:rFonts w:ascii="Trebuchet MS" w:hAnsi="Trebuchet MS"/>
                <w:b/>
                <w:i/>
                <w:color w:val="FFFFFF"/>
                <w:sz w:val="40"/>
                <w:szCs w:val="22"/>
              </w:rPr>
            </w:pPr>
          </w:p>
        </w:tc>
      </w:tr>
      <w:tr w:rsidR="00361CA1" w:rsidRPr="00197528" w14:paraId="40E0BF72" w14:textId="77777777" w:rsidTr="00B50CCB">
        <w:tc>
          <w:tcPr>
            <w:tcW w:w="10491" w:type="dxa"/>
            <w:shd w:val="clear" w:color="auto" w:fill="auto"/>
          </w:tcPr>
          <w:p w14:paraId="1E83C9C8" w14:textId="77777777" w:rsidR="00361CA1" w:rsidRPr="00197528" w:rsidRDefault="00361CA1" w:rsidP="00787691">
            <w:pPr>
              <w:suppressAutoHyphens/>
              <w:spacing w:before="120"/>
              <w:jc w:val="both"/>
              <w:rPr>
                <w:rFonts w:ascii="Trebuchet MS" w:hAnsi="Trebuchet MS"/>
                <w:b/>
                <w:color w:val="7F7F7F"/>
                <w:sz w:val="28"/>
                <w:szCs w:val="22"/>
              </w:rPr>
            </w:pPr>
          </w:p>
        </w:tc>
      </w:tr>
      <w:tr w:rsidR="00361CA1" w:rsidRPr="00197528" w14:paraId="31E917FE" w14:textId="77777777" w:rsidTr="00B50CCB">
        <w:tc>
          <w:tcPr>
            <w:tcW w:w="10491" w:type="dxa"/>
            <w:shd w:val="clear" w:color="auto" w:fill="auto"/>
          </w:tcPr>
          <w:p w14:paraId="6905EF8B" w14:textId="77777777" w:rsidR="00361CA1" w:rsidRDefault="00361CA1" w:rsidP="008E0266">
            <w:pPr>
              <w:suppressAutoHyphens/>
              <w:spacing w:before="120"/>
              <w:jc w:val="right"/>
              <w:rPr>
                <w:rFonts w:ascii="Trebuchet MS" w:hAnsi="Trebuchet MS"/>
                <w:b/>
                <w:i/>
                <w:color w:val="7F7F7F"/>
                <w:sz w:val="28"/>
                <w:szCs w:val="22"/>
              </w:rPr>
            </w:pPr>
          </w:p>
          <w:p w14:paraId="1CFABC1C" w14:textId="77777777" w:rsidR="00700437" w:rsidRDefault="00700437" w:rsidP="008E0266">
            <w:pPr>
              <w:suppressAutoHyphens/>
              <w:spacing w:before="120"/>
              <w:jc w:val="right"/>
              <w:rPr>
                <w:rFonts w:ascii="Trebuchet MS" w:hAnsi="Trebuchet MS"/>
                <w:b/>
                <w:i/>
                <w:color w:val="7F7F7F"/>
                <w:sz w:val="28"/>
                <w:szCs w:val="22"/>
              </w:rPr>
            </w:pPr>
          </w:p>
          <w:p w14:paraId="13BFA12E" w14:textId="77777777" w:rsidR="00700437" w:rsidRDefault="00700437" w:rsidP="008E0266">
            <w:pPr>
              <w:suppressAutoHyphens/>
              <w:spacing w:before="120"/>
              <w:jc w:val="right"/>
              <w:rPr>
                <w:rFonts w:ascii="Trebuchet MS" w:hAnsi="Trebuchet MS"/>
                <w:b/>
                <w:i/>
                <w:color w:val="7F7F7F"/>
                <w:sz w:val="28"/>
                <w:szCs w:val="22"/>
              </w:rPr>
            </w:pPr>
          </w:p>
          <w:p w14:paraId="41ECBBB0" w14:textId="5A0F305F" w:rsidR="00700437" w:rsidRPr="00197528" w:rsidRDefault="00700437" w:rsidP="008E0266">
            <w:pPr>
              <w:suppressAutoHyphens/>
              <w:spacing w:before="120"/>
              <w:jc w:val="right"/>
              <w:rPr>
                <w:rFonts w:ascii="Trebuchet MS" w:hAnsi="Trebuchet MS"/>
                <w:b/>
                <w:i/>
                <w:color w:val="7F7F7F"/>
                <w:sz w:val="28"/>
                <w:szCs w:val="22"/>
              </w:rPr>
            </w:pPr>
          </w:p>
        </w:tc>
      </w:tr>
    </w:tbl>
    <w:p w14:paraId="0FD2DA9A" w14:textId="77777777" w:rsidR="001B3E07" w:rsidRDefault="001B3E07" w:rsidP="004526D8">
      <w:pPr>
        <w:rPr>
          <w:rFonts w:ascii="Trebuchet MS" w:hAnsi="Trebuchet MS"/>
          <w:b/>
          <w:sz w:val="28"/>
          <w:szCs w:val="28"/>
          <w:lang w:eastAsia="it-IT"/>
        </w:rPr>
      </w:pPr>
      <w:bookmarkStart w:id="0" w:name="_Toc438045366"/>
      <w:bookmarkStart w:id="1" w:name="_Toc484604049"/>
    </w:p>
    <w:p w14:paraId="0683FA9F" w14:textId="77777777" w:rsidR="001B3E07" w:rsidRDefault="001B3E07" w:rsidP="004526D8">
      <w:pPr>
        <w:rPr>
          <w:rFonts w:ascii="Trebuchet MS" w:hAnsi="Trebuchet MS"/>
          <w:b/>
          <w:sz w:val="28"/>
          <w:szCs w:val="28"/>
          <w:lang w:eastAsia="it-IT"/>
        </w:rPr>
      </w:pPr>
    </w:p>
    <w:p w14:paraId="796336B5" w14:textId="2719093C" w:rsidR="00B4358E" w:rsidRPr="004526D8" w:rsidRDefault="00B4358E" w:rsidP="004526D8">
      <w:pPr>
        <w:rPr>
          <w:rFonts w:ascii="Trebuchet MS" w:hAnsi="Trebuchet MS"/>
          <w:b/>
          <w:sz w:val="28"/>
          <w:szCs w:val="28"/>
          <w:lang w:eastAsia="it-IT"/>
        </w:rPr>
      </w:pPr>
      <w:r w:rsidRPr="004526D8">
        <w:rPr>
          <w:rFonts w:ascii="Trebuchet MS" w:hAnsi="Trebuchet MS"/>
          <w:b/>
          <w:sz w:val="28"/>
          <w:szCs w:val="28"/>
          <w:lang w:eastAsia="it-IT"/>
        </w:rPr>
        <w:t>Allegato A MODELLO PER LA REDAZIONE DEL PROGETTO</w:t>
      </w:r>
      <w:bookmarkEnd w:id="0"/>
      <w:bookmarkEnd w:id="1"/>
    </w:p>
    <w:p w14:paraId="6E36B70F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4419BDA6" w14:textId="77777777" w:rsidR="00B4358E" w:rsidRPr="00E720CB" w:rsidRDefault="00B4358E" w:rsidP="00B4358E">
      <w:pPr>
        <w:spacing w:after="100" w:afterAutospacing="1"/>
        <w:jc w:val="center"/>
        <w:rPr>
          <w:iCs/>
          <w:szCs w:val="22"/>
        </w:rPr>
      </w:pPr>
      <w:r w:rsidRPr="00E720CB">
        <w:rPr>
          <w:iCs/>
          <w:noProof/>
          <w:szCs w:val="22"/>
          <w:lang w:eastAsia="it-IT"/>
        </w:rPr>
        <w:drawing>
          <wp:inline distT="0" distB="0" distL="0" distR="0" wp14:anchorId="43DF113A" wp14:editId="5FA4BCC7">
            <wp:extent cx="6117590" cy="59372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593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D653E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0D71D07F" w14:textId="77777777" w:rsidR="00B4358E" w:rsidRPr="00E720CB" w:rsidRDefault="00B4358E" w:rsidP="00B4358E">
      <w:pPr>
        <w:spacing w:before="240" w:after="240"/>
        <w:jc w:val="center"/>
        <w:rPr>
          <w:i/>
          <w:iCs/>
          <w:lang w:eastAsia="it-IT"/>
        </w:rPr>
      </w:pPr>
      <w:r w:rsidRPr="00E720CB">
        <w:rPr>
          <w:i/>
          <w:iCs/>
          <w:lang w:eastAsia="it-IT"/>
        </w:rPr>
        <w:t>FEASR – Programma di Sviluppo Rurale 2014-2020</w:t>
      </w:r>
    </w:p>
    <w:p w14:paraId="62584ADD" w14:textId="77777777" w:rsidR="00B4358E" w:rsidRPr="00E720CB" w:rsidRDefault="00B4358E" w:rsidP="00B4358E">
      <w:pPr>
        <w:spacing w:before="240" w:after="240"/>
        <w:jc w:val="center"/>
        <w:rPr>
          <w:i/>
          <w:iCs/>
          <w:sz w:val="24"/>
          <w:lang w:eastAsia="it-IT"/>
        </w:rPr>
      </w:pPr>
    </w:p>
    <w:p w14:paraId="703CD8FF" w14:textId="77777777" w:rsidR="00B4358E" w:rsidRPr="00E720CB" w:rsidRDefault="00B4358E" w:rsidP="00B4358E">
      <w:pPr>
        <w:spacing w:after="0"/>
        <w:jc w:val="center"/>
        <w:rPr>
          <w:b/>
          <w:sz w:val="24"/>
          <w:lang w:eastAsia="it-IT"/>
        </w:rPr>
      </w:pPr>
      <w:r w:rsidRPr="00E720CB">
        <w:rPr>
          <w:b/>
          <w:sz w:val="24"/>
          <w:lang w:eastAsia="it-IT"/>
        </w:rPr>
        <w:t>MISURA 16 “Cooperazione”</w:t>
      </w:r>
    </w:p>
    <w:p w14:paraId="695DB13C" w14:textId="77777777" w:rsidR="00B4358E" w:rsidRPr="00E720CB" w:rsidRDefault="00B4358E" w:rsidP="00B4358E">
      <w:pPr>
        <w:spacing w:after="0"/>
        <w:jc w:val="center"/>
        <w:rPr>
          <w:b/>
          <w:sz w:val="24"/>
          <w:lang w:eastAsia="it-IT"/>
        </w:rPr>
      </w:pPr>
    </w:p>
    <w:p w14:paraId="4A653BB7" w14:textId="77777777" w:rsidR="00B4358E" w:rsidRPr="00E720CB" w:rsidRDefault="00B4358E" w:rsidP="00B4358E">
      <w:pPr>
        <w:autoSpaceDE w:val="0"/>
        <w:autoSpaceDN w:val="0"/>
        <w:adjustRightInd w:val="0"/>
        <w:spacing w:after="0"/>
        <w:jc w:val="center"/>
        <w:rPr>
          <w:rFonts w:cs="Tahoma"/>
          <w:b/>
          <w:color w:val="000000"/>
          <w:sz w:val="24"/>
          <w:lang w:eastAsia="it-IT"/>
        </w:rPr>
      </w:pPr>
      <w:r w:rsidRPr="00E720CB">
        <w:rPr>
          <w:rFonts w:cs="Tahoma"/>
          <w:b/>
          <w:color w:val="000000"/>
          <w:sz w:val="24"/>
          <w:lang w:eastAsia="it-IT"/>
        </w:rPr>
        <w:t xml:space="preserve">SOTTOMISURA 16.2 – </w:t>
      </w:r>
    </w:p>
    <w:p w14:paraId="28B0AB0E" w14:textId="77777777" w:rsidR="00B4358E" w:rsidRPr="00E720CB" w:rsidRDefault="00B4358E" w:rsidP="00B4358E">
      <w:pPr>
        <w:autoSpaceDE w:val="0"/>
        <w:autoSpaceDN w:val="0"/>
        <w:adjustRightInd w:val="0"/>
        <w:spacing w:after="0"/>
        <w:jc w:val="center"/>
        <w:rPr>
          <w:rFonts w:cs="Tahoma"/>
          <w:color w:val="000000"/>
          <w:sz w:val="24"/>
          <w:lang w:eastAsia="it-IT"/>
        </w:rPr>
      </w:pPr>
      <w:r w:rsidRPr="00E720CB">
        <w:rPr>
          <w:rFonts w:cs="Tahoma"/>
          <w:b/>
          <w:color w:val="000000"/>
          <w:sz w:val="24"/>
          <w:lang w:eastAsia="it-IT"/>
        </w:rPr>
        <w:t>“</w:t>
      </w:r>
      <w:r w:rsidRPr="00E720CB">
        <w:rPr>
          <w:rFonts w:cs="Tahoma"/>
          <w:color w:val="000000"/>
          <w:sz w:val="24"/>
          <w:lang w:eastAsia="it-IT"/>
        </w:rPr>
        <w:t>Sostegno a progetti pilota e allo sviluppo di nuovi prodotti, pratiche, processi e tecnologie</w:t>
      </w:r>
      <w:r w:rsidRPr="00E720CB">
        <w:rPr>
          <w:rFonts w:cs="Tahoma"/>
          <w:b/>
          <w:color w:val="000000"/>
          <w:sz w:val="24"/>
          <w:lang w:eastAsia="it-IT"/>
        </w:rPr>
        <w:t>”</w:t>
      </w:r>
    </w:p>
    <w:p w14:paraId="1C9F0E2E" w14:textId="77777777" w:rsidR="00B4358E" w:rsidRPr="00E720CB" w:rsidRDefault="00B4358E" w:rsidP="00B4358E">
      <w:pPr>
        <w:spacing w:after="0"/>
        <w:jc w:val="center"/>
        <w:rPr>
          <w:b/>
          <w:sz w:val="24"/>
          <w:lang w:eastAsia="it-IT"/>
        </w:rPr>
      </w:pPr>
    </w:p>
    <w:p w14:paraId="1CEFC93D" w14:textId="77777777" w:rsidR="00B4358E" w:rsidRPr="00E720CB" w:rsidRDefault="00B4358E" w:rsidP="00B4358E">
      <w:pPr>
        <w:autoSpaceDE w:val="0"/>
        <w:autoSpaceDN w:val="0"/>
        <w:adjustRightInd w:val="0"/>
        <w:spacing w:after="0"/>
        <w:jc w:val="center"/>
        <w:rPr>
          <w:rFonts w:eastAsia="Calibri" w:cs="Tahoma"/>
          <w:color w:val="000000"/>
          <w:sz w:val="24"/>
          <w:lang w:eastAsia="it-IT"/>
        </w:rPr>
      </w:pPr>
      <w:r w:rsidRPr="00E720CB">
        <w:rPr>
          <w:rFonts w:cs="Tahoma"/>
          <w:b/>
          <w:color w:val="000000"/>
          <w:sz w:val="24"/>
          <w:lang w:eastAsia="it-IT"/>
        </w:rPr>
        <w:t>OPERAZIONE 16.2.01 – “</w:t>
      </w:r>
      <w:r w:rsidRPr="00E720CB">
        <w:rPr>
          <w:rFonts w:eastAsia="Calibri" w:cs="Tahoma"/>
          <w:color w:val="000000"/>
          <w:sz w:val="24"/>
          <w:lang w:eastAsia="it-IT"/>
        </w:rPr>
        <w:t>Progetti pilota e sviluppo di innovazione”</w:t>
      </w:r>
    </w:p>
    <w:p w14:paraId="3607EA6C" w14:textId="77777777" w:rsidR="00B4358E" w:rsidRPr="00E720CB" w:rsidRDefault="00B4358E" w:rsidP="00B4358E">
      <w:pPr>
        <w:spacing w:after="0"/>
        <w:rPr>
          <w:rFonts w:cs="Tahoma"/>
          <w:b/>
          <w:bCs/>
          <w:lang w:eastAsia="it-IT"/>
        </w:rPr>
      </w:pPr>
    </w:p>
    <w:p w14:paraId="68B91317" w14:textId="77777777" w:rsidR="00B4358E" w:rsidRPr="00E720CB" w:rsidRDefault="00B4358E" w:rsidP="00B4358E">
      <w:pPr>
        <w:spacing w:after="0"/>
        <w:jc w:val="center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t xml:space="preserve">Capofila del progetto Operazione 16.2.01:    </w:t>
      </w:r>
    </w:p>
    <w:p w14:paraId="1F1E3BBD" w14:textId="77777777" w:rsidR="00B4358E" w:rsidRPr="00E720CB" w:rsidRDefault="00B4358E" w:rsidP="00B4358E">
      <w:pPr>
        <w:spacing w:after="0"/>
        <w:jc w:val="center"/>
        <w:rPr>
          <w:rFonts w:cs="Tahoma"/>
          <w:b/>
          <w:lang w:eastAsia="it-IT"/>
        </w:rPr>
      </w:pPr>
    </w:p>
    <w:p w14:paraId="65E68817" w14:textId="77777777" w:rsidR="00B4358E" w:rsidRPr="00E720CB" w:rsidRDefault="00B4358E" w:rsidP="00B4358E">
      <w:pPr>
        <w:spacing w:after="0"/>
        <w:jc w:val="center"/>
        <w:rPr>
          <w:rFonts w:cs="Tahoma"/>
          <w:b/>
          <w:sz w:val="24"/>
          <w:lang w:eastAsia="it-IT"/>
        </w:rPr>
      </w:pPr>
      <w:r w:rsidRPr="00E720CB">
        <w:rPr>
          <w:rFonts w:cs="Tahoma"/>
          <w:b/>
          <w:sz w:val="24"/>
          <w:lang w:eastAsia="it-IT"/>
        </w:rPr>
        <w:t>Titolo del progetto</w:t>
      </w:r>
    </w:p>
    <w:p w14:paraId="57FFD0AB" w14:textId="77777777" w:rsidR="00B4358E" w:rsidRPr="00E720CB" w:rsidRDefault="00B4358E" w:rsidP="00B4358E">
      <w:pPr>
        <w:spacing w:after="0"/>
        <w:jc w:val="center"/>
        <w:rPr>
          <w:rFonts w:cs="Tahoma"/>
          <w:b/>
          <w:sz w:val="24"/>
          <w:lang w:eastAsia="it-IT"/>
        </w:rPr>
      </w:pPr>
    </w:p>
    <w:p w14:paraId="0BF502B2" w14:textId="77777777" w:rsidR="00B4358E" w:rsidRPr="00E720CB" w:rsidRDefault="00B4358E" w:rsidP="00B4358E">
      <w:pPr>
        <w:spacing w:after="0"/>
        <w:ind w:left="2124" w:hanging="2124"/>
        <w:rPr>
          <w:rFonts w:cs="Tahoma"/>
          <w:b/>
          <w:sz w:val="24"/>
          <w:lang w:eastAsia="it-IT"/>
        </w:rPr>
      </w:pPr>
      <w:r>
        <w:rPr>
          <w:rFonts w:cs="Tahoma"/>
          <w:b/>
          <w:sz w:val="24"/>
          <w:lang w:eastAsia="it-IT"/>
        </w:rPr>
        <w:t xml:space="preserve">Sintesi del progetto: </w:t>
      </w:r>
      <w:r w:rsidRPr="00E720CB">
        <w:rPr>
          <w:rFonts w:cs="Tahoma"/>
          <w:b/>
          <w:sz w:val="24"/>
          <w:lang w:eastAsia="it-IT"/>
        </w:rPr>
        <w:t>introdurre la presentazione del progetto con una sintesi della lunghezza massima di una cartella</w:t>
      </w:r>
    </w:p>
    <w:p w14:paraId="51752095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156FDDA2" w14:textId="77777777" w:rsidR="00B4358E" w:rsidRPr="00CF1DE7" w:rsidRDefault="00B4358E" w:rsidP="00CF1DE7">
      <w:pPr>
        <w:rPr>
          <w:b/>
          <w:lang w:eastAsia="it-IT"/>
        </w:rPr>
      </w:pPr>
      <w:r w:rsidRPr="00CF1DE7">
        <w:rPr>
          <w:b/>
          <w:lang w:eastAsia="it-IT"/>
        </w:rPr>
        <w:t>INDICE</w:t>
      </w:r>
    </w:p>
    <w:p w14:paraId="7F9639BC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4131CFBE" w14:textId="77777777" w:rsidR="00B4358E" w:rsidRPr="00E720CB" w:rsidRDefault="00B4358E" w:rsidP="00F167D9">
      <w:pPr>
        <w:keepNext/>
        <w:numPr>
          <w:ilvl w:val="0"/>
          <w:numId w:val="53"/>
        </w:numPr>
        <w:ind w:left="0" w:firstLine="0"/>
        <w:jc w:val="both"/>
        <w:outlineLvl w:val="3"/>
        <w:rPr>
          <w:b/>
          <w:lang w:eastAsia="it-IT"/>
        </w:rPr>
      </w:pPr>
      <w:r w:rsidRPr="00E720CB">
        <w:rPr>
          <w:b/>
          <w:lang w:eastAsia="it-IT"/>
        </w:rPr>
        <w:t>1. CONTESTO PRODUTTIVO</w:t>
      </w:r>
    </w:p>
    <w:p w14:paraId="2EFB7BF9" w14:textId="77777777" w:rsidR="00B4358E" w:rsidRPr="00E720CB" w:rsidRDefault="00B4358E" w:rsidP="00F167D9">
      <w:pPr>
        <w:numPr>
          <w:ilvl w:val="0"/>
          <w:numId w:val="44"/>
        </w:numPr>
        <w:spacing w:after="0"/>
        <w:ind w:left="426" w:hanging="426"/>
        <w:contextualSpacing/>
        <w:rPr>
          <w:lang w:eastAsia="it-IT"/>
        </w:rPr>
      </w:pPr>
      <w:r w:rsidRPr="00E720CB">
        <w:rPr>
          <w:lang w:eastAsia="it-IT"/>
        </w:rPr>
        <w:t>Introduzione alla realtà produttiva interessata dal progetto</w:t>
      </w:r>
    </w:p>
    <w:p w14:paraId="00CFD208" w14:textId="77777777" w:rsidR="00B4358E" w:rsidRPr="00E720CB" w:rsidRDefault="00B4358E" w:rsidP="00F167D9">
      <w:pPr>
        <w:numPr>
          <w:ilvl w:val="0"/>
          <w:numId w:val="44"/>
        </w:numPr>
        <w:spacing w:after="0"/>
        <w:ind w:left="426" w:hanging="426"/>
        <w:contextualSpacing/>
        <w:rPr>
          <w:lang w:eastAsia="it-IT"/>
        </w:rPr>
      </w:pPr>
      <w:r w:rsidRPr="00E720CB">
        <w:rPr>
          <w:lang w:eastAsia="it-IT"/>
        </w:rPr>
        <w:t>Composizione dell’aggregazione e breve descrizione delle attività/competenze di ogni partner</w:t>
      </w:r>
    </w:p>
    <w:p w14:paraId="3FB936D3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3F792627" w14:textId="77777777" w:rsidR="00B4358E" w:rsidRPr="00E720CB" w:rsidRDefault="00B4358E" w:rsidP="00F167D9">
      <w:pPr>
        <w:keepNext/>
        <w:numPr>
          <w:ilvl w:val="0"/>
          <w:numId w:val="53"/>
        </w:numPr>
        <w:ind w:left="0" w:firstLine="0"/>
        <w:jc w:val="both"/>
        <w:outlineLvl w:val="3"/>
        <w:rPr>
          <w:b/>
          <w:lang w:eastAsia="it-IT"/>
        </w:rPr>
      </w:pPr>
      <w:r w:rsidRPr="00E720CB">
        <w:rPr>
          <w:b/>
          <w:lang w:eastAsia="it-IT"/>
        </w:rPr>
        <w:t xml:space="preserve">2. ANALISI DEI FABBISOGNI </w:t>
      </w:r>
    </w:p>
    <w:p w14:paraId="25B981E2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2.1 Analisi dei punti di debolezza e dei fattori di miglioramento della realtà produttiva</w:t>
      </w:r>
    </w:p>
    <w:p w14:paraId="58B87B2A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2.2 Prospettive di sviluppo delle aziende partner</w:t>
      </w:r>
    </w:p>
    <w:p w14:paraId="3859DFB6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2.3 Altri progetti correlati</w:t>
      </w:r>
    </w:p>
    <w:p w14:paraId="6AE820B5" w14:textId="77777777" w:rsidR="00B4358E" w:rsidRPr="00E720CB" w:rsidRDefault="00B4358E" w:rsidP="00B4358E">
      <w:pPr>
        <w:spacing w:after="0"/>
        <w:rPr>
          <w:lang w:eastAsia="it-IT"/>
        </w:rPr>
      </w:pPr>
    </w:p>
    <w:p w14:paraId="663BA68E" w14:textId="77777777" w:rsidR="00B4358E" w:rsidRPr="00E720CB" w:rsidRDefault="00B4358E" w:rsidP="00F167D9">
      <w:pPr>
        <w:keepNext/>
        <w:numPr>
          <w:ilvl w:val="0"/>
          <w:numId w:val="53"/>
        </w:numPr>
        <w:ind w:left="0" w:firstLine="0"/>
        <w:jc w:val="both"/>
        <w:outlineLvl w:val="3"/>
        <w:rPr>
          <w:b/>
          <w:lang w:eastAsia="it-IT"/>
        </w:rPr>
      </w:pPr>
      <w:r w:rsidRPr="00E720CB">
        <w:rPr>
          <w:b/>
          <w:lang w:eastAsia="it-IT"/>
        </w:rPr>
        <w:t>3. OBIETTIVI DEL PROGETTO E RISULTATI ATTESI</w:t>
      </w:r>
    </w:p>
    <w:p w14:paraId="19717785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rFonts w:cs="Tahoma"/>
          <w:lang w:eastAsia="it-IT"/>
        </w:rPr>
        <w:t>3</w:t>
      </w:r>
      <w:r w:rsidRPr="00E720CB">
        <w:rPr>
          <w:lang w:eastAsia="it-IT"/>
        </w:rPr>
        <w:t xml:space="preserve">.1 Definizione dell’ambito di innovazione che il progetto intende sviluppare </w:t>
      </w:r>
    </w:p>
    <w:p w14:paraId="3102EC4E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 xml:space="preserve">3.2 Obiettivi specifici del progetto </w:t>
      </w:r>
    </w:p>
    <w:p w14:paraId="58302EA5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3.3 Tipologia di intervento e azioni previste nel progetto</w:t>
      </w:r>
    </w:p>
    <w:p w14:paraId="4B7A66A1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 xml:space="preserve">3.4 Prodotti del progetto </w:t>
      </w:r>
    </w:p>
    <w:p w14:paraId="31BFFD8A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3.5 Bibliografia</w:t>
      </w:r>
    </w:p>
    <w:p w14:paraId="2D6E62D0" w14:textId="77777777" w:rsidR="00B4358E" w:rsidRPr="00E720CB" w:rsidRDefault="00B4358E" w:rsidP="00B4358E">
      <w:pPr>
        <w:spacing w:after="0"/>
        <w:rPr>
          <w:lang w:eastAsia="it-IT"/>
        </w:rPr>
      </w:pPr>
    </w:p>
    <w:p w14:paraId="7ED18A91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b/>
          <w:lang w:eastAsia="it-IT"/>
        </w:rPr>
        <w:t>4. RELAZIONE AMBIENTALE</w:t>
      </w:r>
      <w:r w:rsidRPr="00E720CB">
        <w:rPr>
          <w:lang w:eastAsia="it-IT"/>
        </w:rPr>
        <w:t xml:space="preserve"> (solo per i progetti che richiedono il 70% di contributo sulle spese di realizzazione del progetto)</w:t>
      </w:r>
    </w:p>
    <w:p w14:paraId="47BDE80B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lastRenderedPageBreak/>
        <w:t>4.1 Definizione dei temi ambientali sui quali si intende operare</w:t>
      </w:r>
    </w:p>
    <w:p w14:paraId="5B7BC224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4.2 Descrizione degli interventi e degli effetti attesi sull’ambiente</w:t>
      </w:r>
    </w:p>
    <w:p w14:paraId="35D3B83E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4.3 Bibliografia</w:t>
      </w:r>
    </w:p>
    <w:p w14:paraId="16500236" w14:textId="77777777" w:rsidR="00B4358E" w:rsidRPr="00E720CB" w:rsidRDefault="00B4358E" w:rsidP="00B4358E">
      <w:pPr>
        <w:spacing w:after="0"/>
        <w:rPr>
          <w:lang w:eastAsia="it-IT"/>
        </w:rPr>
      </w:pPr>
    </w:p>
    <w:p w14:paraId="1671835F" w14:textId="77777777" w:rsidR="00B4358E" w:rsidRPr="00E720CB" w:rsidRDefault="00B4358E" w:rsidP="00F167D9">
      <w:pPr>
        <w:keepNext/>
        <w:numPr>
          <w:ilvl w:val="0"/>
          <w:numId w:val="53"/>
        </w:numPr>
        <w:ind w:left="0" w:firstLine="0"/>
        <w:jc w:val="both"/>
        <w:outlineLvl w:val="3"/>
        <w:rPr>
          <w:b/>
          <w:lang w:eastAsia="it-IT"/>
        </w:rPr>
      </w:pPr>
      <w:r w:rsidRPr="00E720CB">
        <w:rPr>
          <w:b/>
          <w:lang w:eastAsia="it-IT"/>
        </w:rPr>
        <w:t xml:space="preserve">5. COOPERAZIONE: </w:t>
      </w:r>
      <w:r w:rsidRPr="00E720CB">
        <w:rPr>
          <w:rFonts w:cs="Tahoma"/>
          <w:b/>
          <w:lang w:eastAsia="it-IT"/>
        </w:rPr>
        <w:t>PROGETTAZIONE, COSTITUZIONE DELL’AGGREGAZIONE,</w:t>
      </w:r>
      <w:r w:rsidRPr="00E720CB">
        <w:rPr>
          <w:b/>
          <w:lang w:eastAsia="it-IT"/>
        </w:rPr>
        <w:t xml:space="preserve"> COORDINAMENTO E GESTIONE DEL PROGETTO E DEL PARTENARIATO</w:t>
      </w:r>
    </w:p>
    <w:p w14:paraId="1BC99E5E" w14:textId="77777777" w:rsidR="00B4358E" w:rsidRPr="00E720CB" w:rsidRDefault="00B4358E" w:rsidP="00B4358E">
      <w:pPr>
        <w:spacing w:after="0"/>
        <w:rPr>
          <w:lang w:eastAsia="it-IT"/>
        </w:rPr>
      </w:pPr>
      <w:proofErr w:type="gramStart"/>
      <w:r w:rsidRPr="00E720CB">
        <w:rPr>
          <w:lang w:eastAsia="it-IT"/>
        </w:rPr>
        <w:t>5.1  Progettazione</w:t>
      </w:r>
      <w:proofErr w:type="gramEnd"/>
      <w:r w:rsidRPr="00E720CB">
        <w:rPr>
          <w:lang w:eastAsia="it-IT"/>
        </w:rPr>
        <w:t xml:space="preserve"> e costituzione dell’aggregazione, motivazione della partecipazione di ogni componente (per le aggregazioni già costituite motivare la coerenza del partenariato in funzione della nuova attività intrapresa)</w:t>
      </w:r>
    </w:p>
    <w:p w14:paraId="20CD413C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5.2 Gestione dei rapporti fra i partner</w:t>
      </w:r>
    </w:p>
    <w:p w14:paraId="7D4C6067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5.3 Monitoraggio dell’andamento del progetto: metodo adottato e strumenti (cronoprogramma, tempistiche, prodotti intermedi e reportistica)</w:t>
      </w:r>
    </w:p>
    <w:p w14:paraId="761B45CD" w14:textId="77777777" w:rsidR="00B4358E" w:rsidRPr="00E720CB" w:rsidRDefault="00B4358E" w:rsidP="00B4358E">
      <w:pPr>
        <w:spacing w:after="0"/>
        <w:rPr>
          <w:lang w:eastAsia="it-IT"/>
        </w:rPr>
      </w:pPr>
    </w:p>
    <w:p w14:paraId="0F51C961" w14:textId="77777777" w:rsidR="00B4358E" w:rsidRPr="00E720CB" w:rsidRDefault="00B4358E" w:rsidP="00F167D9">
      <w:pPr>
        <w:keepNext/>
        <w:numPr>
          <w:ilvl w:val="0"/>
          <w:numId w:val="53"/>
        </w:numPr>
        <w:ind w:left="0" w:firstLine="0"/>
        <w:jc w:val="both"/>
        <w:outlineLvl w:val="3"/>
        <w:rPr>
          <w:b/>
          <w:lang w:eastAsia="it-IT"/>
        </w:rPr>
      </w:pPr>
      <w:r w:rsidRPr="00E720CB">
        <w:rPr>
          <w:b/>
          <w:lang w:eastAsia="it-IT"/>
        </w:rPr>
        <w:t>6. RICADUTA E DESTINATARI DEI RISULTATI</w:t>
      </w:r>
    </w:p>
    <w:p w14:paraId="4FA7441C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6.1 Destinatari dei prodotti del progetto</w:t>
      </w:r>
    </w:p>
    <w:p w14:paraId="5EECD703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6.2 Utilità, applicabilità, immediatezza di fruibilità dei risultati</w:t>
      </w:r>
    </w:p>
    <w:p w14:paraId="3F017D0F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6.3 Tempi e modalità di utilizzo dei risultati</w:t>
      </w:r>
    </w:p>
    <w:p w14:paraId="372782AA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6.4 Benefici attesi</w:t>
      </w:r>
    </w:p>
    <w:p w14:paraId="01CC81EA" w14:textId="77777777" w:rsidR="00B4358E" w:rsidRPr="00E720CB" w:rsidRDefault="00B4358E" w:rsidP="00B4358E">
      <w:pPr>
        <w:spacing w:after="0"/>
        <w:rPr>
          <w:lang w:eastAsia="it-IT"/>
        </w:rPr>
      </w:pPr>
    </w:p>
    <w:p w14:paraId="1DA08C6E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33382810" w14:textId="77777777" w:rsidR="00B4358E" w:rsidRPr="00E720CB" w:rsidRDefault="00B4358E" w:rsidP="00F167D9">
      <w:pPr>
        <w:keepNext/>
        <w:numPr>
          <w:ilvl w:val="0"/>
          <w:numId w:val="53"/>
        </w:numPr>
        <w:ind w:left="0" w:firstLine="0"/>
        <w:jc w:val="both"/>
        <w:outlineLvl w:val="3"/>
        <w:rPr>
          <w:b/>
          <w:lang w:eastAsia="it-IT"/>
        </w:rPr>
      </w:pPr>
      <w:r w:rsidRPr="00E720CB">
        <w:rPr>
          <w:b/>
          <w:lang w:eastAsia="it-IT"/>
        </w:rPr>
        <w:t>7. DESCRIZIONE ANALITICA DEL PROGETTO E PIANO DI ATTIVITÀ</w:t>
      </w:r>
    </w:p>
    <w:p w14:paraId="0C65BEF7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 xml:space="preserve">7.1 Metodo adottato e piano di lavoro </w:t>
      </w:r>
    </w:p>
    <w:p w14:paraId="365BB258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7.2 Dotazioni disponibili</w:t>
      </w:r>
    </w:p>
    <w:p w14:paraId="76D59EAD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7.3 Tempistica delle attività, descrizione dettagliata delle singole fasi, delle azioni e dei prodotti di ogni singola fase</w:t>
      </w:r>
    </w:p>
    <w:p w14:paraId="7C354256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7.4 Compiti e responsabilità di ogni partner (fino al dettaglio di ogni soggetto)</w:t>
      </w:r>
    </w:p>
    <w:p w14:paraId="223EE83C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ab/>
      </w:r>
    </w:p>
    <w:p w14:paraId="62601D89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Tabella 7.1 (ad esempio)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1"/>
        <w:gridCol w:w="1377"/>
        <w:gridCol w:w="2202"/>
        <w:gridCol w:w="1650"/>
        <w:gridCol w:w="1650"/>
        <w:gridCol w:w="1236"/>
      </w:tblGrid>
      <w:tr w:rsidR="00B4358E" w:rsidRPr="00E720CB" w14:paraId="4C64E8AC" w14:textId="77777777" w:rsidTr="00E042A4">
        <w:tc>
          <w:tcPr>
            <w:tcW w:w="1119" w:type="pct"/>
          </w:tcPr>
          <w:p w14:paraId="1C5A0583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Impresa/ Ente</w:t>
            </w:r>
          </w:p>
        </w:tc>
        <w:tc>
          <w:tcPr>
            <w:tcW w:w="658" w:type="pct"/>
          </w:tcPr>
          <w:p w14:paraId="449225EA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Persona</w:t>
            </w:r>
          </w:p>
        </w:tc>
        <w:tc>
          <w:tcPr>
            <w:tcW w:w="1053" w:type="pct"/>
          </w:tcPr>
          <w:p w14:paraId="35C56C1B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Qualifica/funzione</w:t>
            </w:r>
          </w:p>
        </w:tc>
        <w:tc>
          <w:tcPr>
            <w:tcW w:w="789" w:type="pct"/>
          </w:tcPr>
          <w:p w14:paraId="71D12970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Attività</w:t>
            </w:r>
          </w:p>
        </w:tc>
        <w:tc>
          <w:tcPr>
            <w:tcW w:w="789" w:type="pct"/>
          </w:tcPr>
          <w:p w14:paraId="002FA188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Fase attività</w:t>
            </w:r>
          </w:p>
        </w:tc>
        <w:tc>
          <w:tcPr>
            <w:tcW w:w="591" w:type="pct"/>
          </w:tcPr>
          <w:p w14:paraId="3E548AFD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Azione</w:t>
            </w:r>
          </w:p>
        </w:tc>
      </w:tr>
      <w:tr w:rsidR="00B4358E" w:rsidRPr="00E720CB" w14:paraId="2010BBD1" w14:textId="77777777" w:rsidTr="00E042A4">
        <w:trPr>
          <w:trHeight w:val="117"/>
        </w:trPr>
        <w:tc>
          <w:tcPr>
            <w:tcW w:w="1119" w:type="pct"/>
            <w:vMerge w:val="restart"/>
          </w:tcPr>
          <w:p w14:paraId="563EF1C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proofErr w:type="gramStart"/>
            <w:r w:rsidRPr="00E720CB">
              <w:rPr>
                <w:rFonts w:cs="Tahoma"/>
                <w:lang w:eastAsia="it-IT"/>
              </w:rPr>
              <w:t>Impresa  1</w:t>
            </w:r>
            <w:proofErr w:type="gramEnd"/>
            <w:r w:rsidRPr="00E720CB">
              <w:rPr>
                <w:rFonts w:cs="Tahoma"/>
                <w:lang w:eastAsia="it-IT"/>
              </w:rPr>
              <w:t xml:space="preserve"> </w:t>
            </w:r>
          </w:p>
        </w:tc>
        <w:tc>
          <w:tcPr>
            <w:tcW w:w="658" w:type="pct"/>
            <w:vMerge w:val="restart"/>
          </w:tcPr>
          <w:p w14:paraId="47CDB98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 w:val="restart"/>
          </w:tcPr>
          <w:p w14:paraId="3A535B4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2AE116C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18335FF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05F4EC0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9984282" w14:textId="77777777" w:rsidTr="00E042A4">
        <w:trPr>
          <w:trHeight w:val="117"/>
        </w:trPr>
        <w:tc>
          <w:tcPr>
            <w:tcW w:w="1119" w:type="pct"/>
            <w:vMerge/>
          </w:tcPr>
          <w:p w14:paraId="3D01F58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0F35032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7FC6B11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04852CA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040EE66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4AA9A7D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6B89EE8" w14:textId="77777777" w:rsidTr="00E042A4">
        <w:trPr>
          <w:trHeight w:val="117"/>
        </w:trPr>
        <w:tc>
          <w:tcPr>
            <w:tcW w:w="1119" w:type="pct"/>
            <w:vMerge/>
          </w:tcPr>
          <w:p w14:paraId="113C74E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575DAF8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4024110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42AD455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0C498BE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7C899F7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5F32A573" w14:textId="77777777" w:rsidTr="00E042A4">
        <w:trPr>
          <w:trHeight w:val="117"/>
        </w:trPr>
        <w:tc>
          <w:tcPr>
            <w:tcW w:w="1119" w:type="pct"/>
            <w:vMerge/>
          </w:tcPr>
          <w:p w14:paraId="33B5071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42DEE5C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7C2137D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2168105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3046CBC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2703FDF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650F55E" w14:textId="77777777" w:rsidTr="00E042A4">
        <w:trPr>
          <w:trHeight w:val="117"/>
        </w:trPr>
        <w:tc>
          <w:tcPr>
            <w:tcW w:w="1119" w:type="pct"/>
            <w:vMerge/>
          </w:tcPr>
          <w:p w14:paraId="350219E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2CA76BD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2DE0B2D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203950C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51DD7D8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3925483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7E94E84F" w14:textId="77777777" w:rsidTr="00E042A4">
        <w:trPr>
          <w:trHeight w:val="117"/>
        </w:trPr>
        <w:tc>
          <w:tcPr>
            <w:tcW w:w="1119" w:type="pct"/>
            <w:vMerge/>
          </w:tcPr>
          <w:p w14:paraId="4AE2139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5E16EFD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30FBA60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411C563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772484B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4F049A0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7D9D73B5" w14:textId="77777777" w:rsidTr="00E042A4">
        <w:trPr>
          <w:trHeight w:val="117"/>
        </w:trPr>
        <w:tc>
          <w:tcPr>
            <w:tcW w:w="1119" w:type="pct"/>
            <w:vMerge w:val="restart"/>
          </w:tcPr>
          <w:p w14:paraId="31A117A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proofErr w:type="gramStart"/>
            <w:r w:rsidRPr="00E720CB">
              <w:rPr>
                <w:rFonts w:cs="Tahoma"/>
                <w:lang w:eastAsia="it-IT"/>
              </w:rPr>
              <w:t>Impresa  2</w:t>
            </w:r>
            <w:proofErr w:type="gramEnd"/>
          </w:p>
        </w:tc>
        <w:tc>
          <w:tcPr>
            <w:tcW w:w="658" w:type="pct"/>
            <w:vMerge w:val="restart"/>
          </w:tcPr>
          <w:p w14:paraId="0C14824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 w:val="restart"/>
          </w:tcPr>
          <w:p w14:paraId="09D6FB9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177EBE3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74547FE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68BB89A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0B2C5145" w14:textId="77777777" w:rsidTr="00E042A4">
        <w:trPr>
          <w:trHeight w:val="117"/>
        </w:trPr>
        <w:tc>
          <w:tcPr>
            <w:tcW w:w="1119" w:type="pct"/>
            <w:vMerge/>
          </w:tcPr>
          <w:p w14:paraId="1C6CD9F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16F3CD3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2213F4E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72A6C71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0330854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777629B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380A01E9" w14:textId="77777777" w:rsidTr="00E042A4">
        <w:trPr>
          <w:trHeight w:val="117"/>
        </w:trPr>
        <w:tc>
          <w:tcPr>
            <w:tcW w:w="1119" w:type="pct"/>
            <w:vMerge/>
          </w:tcPr>
          <w:p w14:paraId="3E36763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4A61237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0B9B95F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6AD585A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1C75AF8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69DC007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1C999D47" w14:textId="77777777" w:rsidTr="00E042A4">
        <w:trPr>
          <w:trHeight w:val="117"/>
        </w:trPr>
        <w:tc>
          <w:tcPr>
            <w:tcW w:w="1119" w:type="pct"/>
            <w:vMerge/>
          </w:tcPr>
          <w:p w14:paraId="72F8221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344062A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2516B28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72CB046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717417A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0DBCBC8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045DEE60" w14:textId="77777777" w:rsidTr="00E042A4">
        <w:trPr>
          <w:trHeight w:val="117"/>
        </w:trPr>
        <w:tc>
          <w:tcPr>
            <w:tcW w:w="1119" w:type="pct"/>
            <w:vMerge/>
          </w:tcPr>
          <w:p w14:paraId="4C33678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6B17DC3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0D67337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4B2D68C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2819049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62D0EE9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7705E98A" w14:textId="77777777" w:rsidTr="00E042A4">
        <w:trPr>
          <w:trHeight w:val="117"/>
        </w:trPr>
        <w:tc>
          <w:tcPr>
            <w:tcW w:w="1119" w:type="pct"/>
            <w:vMerge/>
          </w:tcPr>
          <w:p w14:paraId="228E925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5291200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248648C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4EA3599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6BB067B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6986E4D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E1EAA61" w14:textId="77777777" w:rsidTr="00E042A4">
        <w:trPr>
          <w:trHeight w:val="117"/>
        </w:trPr>
        <w:tc>
          <w:tcPr>
            <w:tcW w:w="1119" w:type="pct"/>
            <w:vMerge w:val="restart"/>
          </w:tcPr>
          <w:p w14:paraId="38DD406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Università ...</w:t>
            </w:r>
          </w:p>
        </w:tc>
        <w:tc>
          <w:tcPr>
            <w:tcW w:w="658" w:type="pct"/>
            <w:vMerge w:val="restart"/>
          </w:tcPr>
          <w:p w14:paraId="1AFB9CC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 w:val="restart"/>
          </w:tcPr>
          <w:p w14:paraId="41BA92C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2D9E9CC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38F0B9F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061AD30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0BC56DB0" w14:textId="77777777" w:rsidTr="00E042A4">
        <w:trPr>
          <w:trHeight w:val="117"/>
        </w:trPr>
        <w:tc>
          <w:tcPr>
            <w:tcW w:w="1119" w:type="pct"/>
            <w:vMerge/>
          </w:tcPr>
          <w:p w14:paraId="097B283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54C2FC8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575DCCF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448DBD8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0CABF58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3BF6F29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58D6CC8" w14:textId="77777777" w:rsidTr="00E042A4">
        <w:trPr>
          <w:trHeight w:val="117"/>
        </w:trPr>
        <w:tc>
          <w:tcPr>
            <w:tcW w:w="1119" w:type="pct"/>
            <w:vMerge/>
          </w:tcPr>
          <w:p w14:paraId="300DC2D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1AF7A98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2A2EDB6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62A4164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4BF8429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0E1E902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28F71EF5" w14:textId="77777777" w:rsidTr="00E042A4">
        <w:trPr>
          <w:trHeight w:val="117"/>
        </w:trPr>
        <w:tc>
          <w:tcPr>
            <w:tcW w:w="1119" w:type="pct"/>
            <w:vMerge/>
          </w:tcPr>
          <w:p w14:paraId="5D93001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6B7808A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76F0469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7AD0953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2EF9967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380EC06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17AB1347" w14:textId="77777777" w:rsidTr="00E042A4">
        <w:trPr>
          <w:trHeight w:val="117"/>
        </w:trPr>
        <w:tc>
          <w:tcPr>
            <w:tcW w:w="1119" w:type="pct"/>
            <w:vMerge/>
          </w:tcPr>
          <w:p w14:paraId="2B6B6F0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53901B9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5A7F4FD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6126B8B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2589BEA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30646CB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F592663" w14:textId="77777777" w:rsidTr="00E042A4">
        <w:trPr>
          <w:trHeight w:val="117"/>
        </w:trPr>
        <w:tc>
          <w:tcPr>
            <w:tcW w:w="1119" w:type="pct"/>
            <w:vMerge/>
          </w:tcPr>
          <w:p w14:paraId="190F552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7C41674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74248AB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38E9E8F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009A3F6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387EB10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F2BC30A" w14:textId="77777777" w:rsidTr="00E042A4">
        <w:trPr>
          <w:trHeight w:val="117"/>
        </w:trPr>
        <w:tc>
          <w:tcPr>
            <w:tcW w:w="1119" w:type="pct"/>
            <w:vMerge w:val="restart"/>
          </w:tcPr>
          <w:p w14:paraId="4A22A40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Istituto sperimentale ...</w:t>
            </w:r>
          </w:p>
        </w:tc>
        <w:tc>
          <w:tcPr>
            <w:tcW w:w="658" w:type="pct"/>
            <w:vMerge w:val="restart"/>
          </w:tcPr>
          <w:p w14:paraId="2DFB17A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 w:val="restart"/>
          </w:tcPr>
          <w:p w14:paraId="14C63DB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143AD1E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2F94444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660BD65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29F26FD4" w14:textId="77777777" w:rsidTr="00E042A4">
        <w:trPr>
          <w:trHeight w:val="117"/>
        </w:trPr>
        <w:tc>
          <w:tcPr>
            <w:tcW w:w="1119" w:type="pct"/>
            <w:vMerge/>
          </w:tcPr>
          <w:p w14:paraId="7CE6503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2AA12CD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0443327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20F3D5B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4559FF0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2899A8E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22A32DD6" w14:textId="77777777" w:rsidTr="00E042A4">
        <w:trPr>
          <w:trHeight w:val="117"/>
        </w:trPr>
        <w:tc>
          <w:tcPr>
            <w:tcW w:w="1119" w:type="pct"/>
            <w:vMerge/>
          </w:tcPr>
          <w:p w14:paraId="54B8E8C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54C75FE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7FB6140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072C245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437B13E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63B7F0F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77BE5BFE" w14:textId="77777777" w:rsidTr="00E042A4">
        <w:trPr>
          <w:trHeight w:val="117"/>
        </w:trPr>
        <w:tc>
          <w:tcPr>
            <w:tcW w:w="1119" w:type="pct"/>
            <w:vMerge/>
          </w:tcPr>
          <w:p w14:paraId="69222DE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5F46E0F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3D3211F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44E90D1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3BA7568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1DAFAE4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575CF53F" w14:textId="77777777" w:rsidTr="00E042A4">
        <w:trPr>
          <w:trHeight w:val="117"/>
        </w:trPr>
        <w:tc>
          <w:tcPr>
            <w:tcW w:w="1119" w:type="pct"/>
            <w:vMerge/>
          </w:tcPr>
          <w:p w14:paraId="5CDC1CE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034EA17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7A95253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46C2EBF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 w:val="restart"/>
          </w:tcPr>
          <w:p w14:paraId="3EE3E3F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47AD1DC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332C5FEC" w14:textId="77777777" w:rsidTr="00E042A4">
        <w:trPr>
          <w:trHeight w:val="117"/>
        </w:trPr>
        <w:tc>
          <w:tcPr>
            <w:tcW w:w="1119" w:type="pct"/>
            <w:vMerge/>
          </w:tcPr>
          <w:p w14:paraId="24395F6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658" w:type="pct"/>
            <w:vMerge/>
          </w:tcPr>
          <w:p w14:paraId="480EEE3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053" w:type="pct"/>
            <w:vMerge/>
          </w:tcPr>
          <w:p w14:paraId="7FD61D2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54296B8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789" w:type="pct"/>
            <w:vMerge/>
          </w:tcPr>
          <w:p w14:paraId="541039A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591" w:type="pct"/>
          </w:tcPr>
          <w:p w14:paraId="0D81447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</w:tbl>
    <w:p w14:paraId="4868C0A4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75B34099" w14:textId="77777777" w:rsidR="00B4358E" w:rsidRPr="00E720CB" w:rsidRDefault="00B4358E" w:rsidP="00F167D9">
      <w:pPr>
        <w:keepNext/>
        <w:numPr>
          <w:ilvl w:val="0"/>
          <w:numId w:val="53"/>
        </w:numPr>
        <w:ind w:left="0" w:firstLine="0"/>
        <w:jc w:val="both"/>
        <w:outlineLvl w:val="3"/>
        <w:rPr>
          <w:b/>
          <w:lang w:eastAsia="it-IT"/>
        </w:rPr>
      </w:pPr>
      <w:r w:rsidRPr="00E720CB">
        <w:rPr>
          <w:b/>
          <w:lang w:eastAsia="it-IT"/>
        </w:rPr>
        <w:t>8. IMPIANTO PILOTA/PROTOTIPO</w:t>
      </w:r>
    </w:p>
    <w:p w14:paraId="78C2126F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Descrizione dettagliata dell’impianto pilota/prototipo e dei singoli costi imputabili alla sua realizzazione.</w:t>
      </w:r>
    </w:p>
    <w:p w14:paraId="484A190C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5DAFAA6A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3729822B" w14:textId="77777777" w:rsidR="00B4358E" w:rsidRPr="00E720CB" w:rsidRDefault="00B4358E" w:rsidP="00F167D9">
      <w:pPr>
        <w:keepNext/>
        <w:numPr>
          <w:ilvl w:val="0"/>
          <w:numId w:val="53"/>
        </w:numPr>
        <w:ind w:left="0" w:firstLine="0"/>
        <w:jc w:val="both"/>
        <w:outlineLvl w:val="3"/>
        <w:rPr>
          <w:b/>
          <w:lang w:eastAsia="it-IT"/>
        </w:rPr>
      </w:pPr>
      <w:r w:rsidRPr="00E720CB">
        <w:rPr>
          <w:b/>
          <w:lang w:eastAsia="it-IT"/>
        </w:rPr>
        <w:t>9. PROGRAMMA DI DIFFUSIONE DEI RISULTATI DEL PROGETTO</w:t>
      </w:r>
    </w:p>
    <w:p w14:paraId="4E738768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9.1 Definizione dei risultati oggetto della diffusione</w:t>
      </w:r>
    </w:p>
    <w:p w14:paraId="411E8E2D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 xml:space="preserve">9.2 Individuazione </w:t>
      </w:r>
      <w:proofErr w:type="gramStart"/>
      <w:r w:rsidRPr="00E720CB">
        <w:rPr>
          <w:lang w:eastAsia="it-IT"/>
        </w:rPr>
        <w:t>del destinatari</w:t>
      </w:r>
      <w:proofErr w:type="gramEnd"/>
      <w:r w:rsidRPr="00E720CB">
        <w:rPr>
          <w:lang w:eastAsia="it-IT"/>
        </w:rPr>
        <w:t xml:space="preserve"> dell’attività di trasferimento</w:t>
      </w:r>
    </w:p>
    <w:p w14:paraId="4C4135AE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9.3 Definizione delle tempistiche e dei mezzi di comunicazione (strumenti/canali, all’interno dell’aggregazione e all’esterno con gli altri soggetti individuati)</w:t>
      </w:r>
    </w:p>
    <w:p w14:paraId="7CB52C2C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9.4 Metodo di valutazione dei potenziali riscontri all’attività di trasferimento</w:t>
      </w:r>
    </w:p>
    <w:p w14:paraId="4D6C9DA1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5AE7F6E3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0FF754A9" w14:textId="77777777" w:rsidR="00B4358E" w:rsidRPr="00E720CB" w:rsidRDefault="00B4358E" w:rsidP="00F167D9">
      <w:pPr>
        <w:keepNext/>
        <w:numPr>
          <w:ilvl w:val="0"/>
          <w:numId w:val="53"/>
        </w:numPr>
        <w:ind w:left="0" w:firstLine="0"/>
        <w:jc w:val="both"/>
        <w:outlineLvl w:val="3"/>
        <w:rPr>
          <w:b/>
          <w:lang w:eastAsia="it-IT"/>
        </w:rPr>
      </w:pPr>
      <w:r w:rsidRPr="00E720CB">
        <w:rPr>
          <w:b/>
          <w:lang w:eastAsia="it-IT"/>
        </w:rPr>
        <w:t>10. PROSPETTI ANALITICI</w:t>
      </w:r>
    </w:p>
    <w:p w14:paraId="1E7783FB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10. 1 Composizione dell’aggregazione (compilare una tabella per ogni partner)</w:t>
      </w:r>
    </w:p>
    <w:p w14:paraId="6A0EEA94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594A2B05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Partner 1</w:t>
      </w:r>
    </w:p>
    <w:p w14:paraId="0D61574E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tbl>
      <w:tblPr>
        <w:tblpPr w:leftFromText="141" w:rightFromText="141" w:vertAnchor="text" w:horzAnchor="margin" w:tblpXSpec="center" w:tblpY="-16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934"/>
      </w:tblGrid>
      <w:tr w:rsidR="00B4358E" w:rsidRPr="00E720CB" w14:paraId="64BAB9D0" w14:textId="77777777" w:rsidTr="00E042A4">
        <w:tc>
          <w:tcPr>
            <w:tcW w:w="2689" w:type="dxa"/>
          </w:tcPr>
          <w:p w14:paraId="6A5F01C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Denominazione</w:t>
            </w:r>
          </w:p>
        </w:tc>
        <w:tc>
          <w:tcPr>
            <w:tcW w:w="6934" w:type="dxa"/>
          </w:tcPr>
          <w:p w14:paraId="59D53E0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BC90FD3" w14:textId="77777777" w:rsidTr="00E042A4">
        <w:tc>
          <w:tcPr>
            <w:tcW w:w="2689" w:type="dxa"/>
          </w:tcPr>
          <w:p w14:paraId="6A773DC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Cod. Fiscale/P.IVA</w:t>
            </w:r>
          </w:p>
        </w:tc>
        <w:tc>
          <w:tcPr>
            <w:tcW w:w="6934" w:type="dxa"/>
          </w:tcPr>
          <w:p w14:paraId="7B89AD4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C2C20CD" w14:textId="77777777" w:rsidTr="00E042A4">
        <w:tc>
          <w:tcPr>
            <w:tcW w:w="2689" w:type="dxa"/>
          </w:tcPr>
          <w:p w14:paraId="1B70F0E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Indirizzo</w:t>
            </w:r>
          </w:p>
        </w:tc>
        <w:tc>
          <w:tcPr>
            <w:tcW w:w="6934" w:type="dxa"/>
          </w:tcPr>
          <w:p w14:paraId="56D6093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22E1093C" w14:textId="77777777" w:rsidTr="00E042A4">
        <w:tc>
          <w:tcPr>
            <w:tcW w:w="2689" w:type="dxa"/>
          </w:tcPr>
          <w:p w14:paraId="73F33D8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Telefono/fax/email</w:t>
            </w:r>
          </w:p>
        </w:tc>
        <w:tc>
          <w:tcPr>
            <w:tcW w:w="6934" w:type="dxa"/>
          </w:tcPr>
          <w:p w14:paraId="558D256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6ACA49B" w14:textId="77777777" w:rsidTr="00E042A4">
        <w:tc>
          <w:tcPr>
            <w:tcW w:w="2689" w:type="dxa"/>
          </w:tcPr>
          <w:p w14:paraId="2E2BFF5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Referente per il progetto</w:t>
            </w:r>
          </w:p>
        </w:tc>
        <w:tc>
          <w:tcPr>
            <w:tcW w:w="6934" w:type="dxa"/>
          </w:tcPr>
          <w:p w14:paraId="68EF7D7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6D3FB7D" w14:textId="77777777" w:rsidTr="00E042A4">
        <w:tc>
          <w:tcPr>
            <w:tcW w:w="2689" w:type="dxa"/>
          </w:tcPr>
          <w:p w14:paraId="6833A38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Telefono/fax/email</w:t>
            </w:r>
          </w:p>
        </w:tc>
        <w:tc>
          <w:tcPr>
            <w:tcW w:w="6934" w:type="dxa"/>
          </w:tcPr>
          <w:p w14:paraId="2014537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</w:tbl>
    <w:p w14:paraId="4D63C7C5" w14:textId="77777777" w:rsidR="00B4358E" w:rsidRPr="00E720CB" w:rsidRDefault="00B4358E" w:rsidP="00B4358E">
      <w:pPr>
        <w:spacing w:after="0"/>
        <w:rPr>
          <w:lang w:eastAsia="it-IT"/>
        </w:rPr>
      </w:pPr>
      <w:proofErr w:type="gramStart"/>
      <w:r w:rsidRPr="00E720CB">
        <w:rPr>
          <w:lang w:eastAsia="it-IT"/>
        </w:rPr>
        <w:t>10.2  Prospetti</w:t>
      </w:r>
      <w:proofErr w:type="gramEnd"/>
      <w:r w:rsidRPr="00E720CB">
        <w:rPr>
          <w:lang w:eastAsia="it-IT"/>
        </w:rPr>
        <w:t xml:space="preserve"> finanziari</w:t>
      </w:r>
    </w:p>
    <w:p w14:paraId="07F3B6D9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2BBA53FD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2634CA62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</w:p>
    <w:p w14:paraId="5244D14A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t xml:space="preserve">Scheda riassuntiva spese </w:t>
      </w:r>
      <w:proofErr w:type="gramStart"/>
      <w:r w:rsidRPr="00E720CB">
        <w:rPr>
          <w:rFonts w:cs="Tahoma"/>
          <w:b/>
          <w:lang w:eastAsia="it-IT"/>
        </w:rPr>
        <w:t>progetto  (</w:t>
      </w:r>
      <w:proofErr w:type="gramEnd"/>
      <w:r w:rsidRPr="00E720CB">
        <w:rPr>
          <w:rFonts w:cs="Tahoma"/>
          <w:b/>
          <w:lang w:eastAsia="it-IT"/>
        </w:rPr>
        <w:t>DA REDIGERE PER OGNI PARTNER E COMPLESSIVA PER L’INTERO PROGETTO)</w:t>
      </w:r>
    </w:p>
    <w:p w14:paraId="351DECDC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6"/>
        <w:gridCol w:w="1116"/>
        <w:gridCol w:w="1134"/>
        <w:gridCol w:w="1276"/>
      </w:tblGrid>
      <w:tr w:rsidR="00B4358E" w:rsidRPr="00E720CB" w14:paraId="3AAD612C" w14:textId="77777777" w:rsidTr="00E042A4">
        <w:trPr>
          <w:jc w:val="center"/>
        </w:trPr>
        <w:tc>
          <w:tcPr>
            <w:tcW w:w="5116" w:type="dxa"/>
            <w:vMerge w:val="restart"/>
          </w:tcPr>
          <w:p w14:paraId="581479C1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COSTI AMMESSI</w:t>
            </w:r>
          </w:p>
        </w:tc>
        <w:tc>
          <w:tcPr>
            <w:tcW w:w="3526" w:type="dxa"/>
            <w:gridSpan w:val="3"/>
          </w:tcPr>
          <w:p w14:paraId="248FC60B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TIPOLOGIA COSTO</w:t>
            </w:r>
          </w:p>
        </w:tc>
      </w:tr>
      <w:tr w:rsidR="00B4358E" w:rsidRPr="00E720CB" w14:paraId="3E85A0EF" w14:textId="77777777" w:rsidTr="00E042A4">
        <w:trPr>
          <w:jc w:val="center"/>
        </w:trPr>
        <w:tc>
          <w:tcPr>
            <w:tcW w:w="5116" w:type="dxa"/>
            <w:vMerge/>
          </w:tcPr>
          <w:p w14:paraId="2875B246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</w:p>
        </w:tc>
        <w:tc>
          <w:tcPr>
            <w:tcW w:w="1116" w:type="dxa"/>
          </w:tcPr>
          <w:p w14:paraId="4644E060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A</w:t>
            </w:r>
          </w:p>
        </w:tc>
        <w:tc>
          <w:tcPr>
            <w:tcW w:w="1134" w:type="dxa"/>
          </w:tcPr>
          <w:p w14:paraId="5B609E83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B</w:t>
            </w:r>
          </w:p>
        </w:tc>
        <w:tc>
          <w:tcPr>
            <w:tcW w:w="1276" w:type="dxa"/>
          </w:tcPr>
          <w:p w14:paraId="24ADE70D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</w:t>
            </w:r>
          </w:p>
        </w:tc>
      </w:tr>
      <w:tr w:rsidR="00B4358E" w:rsidRPr="00E720CB" w14:paraId="5D31B792" w14:textId="77777777" w:rsidTr="00E042A4">
        <w:trPr>
          <w:jc w:val="center"/>
        </w:trPr>
        <w:tc>
          <w:tcPr>
            <w:tcW w:w="5116" w:type="dxa"/>
          </w:tcPr>
          <w:p w14:paraId="277BC80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Spese notarili</w:t>
            </w:r>
          </w:p>
        </w:tc>
        <w:tc>
          <w:tcPr>
            <w:tcW w:w="1116" w:type="dxa"/>
          </w:tcPr>
          <w:p w14:paraId="52B611F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134" w:type="dxa"/>
            <w:shd w:val="clear" w:color="auto" w:fill="808080"/>
          </w:tcPr>
          <w:p w14:paraId="2DDBB42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  <w:shd w:val="clear" w:color="auto" w:fill="808080"/>
          </w:tcPr>
          <w:p w14:paraId="609C09D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1DA6450C" w14:textId="77777777" w:rsidTr="00E042A4">
        <w:trPr>
          <w:jc w:val="center"/>
        </w:trPr>
        <w:tc>
          <w:tcPr>
            <w:tcW w:w="5116" w:type="dxa"/>
          </w:tcPr>
          <w:p w14:paraId="575C46A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Consulenza prestata da soggetti terzi non partner</w:t>
            </w:r>
          </w:p>
        </w:tc>
        <w:tc>
          <w:tcPr>
            <w:tcW w:w="1116" w:type="dxa"/>
          </w:tcPr>
          <w:p w14:paraId="0A0FAD7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134" w:type="dxa"/>
          </w:tcPr>
          <w:p w14:paraId="167D9F0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</w:tcPr>
          <w:p w14:paraId="6C4B3E6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F80FD66" w14:textId="77777777" w:rsidTr="00E042A4">
        <w:trPr>
          <w:jc w:val="center"/>
        </w:trPr>
        <w:tc>
          <w:tcPr>
            <w:tcW w:w="5116" w:type="dxa"/>
          </w:tcPr>
          <w:p w14:paraId="0EB39D6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 xml:space="preserve">Personale impiegato </w:t>
            </w:r>
          </w:p>
        </w:tc>
        <w:tc>
          <w:tcPr>
            <w:tcW w:w="1116" w:type="dxa"/>
          </w:tcPr>
          <w:p w14:paraId="1BAB1DB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134" w:type="dxa"/>
          </w:tcPr>
          <w:p w14:paraId="0E9EC08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</w:tcPr>
          <w:p w14:paraId="7B4CE1D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085C2469" w14:textId="77777777" w:rsidTr="00E042A4">
        <w:trPr>
          <w:jc w:val="center"/>
        </w:trPr>
        <w:tc>
          <w:tcPr>
            <w:tcW w:w="5116" w:type="dxa"/>
          </w:tcPr>
          <w:p w14:paraId="22861B7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Missioni e trasferte</w:t>
            </w:r>
          </w:p>
        </w:tc>
        <w:tc>
          <w:tcPr>
            <w:tcW w:w="1116" w:type="dxa"/>
          </w:tcPr>
          <w:p w14:paraId="0DD906F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134" w:type="dxa"/>
          </w:tcPr>
          <w:p w14:paraId="59ECFDE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</w:tcPr>
          <w:p w14:paraId="73D6893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357015BF" w14:textId="77777777" w:rsidTr="00E042A4">
        <w:trPr>
          <w:jc w:val="center"/>
        </w:trPr>
        <w:tc>
          <w:tcPr>
            <w:tcW w:w="5116" w:type="dxa"/>
          </w:tcPr>
          <w:p w14:paraId="51ED809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Strumenti e attrezzature (quota imputabile)</w:t>
            </w:r>
          </w:p>
        </w:tc>
        <w:tc>
          <w:tcPr>
            <w:tcW w:w="1116" w:type="dxa"/>
            <w:shd w:val="clear" w:color="auto" w:fill="808080"/>
          </w:tcPr>
          <w:p w14:paraId="1F6C419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134" w:type="dxa"/>
          </w:tcPr>
          <w:p w14:paraId="171DBC1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  <w:shd w:val="clear" w:color="auto" w:fill="auto"/>
          </w:tcPr>
          <w:p w14:paraId="6AC57D9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79BF121" w14:textId="77777777" w:rsidTr="00E042A4">
        <w:trPr>
          <w:jc w:val="center"/>
        </w:trPr>
        <w:tc>
          <w:tcPr>
            <w:tcW w:w="5116" w:type="dxa"/>
          </w:tcPr>
          <w:p w14:paraId="27FF1F0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 xml:space="preserve">Materiali d’uso e forniture </w:t>
            </w:r>
          </w:p>
        </w:tc>
        <w:tc>
          <w:tcPr>
            <w:tcW w:w="1116" w:type="dxa"/>
            <w:shd w:val="clear" w:color="auto" w:fill="7F7F7F" w:themeFill="text1" w:themeFillTint="80"/>
          </w:tcPr>
          <w:p w14:paraId="0155EC7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134" w:type="dxa"/>
          </w:tcPr>
          <w:p w14:paraId="585D6F6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</w:tcPr>
          <w:p w14:paraId="13881BB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1F4FAE1C" w14:textId="77777777" w:rsidTr="00E042A4">
        <w:trPr>
          <w:jc w:val="center"/>
        </w:trPr>
        <w:tc>
          <w:tcPr>
            <w:tcW w:w="5116" w:type="dxa"/>
          </w:tcPr>
          <w:p w14:paraId="647E5AE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Creazione di prototipi, realizzazione test, collaudi</w:t>
            </w:r>
          </w:p>
        </w:tc>
        <w:tc>
          <w:tcPr>
            <w:tcW w:w="1116" w:type="dxa"/>
            <w:shd w:val="clear" w:color="auto" w:fill="808080"/>
          </w:tcPr>
          <w:p w14:paraId="5E730B1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134" w:type="dxa"/>
          </w:tcPr>
          <w:p w14:paraId="7E7C644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  <w:shd w:val="clear" w:color="auto" w:fill="808080"/>
          </w:tcPr>
          <w:p w14:paraId="051F5D6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54B3F181" w14:textId="77777777" w:rsidTr="00E042A4">
        <w:trPr>
          <w:jc w:val="center"/>
        </w:trPr>
        <w:tc>
          <w:tcPr>
            <w:tcW w:w="5116" w:type="dxa"/>
          </w:tcPr>
          <w:p w14:paraId="4ED732A6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Totali</w:t>
            </w:r>
          </w:p>
        </w:tc>
        <w:tc>
          <w:tcPr>
            <w:tcW w:w="1116" w:type="dxa"/>
          </w:tcPr>
          <w:p w14:paraId="30BEF94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134" w:type="dxa"/>
          </w:tcPr>
          <w:p w14:paraId="296DCCA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</w:tcPr>
          <w:p w14:paraId="7450A41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7C76DF32" w14:textId="77777777" w:rsidTr="00E042A4">
        <w:trPr>
          <w:jc w:val="center"/>
        </w:trPr>
        <w:tc>
          <w:tcPr>
            <w:tcW w:w="5116" w:type="dxa"/>
          </w:tcPr>
          <w:p w14:paraId="1644B21D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Totale spese progetto (A+B+C) €</w:t>
            </w:r>
          </w:p>
        </w:tc>
        <w:tc>
          <w:tcPr>
            <w:tcW w:w="3526" w:type="dxa"/>
            <w:gridSpan w:val="3"/>
          </w:tcPr>
          <w:p w14:paraId="6471CA9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</w:tbl>
    <w:p w14:paraId="775D6C29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560B496B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0A0C76B3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1B3268ED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  <w:r w:rsidRPr="00E720CB">
        <w:rPr>
          <w:rFonts w:cs="Tahoma"/>
          <w:b/>
          <w:lang w:eastAsia="it-IT"/>
        </w:rPr>
        <w:t>TIPOLOGIA COSTO</w:t>
      </w:r>
    </w:p>
    <w:p w14:paraId="77F012E7" w14:textId="77777777" w:rsidR="00B4358E" w:rsidRPr="00E720CB" w:rsidRDefault="00B4358E" w:rsidP="00F167D9">
      <w:pPr>
        <w:numPr>
          <w:ilvl w:val="0"/>
          <w:numId w:val="46"/>
        </w:numPr>
        <w:autoSpaceDE w:val="0"/>
        <w:autoSpaceDN w:val="0"/>
        <w:adjustRightInd w:val="0"/>
        <w:spacing w:after="0"/>
        <w:ind w:left="720"/>
        <w:contextualSpacing/>
        <w:jc w:val="both"/>
        <w:rPr>
          <w:rFonts w:cs="Tahoma"/>
          <w:lang w:eastAsia="it-IT"/>
        </w:rPr>
      </w:pPr>
      <w:r w:rsidRPr="00E720CB">
        <w:rPr>
          <w:rFonts w:cs="Tahoma"/>
          <w:lang w:eastAsia="it-IT"/>
        </w:rPr>
        <w:lastRenderedPageBreak/>
        <w:t>Costi della</w:t>
      </w:r>
      <w:r w:rsidRPr="00E720CB">
        <w:rPr>
          <w:rFonts w:cs="Tahoma"/>
          <w:b/>
          <w:lang w:eastAsia="it-IT"/>
        </w:rPr>
        <w:t xml:space="preserve"> cooperazione </w:t>
      </w:r>
      <w:r w:rsidRPr="00E720CB">
        <w:rPr>
          <w:rFonts w:cs="Tahoma"/>
          <w:lang w:eastAsia="it-IT"/>
        </w:rPr>
        <w:t xml:space="preserve">(progettazione, costituzione dell’aggregazione, coordinamento e gestione del progetto e dell’aggregazione); </w:t>
      </w:r>
      <w:r w:rsidRPr="00E720CB">
        <w:rPr>
          <w:color w:val="000000"/>
          <w:lang w:eastAsia="it-IT"/>
        </w:rPr>
        <w:t>non possono superare il 15% del costo del progetto ammesso a finanziamento, e comunque fino a un massimo di 25.000€.</w:t>
      </w:r>
    </w:p>
    <w:p w14:paraId="50121AB5" w14:textId="77777777" w:rsidR="00B4358E" w:rsidRPr="00E720CB" w:rsidRDefault="00B4358E" w:rsidP="00F167D9">
      <w:pPr>
        <w:numPr>
          <w:ilvl w:val="0"/>
          <w:numId w:val="46"/>
        </w:numPr>
        <w:autoSpaceDE w:val="0"/>
        <w:autoSpaceDN w:val="0"/>
        <w:adjustRightInd w:val="0"/>
        <w:spacing w:after="0"/>
        <w:ind w:left="709" w:hanging="425"/>
        <w:contextualSpacing/>
        <w:jc w:val="both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 xml:space="preserve">Costi di </w:t>
      </w:r>
      <w:r w:rsidRPr="00E720CB">
        <w:rPr>
          <w:rFonts w:cs="Tahoma"/>
          <w:b/>
          <w:lang w:eastAsia="it-IT"/>
        </w:rPr>
        <w:t>realizzazione del progetto</w:t>
      </w:r>
      <w:r w:rsidRPr="00E720CB">
        <w:rPr>
          <w:rFonts w:cs="Tahoma"/>
          <w:lang w:eastAsia="it-IT"/>
        </w:rPr>
        <w:t>;</w:t>
      </w:r>
    </w:p>
    <w:p w14:paraId="61977615" w14:textId="77777777" w:rsidR="00B4358E" w:rsidRPr="00E720CB" w:rsidRDefault="00B4358E" w:rsidP="00F167D9">
      <w:pPr>
        <w:numPr>
          <w:ilvl w:val="0"/>
          <w:numId w:val="46"/>
        </w:numPr>
        <w:autoSpaceDE w:val="0"/>
        <w:autoSpaceDN w:val="0"/>
        <w:adjustRightInd w:val="0"/>
        <w:spacing w:after="0"/>
        <w:ind w:left="709" w:hanging="425"/>
        <w:contextualSpacing/>
        <w:jc w:val="both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 xml:space="preserve">Costi per la </w:t>
      </w:r>
      <w:r w:rsidRPr="00E720CB">
        <w:rPr>
          <w:rFonts w:cs="Tahoma"/>
          <w:b/>
          <w:lang w:eastAsia="it-IT"/>
        </w:rPr>
        <w:t xml:space="preserve">diffusione dei risultati </w:t>
      </w:r>
      <w:r w:rsidRPr="00E720CB">
        <w:rPr>
          <w:rFonts w:cs="Tahoma"/>
          <w:lang w:eastAsia="it-IT"/>
        </w:rPr>
        <w:t>di progetto attraverso la realizzazione di eventi divulgativi (convegni, seminari, mostre, ecc.) e di iniziative dimostrative anche in campo, visite guidate, pubblicazioni tematiche e/o specialistiche non periodiche, diffuse tramite stampa o media elettronici. I destinatari della divulgazione sono gli addetti al settore agricolo e portatori di interesse lombardi.</w:t>
      </w:r>
    </w:p>
    <w:p w14:paraId="0A99E5CA" w14:textId="77777777" w:rsidR="00B4358E" w:rsidRPr="00E720CB" w:rsidRDefault="00B4358E" w:rsidP="00B4358E">
      <w:pPr>
        <w:autoSpaceDE w:val="0"/>
        <w:autoSpaceDN w:val="0"/>
        <w:adjustRightInd w:val="0"/>
        <w:spacing w:after="0"/>
        <w:ind w:left="720"/>
        <w:contextualSpacing/>
        <w:rPr>
          <w:rFonts w:cs="Tahoma"/>
          <w:lang w:eastAsia="it-IT"/>
        </w:rPr>
      </w:pPr>
      <w:r w:rsidRPr="00E720CB">
        <w:rPr>
          <w:rFonts w:cs="Tahoma"/>
          <w:lang w:eastAsia="it-IT"/>
        </w:rPr>
        <w:t xml:space="preserve">Questi costi </w:t>
      </w:r>
      <w:r w:rsidRPr="00E720CB">
        <w:rPr>
          <w:color w:val="000000"/>
          <w:lang w:eastAsia="it-IT"/>
        </w:rPr>
        <w:t>non possono superare il 15% dell’intero ammontare ammissibile a finanziamento, con un massimo di 35.000,00 €;</w:t>
      </w:r>
    </w:p>
    <w:p w14:paraId="4D1127E9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2634F1F5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Dettaglio per tipologie di costo:</w:t>
      </w:r>
    </w:p>
    <w:p w14:paraId="58331573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7"/>
        <w:gridCol w:w="4962"/>
        <w:gridCol w:w="1646"/>
      </w:tblGrid>
      <w:tr w:rsidR="00B4358E" w:rsidRPr="00E720CB" w14:paraId="10591FB7" w14:textId="77777777" w:rsidTr="00E042A4">
        <w:trPr>
          <w:jc w:val="center"/>
        </w:trPr>
        <w:tc>
          <w:tcPr>
            <w:tcW w:w="95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CAC7A0" w14:textId="77777777" w:rsidR="00B4358E" w:rsidRPr="00E720CB" w:rsidRDefault="00B4358E" w:rsidP="00E042A4">
            <w:pPr>
              <w:spacing w:after="0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CONSULENZA PRESTATA DA SOGGETTI TERZI NON PARTNER</w:t>
            </w:r>
          </w:p>
        </w:tc>
      </w:tr>
      <w:tr w:rsidR="00B4358E" w:rsidRPr="00E720CB" w14:paraId="1934610B" w14:textId="77777777" w:rsidTr="00E042A4">
        <w:trPr>
          <w:jc w:val="center"/>
        </w:trPr>
        <w:tc>
          <w:tcPr>
            <w:tcW w:w="2947" w:type="dxa"/>
            <w:tcBorders>
              <w:top w:val="single" w:sz="4" w:space="0" w:color="auto"/>
            </w:tcBorders>
          </w:tcPr>
          <w:p w14:paraId="46227A1C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Partner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14:paraId="33B35AB7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Consulente e attività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02ABF075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Costo</w:t>
            </w:r>
          </w:p>
        </w:tc>
      </w:tr>
      <w:tr w:rsidR="00B4358E" w:rsidRPr="00E720CB" w14:paraId="47289C2D" w14:textId="77777777" w:rsidTr="00E042A4">
        <w:trPr>
          <w:jc w:val="center"/>
        </w:trPr>
        <w:tc>
          <w:tcPr>
            <w:tcW w:w="2947" w:type="dxa"/>
          </w:tcPr>
          <w:p w14:paraId="097BA0B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1</w:t>
            </w:r>
          </w:p>
        </w:tc>
        <w:tc>
          <w:tcPr>
            <w:tcW w:w="4962" w:type="dxa"/>
          </w:tcPr>
          <w:p w14:paraId="66D256E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46" w:type="dxa"/>
          </w:tcPr>
          <w:p w14:paraId="2E5D2A3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274E95F5" w14:textId="77777777" w:rsidTr="00E042A4">
        <w:trPr>
          <w:jc w:val="center"/>
        </w:trPr>
        <w:tc>
          <w:tcPr>
            <w:tcW w:w="2947" w:type="dxa"/>
          </w:tcPr>
          <w:p w14:paraId="7BFC464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2</w:t>
            </w:r>
          </w:p>
        </w:tc>
        <w:tc>
          <w:tcPr>
            <w:tcW w:w="4962" w:type="dxa"/>
          </w:tcPr>
          <w:p w14:paraId="1821337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46" w:type="dxa"/>
          </w:tcPr>
          <w:p w14:paraId="4CC11BA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D300500" w14:textId="77777777" w:rsidTr="00E042A4">
        <w:trPr>
          <w:jc w:val="center"/>
        </w:trPr>
        <w:tc>
          <w:tcPr>
            <w:tcW w:w="2947" w:type="dxa"/>
          </w:tcPr>
          <w:p w14:paraId="0CDBAC0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…</w:t>
            </w:r>
          </w:p>
        </w:tc>
        <w:tc>
          <w:tcPr>
            <w:tcW w:w="4962" w:type="dxa"/>
          </w:tcPr>
          <w:p w14:paraId="6262473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46" w:type="dxa"/>
          </w:tcPr>
          <w:p w14:paraId="6F5363F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F3C0DF1" w14:textId="77777777" w:rsidTr="00E042A4">
        <w:trPr>
          <w:jc w:val="center"/>
        </w:trPr>
        <w:tc>
          <w:tcPr>
            <w:tcW w:w="7909" w:type="dxa"/>
            <w:gridSpan w:val="2"/>
          </w:tcPr>
          <w:p w14:paraId="663CC968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Totale</w:t>
            </w:r>
          </w:p>
        </w:tc>
        <w:tc>
          <w:tcPr>
            <w:tcW w:w="1646" w:type="dxa"/>
          </w:tcPr>
          <w:p w14:paraId="45079716" w14:textId="77777777" w:rsidR="00B4358E" w:rsidRPr="00E720CB" w:rsidRDefault="00B4358E" w:rsidP="00E042A4">
            <w:pPr>
              <w:spacing w:after="0"/>
              <w:rPr>
                <w:rFonts w:cs="Tahoma"/>
                <w:b/>
                <w:lang w:eastAsia="it-IT"/>
              </w:rPr>
            </w:pPr>
          </w:p>
        </w:tc>
      </w:tr>
    </w:tbl>
    <w:p w14:paraId="4DEFC66B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7"/>
        <w:gridCol w:w="2820"/>
        <w:gridCol w:w="992"/>
        <w:gridCol w:w="1560"/>
        <w:gridCol w:w="1646"/>
      </w:tblGrid>
      <w:tr w:rsidR="00B4358E" w:rsidRPr="00E720CB" w14:paraId="2FB97B3F" w14:textId="77777777" w:rsidTr="00E042A4">
        <w:trPr>
          <w:jc w:val="center"/>
        </w:trPr>
        <w:tc>
          <w:tcPr>
            <w:tcW w:w="95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9BD7FB" w14:textId="77777777" w:rsidR="00B4358E" w:rsidRPr="00E720CB" w:rsidRDefault="00B4358E" w:rsidP="00E042A4">
            <w:pPr>
              <w:spacing w:after="0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SPESE DI PERSONALE (VEDI PARAGRAFO 6 DELLE DISPOSIZIONI ATTUATIVE, PUNTO 3 DELLA TABELLA)</w:t>
            </w:r>
          </w:p>
        </w:tc>
      </w:tr>
      <w:tr w:rsidR="00B4358E" w:rsidRPr="00E720CB" w14:paraId="793C8BFE" w14:textId="77777777" w:rsidTr="00E042A4">
        <w:trPr>
          <w:jc w:val="center"/>
        </w:trPr>
        <w:tc>
          <w:tcPr>
            <w:tcW w:w="2537" w:type="dxa"/>
            <w:tcBorders>
              <w:top w:val="single" w:sz="4" w:space="0" w:color="auto"/>
            </w:tcBorders>
          </w:tcPr>
          <w:p w14:paraId="79B9E92A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Partner</w:t>
            </w:r>
          </w:p>
        </w:tc>
        <w:tc>
          <w:tcPr>
            <w:tcW w:w="2820" w:type="dxa"/>
            <w:tcBorders>
              <w:top w:val="single" w:sz="4" w:space="0" w:color="auto"/>
            </w:tcBorders>
          </w:tcPr>
          <w:p w14:paraId="6C32F9D3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qualifica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AA7005F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 xml:space="preserve">n°. </w:t>
            </w:r>
            <w:proofErr w:type="spellStart"/>
            <w:r w:rsidRPr="00E720CB">
              <w:rPr>
                <w:rFonts w:cs="Tahoma"/>
                <w:b/>
                <w:lang w:eastAsia="it-IT"/>
              </w:rPr>
              <w:t>pers</w:t>
            </w:r>
            <w:proofErr w:type="spellEnd"/>
            <w:r w:rsidRPr="00E720CB">
              <w:rPr>
                <w:rFonts w:cs="Tahoma"/>
                <w:b/>
                <w:lang w:eastAsia="it-IT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3C62BED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gg. lavorati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14902733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Costo</w:t>
            </w:r>
          </w:p>
        </w:tc>
      </w:tr>
      <w:tr w:rsidR="00B4358E" w:rsidRPr="00E720CB" w14:paraId="47AD649E" w14:textId="77777777" w:rsidTr="00E042A4">
        <w:trPr>
          <w:jc w:val="center"/>
        </w:trPr>
        <w:tc>
          <w:tcPr>
            <w:tcW w:w="2537" w:type="dxa"/>
          </w:tcPr>
          <w:p w14:paraId="22D37F8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1</w:t>
            </w:r>
          </w:p>
        </w:tc>
        <w:tc>
          <w:tcPr>
            <w:tcW w:w="2820" w:type="dxa"/>
          </w:tcPr>
          <w:p w14:paraId="26CFC8B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0C52EAB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560" w:type="dxa"/>
          </w:tcPr>
          <w:p w14:paraId="6402719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46" w:type="dxa"/>
          </w:tcPr>
          <w:p w14:paraId="4CCBF61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B9DC76A" w14:textId="77777777" w:rsidTr="00E042A4">
        <w:trPr>
          <w:jc w:val="center"/>
        </w:trPr>
        <w:tc>
          <w:tcPr>
            <w:tcW w:w="2537" w:type="dxa"/>
          </w:tcPr>
          <w:p w14:paraId="61F9D01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2</w:t>
            </w:r>
          </w:p>
        </w:tc>
        <w:tc>
          <w:tcPr>
            <w:tcW w:w="2820" w:type="dxa"/>
          </w:tcPr>
          <w:p w14:paraId="47B0381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4E65170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560" w:type="dxa"/>
          </w:tcPr>
          <w:p w14:paraId="17327D9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46" w:type="dxa"/>
          </w:tcPr>
          <w:p w14:paraId="07087C8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79DA5E5" w14:textId="77777777" w:rsidTr="00E042A4">
        <w:trPr>
          <w:jc w:val="center"/>
        </w:trPr>
        <w:tc>
          <w:tcPr>
            <w:tcW w:w="2537" w:type="dxa"/>
          </w:tcPr>
          <w:p w14:paraId="1EF82A3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…</w:t>
            </w:r>
          </w:p>
        </w:tc>
        <w:tc>
          <w:tcPr>
            <w:tcW w:w="2820" w:type="dxa"/>
          </w:tcPr>
          <w:p w14:paraId="317756D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4A4C5DE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560" w:type="dxa"/>
          </w:tcPr>
          <w:p w14:paraId="6EBB969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46" w:type="dxa"/>
          </w:tcPr>
          <w:p w14:paraId="2D8E4FF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3E8E363" w14:textId="77777777" w:rsidTr="00E042A4">
        <w:trPr>
          <w:jc w:val="center"/>
        </w:trPr>
        <w:tc>
          <w:tcPr>
            <w:tcW w:w="7909" w:type="dxa"/>
            <w:gridSpan w:val="4"/>
          </w:tcPr>
          <w:p w14:paraId="05F217C3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Totale</w:t>
            </w:r>
          </w:p>
        </w:tc>
        <w:tc>
          <w:tcPr>
            <w:tcW w:w="1646" w:type="dxa"/>
          </w:tcPr>
          <w:p w14:paraId="338657F3" w14:textId="77777777" w:rsidR="00B4358E" w:rsidRPr="00E720CB" w:rsidRDefault="00B4358E" w:rsidP="00E042A4">
            <w:pPr>
              <w:spacing w:after="0"/>
              <w:rPr>
                <w:rFonts w:cs="Tahoma"/>
                <w:b/>
                <w:lang w:eastAsia="it-IT"/>
              </w:rPr>
            </w:pPr>
          </w:p>
        </w:tc>
      </w:tr>
    </w:tbl>
    <w:p w14:paraId="58682C33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962"/>
        <w:gridCol w:w="1646"/>
      </w:tblGrid>
      <w:tr w:rsidR="00B4358E" w:rsidRPr="00E720CB" w14:paraId="21C0E2BF" w14:textId="77777777" w:rsidTr="00E042A4">
        <w:trPr>
          <w:jc w:val="center"/>
        </w:trPr>
        <w:tc>
          <w:tcPr>
            <w:tcW w:w="94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747533" w14:textId="77777777" w:rsidR="00B4358E" w:rsidRPr="00E720CB" w:rsidRDefault="00B4358E" w:rsidP="00E042A4">
            <w:pPr>
              <w:spacing w:after="0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SPESE PER MISSIONI</w:t>
            </w:r>
          </w:p>
        </w:tc>
      </w:tr>
      <w:tr w:rsidR="00B4358E" w:rsidRPr="00E720CB" w14:paraId="5C651D5A" w14:textId="77777777" w:rsidTr="00E042A4">
        <w:trPr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14:paraId="7FC77C38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Partner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14:paraId="22F57173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Destinazione/motivazione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14:paraId="3D0DFB0E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Costo</w:t>
            </w:r>
          </w:p>
        </w:tc>
      </w:tr>
      <w:tr w:rsidR="00B4358E" w:rsidRPr="00E720CB" w14:paraId="17580AAE" w14:textId="77777777" w:rsidTr="00E042A4">
        <w:trPr>
          <w:jc w:val="center"/>
        </w:trPr>
        <w:tc>
          <w:tcPr>
            <w:tcW w:w="2835" w:type="dxa"/>
          </w:tcPr>
          <w:p w14:paraId="2E23FAA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1</w:t>
            </w:r>
          </w:p>
        </w:tc>
        <w:tc>
          <w:tcPr>
            <w:tcW w:w="4962" w:type="dxa"/>
          </w:tcPr>
          <w:p w14:paraId="3553EDA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46" w:type="dxa"/>
          </w:tcPr>
          <w:p w14:paraId="6FCFF0D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151FF137" w14:textId="77777777" w:rsidTr="00E042A4">
        <w:trPr>
          <w:jc w:val="center"/>
        </w:trPr>
        <w:tc>
          <w:tcPr>
            <w:tcW w:w="2835" w:type="dxa"/>
          </w:tcPr>
          <w:p w14:paraId="279E784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2</w:t>
            </w:r>
          </w:p>
        </w:tc>
        <w:tc>
          <w:tcPr>
            <w:tcW w:w="4962" w:type="dxa"/>
          </w:tcPr>
          <w:p w14:paraId="0578DEB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46" w:type="dxa"/>
          </w:tcPr>
          <w:p w14:paraId="0904B85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00F993DA" w14:textId="77777777" w:rsidTr="00E042A4">
        <w:trPr>
          <w:jc w:val="center"/>
        </w:trPr>
        <w:tc>
          <w:tcPr>
            <w:tcW w:w="2835" w:type="dxa"/>
          </w:tcPr>
          <w:p w14:paraId="05759324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…</w:t>
            </w:r>
          </w:p>
        </w:tc>
        <w:tc>
          <w:tcPr>
            <w:tcW w:w="4962" w:type="dxa"/>
          </w:tcPr>
          <w:p w14:paraId="0A9A7C7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46" w:type="dxa"/>
          </w:tcPr>
          <w:p w14:paraId="63A6618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C33A7CD" w14:textId="77777777" w:rsidTr="00E042A4">
        <w:trPr>
          <w:jc w:val="center"/>
        </w:trPr>
        <w:tc>
          <w:tcPr>
            <w:tcW w:w="7797" w:type="dxa"/>
            <w:gridSpan w:val="2"/>
          </w:tcPr>
          <w:p w14:paraId="01A9D110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Totale</w:t>
            </w:r>
          </w:p>
        </w:tc>
        <w:tc>
          <w:tcPr>
            <w:tcW w:w="1646" w:type="dxa"/>
          </w:tcPr>
          <w:p w14:paraId="6AC6157F" w14:textId="77777777" w:rsidR="00B4358E" w:rsidRPr="00E720CB" w:rsidRDefault="00B4358E" w:rsidP="00E042A4">
            <w:pPr>
              <w:spacing w:after="0"/>
              <w:rPr>
                <w:rFonts w:cs="Tahoma"/>
                <w:b/>
                <w:lang w:eastAsia="it-IT"/>
              </w:rPr>
            </w:pPr>
          </w:p>
        </w:tc>
      </w:tr>
    </w:tbl>
    <w:p w14:paraId="74B93BF6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1833"/>
        <w:gridCol w:w="1275"/>
        <w:gridCol w:w="1413"/>
        <w:gridCol w:w="1276"/>
        <w:gridCol w:w="851"/>
        <w:gridCol w:w="1294"/>
      </w:tblGrid>
      <w:tr w:rsidR="00B4358E" w:rsidRPr="00E720CB" w14:paraId="4B464EA7" w14:textId="77777777" w:rsidTr="00E042A4">
        <w:trPr>
          <w:jc w:val="center"/>
        </w:trPr>
        <w:tc>
          <w:tcPr>
            <w:tcW w:w="93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3E3A11" w14:textId="77777777" w:rsidR="00B4358E" w:rsidRPr="00E720CB" w:rsidRDefault="00B4358E" w:rsidP="00E042A4">
            <w:pPr>
              <w:spacing w:after="0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STRUMENTI E ATTREZZATURE</w:t>
            </w:r>
          </w:p>
        </w:tc>
      </w:tr>
      <w:tr w:rsidR="00B4358E" w:rsidRPr="00E720CB" w14:paraId="4E449386" w14:textId="77777777" w:rsidTr="00E042A4">
        <w:trPr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</w:tcBorders>
            <w:vAlign w:val="center"/>
          </w:tcPr>
          <w:p w14:paraId="63444A83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Partner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</w:tcBorders>
            <w:vAlign w:val="center"/>
          </w:tcPr>
          <w:p w14:paraId="4DEB73D5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Descrizione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5CC78FF7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Costo acquisto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6EEACB8C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Ammortamento (3 o 5 anni)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08FAB60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Durata progetto</w:t>
            </w:r>
          </w:p>
          <w:p w14:paraId="62AE62E8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(mesi)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71540BC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% uso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center"/>
          </w:tcPr>
          <w:p w14:paraId="6561600F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Costo finanziabile</w:t>
            </w:r>
          </w:p>
          <w:p w14:paraId="63AF11A3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(vedi par. 8. C)</w:t>
            </w:r>
          </w:p>
        </w:tc>
      </w:tr>
      <w:tr w:rsidR="00B4358E" w:rsidRPr="00E720CB" w14:paraId="6C4A9451" w14:textId="77777777" w:rsidTr="00E042A4">
        <w:trPr>
          <w:jc w:val="center"/>
        </w:trPr>
        <w:tc>
          <w:tcPr>
            <w:tcW w:w="1446" w:type="dxa"/>
            <w:vMerge/>
          </w:tcPr>
          <w:p w14:paraId="37DC587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833" w:type="dxa"/>
            <w:vMerge/>
          </w:tcPr>
          <w:p w14:paraId="1B39BBF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5" w:type="dxa"/>
            <w:vAlign w:val="center"/>
          </w:tcPr>
          <w:p w14:paraId="10EC050A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a</w:t>
            </w:r>
          </w:p>
        </w:tc>
        <w:tc>
          <w:tcPr>
            <w:tcW w:w="1413" w:type="dxa"/>
            <w:vAlign w:val="center"/>
          </w:tcPr>
          <w:p w14:paraId="498A071B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b</w:t>
            </w:r>
          </w:p>
        </w:tc>
        <w:tc>
          <w:tcPr>
            <w:tcW w:w="1276" w:type="dxa"/>
            <w:vAlign w:val="center"/>
          </w:tcPr>
          <w:p w14:paraId="4F3F72AC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</w:t>
            </w:r>
          </w:p>
        </w:tc>
        <w:tc>
          <w:tcPr>
            <w:tcW w:w="851" w:type="dxa"/>
            <w:vAlign w:val="center"/>
          </w:tcPr>
          <w:p w14:paraId="501EFE7C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d</w:t>
            </w:r>
          </w:p>
        </w:tc>
        <w:tc>
          <w:tcPr>
            <w:tcW w:w="1294" w:type="dxa"/>
            <w:vAlign w:val="center"/>
          </w:tcPr>
          <w:p w14:paraId="5015B842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a/b * c/12 * d/100</w:t>
            </w:r>
          </w:p>
        </w:tc>
      </w:tr>
      <w:tr w:rsidR="00B4358E" w:rsidRPr="00E720CB" w14:paraId="6AEBE137" w14:textId="77777777" w:rsidTr="00E042A4">
        <w:trPr>
          <w:jc w:val="center"/>
        </w:trPr>
        <w:tc>
          <w:tcPr>
            <w:tcW w:w="1446" w:type="dxa"/>
          </w:tcPr>
          <w:p w14:paraId="0428C73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1</w:t>
            </w:r>
          </w:p>
        </w:tc>
        <w:tc>
          <w:tcPr>
            <w:tcW w:w="1833" w:type="dxa"/>
          </w:tcPr>
          <w:p w14:paraId="2B6E354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5" w:type="dxa"/>
          </w:tcPr>
          <w:p w14:paraId="3DFFEC5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413" w:type="dxa"/>
          </w:tcPr>
          <w:p w14:paraId="1E1BB5B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</w:tcPr>
          <w:p w14:paraId="281789C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851" w:type="dxa"/>
          </w:tcPr>
          <w:p w14:paraId="2A0D254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94" w:type="dxa"/>
          </w:tcPr>
          <w:p w14:paraId="555CF9E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30BD00E1" w14:textId="77777777" w:rsidTr="00E042A4">
        <w:trPr>
          <w:jc w:val="center"/>
        </w:trPr>
        <w:tc>
          <w:tcPr>
            <w:tcW w:w="1446" w:type="dxa"/>
            <w:tcBorders>
              <w:bottom w:val="single" w:sz="4" w:space="0" w:color="auto"/>
            </w:tcBorders>
          </w:tcPr>
          <w:p w14:paraId="762BF41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2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14:paraId="0F3EF80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DBE2C3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03B3F82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A42C70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EDB3F5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1C1A1C5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78DF4328" w14:textId="77777777" w:rsidTr="00E042A4">
        <w:trPr>
          <w:jc w:val="center"/>
        </w:trPr>
        <w:tc>
          <w:tcPr>
            <w:tcW w:w="1446" w:type="dxa"/>
            <w:tcBorders>
              <w:bottom w:val="single" w:sz="12" w:space="0" w:color="auto"/>
            </w:tcBorders>
          </w:tcPr>
          <w:p w14:paraId="5DD78D1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…</w:t>
            </w:r>
          </w:p>
        </w:tc>
        <w:tc>
          <w:tcPr>
            <w:tcW w:w="1833" w:type="dxa"/>
            <w:tcBorders>
              <w:bottom w:val="single" w:sz="12" w:space="0" w:color="auto"/>
            </w:tcBorders>
          </w:tcPr>
          <w:p w14:paraId="314C343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537B4CA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413" w:type="dxa"/>
            <w:tcBorders>
              <w:bottom w:val="single" w:sz="12" w:space="0" w:color="auto"/>
            </w:tcBorders>
          </w:tcPr>
          <w:p w14:paraId="3C37E75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47B23A6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1B76BCA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294" w:type="dxa"/>
            <w:tcBorders>
              <w:bottom w:val="single" w:sz="12" w:space="0" w:color="auto"/>
            </w:tcBorders>
          </w:tcPr>
          <w:p w14:paraId="352F766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0517800C" w14:textId="77777777" w:rsidTr="00E042A4">
        <w:trPr>
          <w:jc w:val="center"/>
        </w:trPr>
        <w:tc>
          <w:tcPr>
            <w:tcW w:w="8094" w:type="dxa"/>
            <w:gridSpan w:val="6"/>
            <w:tcBorders>
              <w:top w:val="single" w:sz="12" w:space="0" w:color="auto"/>
            </w:tcBorders>
          </w:tcPr>
          <w:p w14:paraId="282056A2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 xml:space="preserve">Totale </w:t>
            </w:r>
          </w:p>
        </w:tc>
        <w:tc>
          <w:tcPr>
            <w:tcW w:w="1294" w:type="dxa"/>
            <w:tcBorders>
              <w:top w:val="single" w:sz="12" w:space="0" w:color="auto"/>
            </w:tcBorders>
          </w:tcPr>
          <w:p w14:paraId="7BA85D7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</w:tbl>
    <w:p w14:paraId="7197F4BE" w14:textId="77777777" w:rsidR="00B4358E" w:rsidRPr="00E720CB" w:rsidRDefault="00B4358E" w:rsidP="00B4358E">
      <w:pPr>
        <w:spacing w:after="0"/>
        <w:jc w:val="center"/>
        <w:rPr>
          <w:rFonts w:cs="Tahoma"/>
          <w:b/>
          <w:lang w:eastAsia="it-IT"/>
        </w:rPr>
      </w:pPr>
    </w:p>
    <w:p w14:paraId="6D95198D" w14:textId="77777777" w:rsidR="00B4358E" w:rsidRPr="00E720CB" w:rsidRDefault="00B4358E" w:rsidP="00B4358E">
      <w:pPr>
        <w:spacing w:after="0"/>
        <w:jc w:val="center"/>
        <w:rPr>
          <w:rFonts w:cs="Tahoma"/>
          <w:b/>
          <w:lang w:eastAsia="it-IT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5670"/>
        <w:gridCol w:w="1612"/>
      </w:tblGrid>
      <w:tr w:rsidR="00B4358E" w:rsidRPr="00E720CB" w14:paraId="4B4DCC96" w14:textId="77777777" w:rsidTr="00E042A4">
        <w:trPr>
          <w:jc w:val="center"/>
        </w:trPr>
        <w:tc>
          <w:tcPr>
            <w:tcW w:w="93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2323C" w14:textId="77777777" w:rsidR="00B4358E" w:rsidRPr="00E720CB" w:rsidRDefault="00B4358E" w:rsidP="00E042A4">
            <w:pPr>
              <w:spacing w:after="0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SPESE PER MATERIALI D’USO</w:t>
            </w:r>
          </w:p>
        </w:tc>
      </w:tr>
      <w:tr w:rsidR="00B4358E" w:rsidRPr="00E720CB" w14:paraId="76B8AF99" w14:textId="77777777" w:rsidTr="00E042A4">
        <w:trPr>
          <w:jc w:val="center"/>
        </w:trPr>
        <w:tc>
          <w:tcPr>
            <w:tcW w:w="2063" w:type="dxa"/>
            <w:tcBorders>
              <w:top w:val="single" w:sz="4" w:space="0" w:color="auto"/>
            </w:tcBorders>
          </w:tcPr>
          <w:p w14:paraId="02AE7774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lastRenderedPageBreak/>
              <w:t>Partner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7A295243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Descrizione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1E45CC3B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Costo</w:t>
            </w:r>
          </w:p>
        </w:tc>
      </w:tr>
      <w:tr w:rsidR="00B4358E" w:rsidRPr="00E720CB" w14:paraId="5F4ABCA7" w14:textId="77777777" w:rsidTr="00E042A4">
        <w:trPr>
          <w:jc w:val="center"/>
        </w:trPr>
        <w:tc>
          <w:tcPr>
            <w:tcW w:w="2063" w:type="dxa"/>
          </w:tcPr>
          <w:p w14:paraId="26357B5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1</w:t>
            </w:r>
          </w:p>
        </w:tc>
        <w:tc>
          <w:tcPr>
            <w:tcW w:w="5670" w:type="dxa"/>
          </w:tcPr>
          <w:p w14:paraId="6CC89A4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12" w:type="dxa"/>
          </w:tcPr>
          <w:p w14:paraId="66D39D6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3084A48E" w14:textId="77777777" w:rsidTr="00E042A4">
        <w:trPr>
          <w:jc w:val="center"/>
        </w:trPr>
        <w:tc>
          <w:tcPr>
            <w:tcW w:w="2063" w:type="dxa"/>
            <w:tcBorders>
              <w:bottom w:val="single" w:sz="2" w:space="0" w:color="auto"/>
            </w:tcBorders>
          </w:tcPr>
          <w:p w14:paraId="5134480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2</w:t>
            </w:r>
          </w:p>
        </w:tc>
        <w:tc>
          <w:tcPr>
            <w:tcW w:w="5670" w:type="dxa"/>
            <w:tcBorders>
              <w:bottom w:val="single" w:sz="2" w:space="0" w:color="auto"/>
            </w:tcBorders>
          </w:tcPr>
          <w:p w14:paraId="5DBB396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12" w:type="dxa"/>
            <w:tcBorders>
              <w:bottom w:val="single" w:sz="2" w:space="0" w:color="auto"/>
            </w:tcBorders>
          </w:tcPr>
          <w:p w14:paraId="729746D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EBEE8CB" w14:textId="77777777" w:rsidTr="00E042A4">
        <w:trPr>
          <w:jc w:val="center"/>
        </w:trPr>
        <w:tc>
          <w:tcPr>
            <w:tcW w:w="20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BA9B35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…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8516BE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6A4E3A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76BFA4E" w14:textId="77777777" w:rsidTr="00E042A4">
        <w:trPr>
          <w:jc w:val="center"/>
        </w:trPr>
        <w:tc>
          <w:tcPr>
            <w:tcW w:w="7733" w:type="dxa"/>
            <w:gridSpan w:val="2"/>
            <w:tcBorders>
              <w:top w:val="single" w:sz="12" w:space="0" w:color="auto"/>
            </w:tcBorders>
          </w:tcPr>
          <w:p w14:paraId="0CF58D24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 xml:space="preserve">Totale </w:t>
            </w:r>
          </w:p>
        </w:tc>
        <w:tc>
          <w:tcPr>
            <w:tcW w:w="1612" w:type="dxa"/>
            <w:tcBorders>
              <w:top w:val="single" w:sz="12" w:space="0" w:color="auto"/>
            </w:tcBorders>
          </w:tcPr>
          <w:p w14:paraId="433445F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</w:tbl>
    <w:p w14:paraId="146E4E51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5670"/>
        <w:gridCol w:w="1512"/>
      </w:tblGrid>
      <w:tr w:rsidR="00B4358E" w:rsidRPr="00E720CB" w14:paraId="50389F6F" w14:textId="77777777" w:rsidTr="00E042A4">
        <w:trPr>
          <w:jc w:val="center"/>
        </w:trPr>
        <w:tc>
          <w:tcPr>
            <w:tcW w:w="9286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6BF33F1" w14:textId="77777777" w:rsidR="00B4358E" w:rsidRPr="00E720CB" w:rsidRDefault="00B4358E" w:rsidP="00E042A4">
            <w:pPr>
              <w:spacing w:after="0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PROTOTIPI, IMPIANTI PILOTA, TEST, COLLAUDI</w:t>
            </w:r>
          </w:p>
        </w:tc>
      </w:tr>
      <w:tr w:rsidR="00B4358E" w:rsidRPr="00E720CB" w14:paraId="22E0BC11" w14:textId="77777777" w:rsidTr="00E042A4">
        <w:trPr>
          <w:jc w:val="center"/>
        </w:trPr>
        <w:tc>
          <w:tcPr>
            <w:tcW w:w="2104" w:type="dxa"/>
            <w:tcBorders>
              <w:top w:val="single" w:sz="2" w:space="0" w:color="auto"/>
            </w:tcBorders>
          </w:tcPr>
          <w:p w14:paraId="27493AF8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Partner</w:t>
            </w:r>
          </w:p>
        </w:tc>
        <w:tc>
          <w:tcPr>
            <w:tcW w:w="5670" w:type="dxa"/>
            <w:tcBorders>
              <w:top w:val="single" w:sz="2" w:space="0" w:color="auto"/>
            </w:tcBorders>
          </w:tcPr>
          <w:p w14:paraId="3F68072C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Descrizione</w:t>
            </w:r>
          </w:p>
        </w:tc>
        <w:tc>
          <w:tcPr>
            <w:tcW w:w="1512" w:type="dxa"/>
            <w:tcBorders>
              <w:top w:val="single" w:sz="2" w:space="0" w:color="auto"/>
            </w:tcBorders>
          </w:tcPr>
          <w:p w14:paraId="14E7FCFA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Costo</w:t>
            </w:r>
          </w:p>
        </w:tc>
      </w:tr>
      <w:tr w:rsidR="00B4358E" w:rsidRPr="00E720CB" w14:paraId="11027E29" w14:textId="77777777" w:rsidTr="00E042A4">
        <w:trPr>
          <w:jc w:val="center"/>
        </w:trPr>
        <w:tc>
          <w:tcPr>
            <w:tcW w:w="2104" w:type="dxa"/>
          </w:tcPr>
          <w:p w14:paraId="229BA95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1</w:t>
            </w:r>
          </w:p>
        </w:tc>
        <w:tc>
          <w:tcPr>
            <w:tcW w:w="5670" w:type="dxa"/>
          </w:tcPr>
          <w:p w14:paraId="48BBA42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512" w:type="dxa"/>
          </w:tcPr>
          <w:p w14:paraId="61944AB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5F8AA8BA" w14:textId="77777777" w:rsidTr="00E042A4">
        <w:trPr>
          <w:jc w:val="center"/>
        </w:trPr>
        <w:tc>
          <w:tcPr>
            <w:tcW w:w="2104" w:type="dxa"/>
          </w:tcPr>
          <w:p w14:paraId="27AEA92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Partner 2</w:t>
            </w:r>
          </w:p>
        </w:tc>
        <w:tc>
          <w:tcPr>
            <w:tcW w:w="5670" w:type="dxa"/>
          </w:tcPr>
          <w:p w14:paraId="729C618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512" w:type="dxa"/>
          </w:tcPr>
          <w:p w14:paraId="745798B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2760E8B3" w14:textId="77777777" w:rsidTr="00E042A4">
        <w:trPr>
          <w:jc w:val="center"/>
        </w:trPr>
        <w:tc>
          <w:tcPr>
            <w:tcW w:w="2104" w:type="dxa"/>
            <w:tcBorders>
              <w:bottom w:val="single" w:sz="12" w:space="0" w:color="auto"/>
            </w:tcBorders>
          </w:tcPr>
          <w:p w14:paraId="6577D85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…</w:t>
            </w:r>
          </w:p>
        </w:tc>
        <w:tc>
          <w:tcPr>
            <w:tcW w:w="5670" w:type="dxa"/>
            <w:tcBorders>
              <w:bottom w:val="single" w:sz="12" w:space="0" w:color="auto"/>
            </w:tcBorders>
          </w:tcPr>
          <w:p w14:paraId="41B3433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1512" w:type="dxa"/>
            <w:tcBorders>
              <w:bottom w:val="single" w:sz="12" w:space="0" w:color="auto"/>
            </w:tcBorders>
          </w:tcPr>
          <w:p w14:paraId="15277FD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2804EAC4" w14:textId="77777777" w:rsidTr="00E042A4">
        <w:trPr>
          <w:jc w:val="center"/>
        </w:trPr>
        <w:tc>
          <w:tcPr>
            <w:tcW w:w="7774" w:type="dxa"/>
            <w:gridSpan w:val="2"/>
            <w:tcBorders>
              <w:top w:val="single" w:sz="12" w:space="0" w:color="auto"/>
            </w:tcBorders>
          </w:tcPr>
          <w:p w14:paraId="4BCBE355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 xml:space="preserve">Totale </w:t>
            </w:r>
          </w:p>
        </w:tc>
        <w:tc>
          <w:tcPr>
            <w:tcW w:w="1512" w:type="dxa"/>
            <w:tcBorders>
              <w:top w:val="single" w:sz="12" w:space="0" w:color="auto"/>
            </w:tcBorders>
          </w:tcPr>
          <w:p w14:paraId="67DD189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</w:tbl>
    <w:p w14:paraId="5FAF247D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5D17AD98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 xml:space="preserve">10.3 DATI </w:t>
      </w:r>
      <w:proofErr w:type="gramStart"/>
      <w:r w:rsidRPr="00E720CB">
        <w:rPr>
          <w:lang w:eastAsia="it-IT"/>
        </w:rPr>
        <w:t>FINANZIARI  (</w:t>
      </w:r>
      <w:proofErr w:type="gramEnd"/>
      <w:r w:rsidRPr="00E720CB">
        <w:rPr>
          <w:lang w:eastAsia="it-IT"/>
        </w:rPr>
        <w:t>inserire eventuali commenti ai prospetti analitici finanziari)</w:t>
      </w:r>
    </w:p>
    <w:p w14:paraId="706B866B" w14:textId="77777777" w:rsidR="00B4358E" w:rsidRPr="00E720CB" w:rsidRDefault="00B4358E" w:rsidP="00B4358E">
      <w:pPr>
        <w:spacing w:after="0"/>
        <w:rPr>
          <w:sz w:val="24"/>
          <w:lang w:eastAsia="it-IT"/>
        </w:rPr>
        <w:sectPr w:rsidR="00B4358E" w:rsidRPr="00E720CB" w:rsidSect="00E042A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810ADC8" w14:textId="77777777" w:rsidR="00B4358E" w:rsidRPr="004526D8" w:rsidRDefault="00B4358E" w:rsidP="004526D8">
      <w:pPr>
        <w:rPr>
          <w:rFonts w:ascii="Trebuchet MS" w:hAnsi="Trebuchet MS"/>
          <w:b/>
          <w:sz w:val="28"/>
          <w:szCs w:val="28"/>
          <w:lang w:eastAsia="it-IT"/>
        </w:rPr>
      </w:pPr>
      <w:bookmarkStart w:id="2" w:name="_Toc438045367"/>
      <w:bookmarkStart w:id="3" w:name="_Toc484604050"/>
      <w:r w:rsidRPr="004526D8">
        <w:rPr>
          <w:rFonts w:ascii="Trebuchet MS" w:hAnsi="Trebuchet MS"/>
          <w:b/>
          <w:sz w:val="28"/>
          <w:szCs w:val="28"/>
          <w:lang w:eastAsia="it-IT"/>
        </w:rPr>
        <w:lastRenderedPageBreak/>
        <w:t>Allegato B FAC-SIMILE DI DICHIARAZIONI</w:t>
      </w:r>
      <w:bookmarkEnd w:id="2"/>
      <w:bookmarkEnd w:id="3"/>
    </w:p>
    <w:p w14:paraId="62E7B5AF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6E31E738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0B8037B9" w14:textId="77777777" w:rsidR="00B4358E" w:rsidRPr="00E720CB" w:rsidRDefault="00B4358E" w:rsidP="00B4358E">
      <w:pPr>
        <w:spacing w:after="0"/>
        <w:jc w:val="center"/>
        <w:rPr>
          <w:rFonts w:cs="Tahoma"/>
          <w:b/>
          <w:bCs/>
          <w:sz w:val="24"/>
          <w:lang w:eastAsia="it-IT"/>
        </w:rPr>
      </w:pPr>
      <w:r w:rsidRPr="00E720CB">
        <w:rPr>
          <w:rFonts w:cs="Tahoma"/>
          <w:b/>
          <w:bCs/>
          <w:sz w:val="24"/>
          <w:lang w:eastAsia="it-IT"/>
        </w:rPr>
        <w:t>DICHIARAZIONE RELATIVA AI FINANZIAMENTI RICHIESTI</w:t>
      </w:r>
    </w:p>
    <w:p w14:paraId="50E668BB" w14:textId="77777777" w:rsidR="00B4358E" w:rsidRPr="0033558C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jc w:val="center"/>
        <w:rPr>
          <w:rFonts w:cs="Tahoma"/>
          <w:lang w:eastAsia="it-IT"/>
        </w:rPr>
      </w:pPr>
      <w:r w:rsidRPr="0033558C">
        <w:rPr>
          <w:rFonts w:cs="Tahoma"/>
          <w:lang w:eastAsia="it-IT"/>
        </w:rPr>
        <w:t xml:space="preserve">(ai </w:t>
      </w:r>
      <w:r w:rsidRPr="00E720CB">
        <w:rPr>
          <w:rFonts w:cs="Tahoma"/>
          <w:lang w:eastAsia="it-IT"/>
        </w:rPr>
        <w:t>sensi</w:t>
      </w:r>
      <w:r w:rsidRPr="0033558C">
        <w:rPr>
          <w:rFonts w:cs="Tahoma"/>
          <w:lang w:eastAsia="it-IT"/>
        </w:rPr>
        <w:t xml:space="preserve"> art. 47 D.P.R. 28 </w:t>
      </w:r>
      <w:r w:rsidRPr="00E720CB">
        <w:rPr>
          <w:rFonts w:cs="Tahoma"/>
          <w:lang w:eastAsia="it-IT"/>
        </w:rPr>
        <w:t>dicembre</w:t>
      </w:r>
      <w:r w:rsidRPr="0033558C">
        <w:rPr>
          <w:rFonts w:cs="Tahoma"/>
          <w:lang w:eastAsia="it-IT"/>
        </w:rPr>
        <w:t xml:space="preserve"> 2000, n. 445)</w:t>
      </w:r>
    </w:p>
    <w:p w14:paraId="324CB470" w14:textId="77777777" w:rsidR="00B4358E" w:rsidRPr="0033558C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exact"/>
        <w:rPr>
          <w:lang w:eastAsia="it-IT"/>
        </w:rPr>
      </w:pPr>
    </w:p>
    <w:p w14:paraId="43B2F2BF" w14:textId="77777777" w:rsidR="00B4358E" w:rsidRPr="0033558C" w:rsidRDefault="00B4358E" w:rsidP="00B4358E">
      <w:pPr>
        <w:tabs>
          <w:tab w:val="left" w:pos="-1134"/>
          <w:tab w:val="left" w:pos="-568"/>
          <w:tab w:val="left" w:pos="-2"/>
          <w:tab w:val="left" w:pos="1696"/>
        </w:tabs>
        <w:spacing w:after="0" w:line="360" w:lineRule="exact"/>
        <w:rPr>
          <w:lang w:eastAsia="it-IT"/>
        </w:rPr>
      </w:pPr>
    </w:p>
    <w:p w14:paraId="43175CDB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Il/La sottoscritto/a _____________________________</w:t>
      </w:r>
      <w:proofErr w:type="gramStart"/>
      <w:r w:rsidRPr="00E720CB">
        <w:rPr>
          <w:rFonts w:cs="Tahoma"/>
          <w:lang w:eastAsia="it-IT"/>
        </w:rPr>
        <w:t>_,  Cod.</w:t>
      </w:r>
      <w:proofErr w:type="gramEnd"/>
      <w:r w:rsidRPr="00E720CB">
        <w:rPr>
          <w:rFonts w:cs="Tahoma"/>
          <w:lang w:eastAsia="it-IT"/>
        </w:rPr>
        <w:t xml:space="preserve"> Fisc. _________________,</w:t>
      </w:r>
    </w:p>
    <w:p w14:paraId="725224BB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lang w:eastAsia="it-IT"/>
        </w:rPr>
      </w:pPr>
      <w:r w:rsidRPr="00E720CB">
        <w:rPr>
          <w:rFonts w:cs="Tahoma"/>
          <w:lang w:eastAsia="it-IT"/>
        </w:rPr>
        <w:t>nato/a _______________________________, prov. __________, il _________________,</w:t>
      </w:r>
      <w:r w:rsidRPr="00E720CB">
        <w:rPr>
          <w:lang w:eastAsia="it-IT"/>
        </w:rPr>
        <w:t xml:space="preserve"> </w:t>
      </w:r>
      <w:r w:rsidRPr="00E720CB">
        <w:rPr>
          <w:rFonts w:cs="Tahoma"/>
          <w:lang w:eastAsia="it-IT"/>
        </w:rPr>
        <w:t>residente a ____________________, prov. _____, Via/C.na/P.zza _________________________________________,</w:t>
      </w:r>
      <w:r w:rsidRPr="00E720CB">
        <w:rPr>
          <w:lang w:eastAsia="it-IT"/>
        </w:rPr>
        <w:t xml:space="preserve"> </w:t>
      </w:r>
    </w:p>
    <w:p w14:paraId="54581EB5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  <w:r w:rsidRPr="00E720CB">
        <w:rPr>
          <w:rFonts w:cs="Tahoma"/>
          <w:lang w:eastAsia="it-IT"/>
        </w:rPr>
        <w:t>legale rappresentante della ditta ______________________________________________,</w:t>
      </w:r>
      <w:r w:rsidRPr="00E720CB">
        <w:rPr>
          <w:lang w:eastAsia="it-IT"/>
        </w:rPr>
        <w:t xml:space="preserve"> </w:t>
      </w:r>
    </w:p>
    <w:p w14:paraId="539EDA7F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</w:p>
    <w:p w14:paraId="103124B0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 xml:space="preserve">in riferimento al progetto presentato ai sensi </w:t>
      </w:r>
      <w:proofErr w:type="gramStart"/>
      <w:r w:rsidRPr="00E720CB">
        <w:rPr>
          <w:rFonts w:cs="Tahoma"/>
          <w:lang w:eastAsia="it-IT"/>
        </w:rPr>
        <w:t>dell’ operazione</w:t>
      </w:r>
      <w:proofErr w:type="gramEnd"/>
      <w:r w:rsidRPr="00E720CB">
        <w:rPr>
          <w:rFonts w:cs="Tahoma"/>
          <w:lang w:eastAsia="it-IT"/>
        </w:rPr>
        <w:t xml:space="preserve"> 16.02.01 del Programma di Sviluppo Rurale 2014-2020,</w:t>
      </w:r>
    </w:p>
    <w:p w14:paraId="485932A7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</w:p>
    <w:p w14:paraId="20F90BC8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consapevole delle sanzioni penali, nel caso di dichiarazioni non veritiere, di formazione o uso di atti falsi, richiamate dall’art. 76 del D.P.R. 445 del 28 dicembre 2000,</w:t>
      </w:r>
    </w:p>
    <w:p w14:paraId="0D45CCB4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</w:p>
    <w:p w14:paraId="49CACF16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</w:p>
    <w:p w14:paraId="04775397" w14:textId="77777777" w:rsidR="00B4358E" w:rsidRPr="00E720CB" w:rsidRDefault="00B4358E" w:rsidP="00B4358E">
      <w:pPr>
        <w:spacing w:after="0"/>
        <w:jc w:val="center"/>
        <w:rPr>
          <w:b/>
          <w:lang w:eastAsia="it-IT"/>
        </w:rPr>
      </w:pPr>
      <w:r w:rsidRPr="00E720CB">
        <w:rPr>
          <w:b/>
          <w:lang w:eastAsia="it-IT"/>
        </w:rPr>
        <w:t>DICHIARA</w:t>
      </w:r>
    </w:p>
    <w:p w14:paraId="70CE7E1A" w14:textId="77777777" w:rsidR="00B4358E" w:rsidRPr="00E720CB" w:rsidRDefault="00B4358E" w:rsidP="00B4358E">
      <w:pPr>
        <w:spacing w:after="0"/>
        <w:rPr>
          <w:lang w:eastAsia="it-IT"/>
        </w:rPr>
      </w:pPr>
    </w:p>
    <w:p w14:paraId="3CC898C4" w14:textId="77777777" w:rsidR="00B4358E" w:rsidRPr="00E720CB" w:rsidRDefault="00B4358E" w:rsidP="00B4358E">
      <w:pPr>
        <w:spacing w:after="0"/>
        <w:rPr>
          <w:lang w:eastAsia="it-IT"/>
        </w:rPr>
      </w:pPr>
    </w:p>
    <w:p w14:paraId="769971A3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che per gli interventi di cui alla presente domanda:</w:t>
      </w:r>
    </w:p>
    <w:p w14:paraId="77A983A1" w14:textId="77777777" w:rsidR="00B4358E" w:rsidRPr="00E720CB" w:rsidRDefault="00B4358E" w:rsidP="00B4358E">
      <w:pPr>
        <w:spacing w:after="0"/>
        <w:rPr>
          <w:lang w:eastAsia="it-IT"/>
        </w:rPr>
      </w:pPr>
    </w:p>
    <w:p w14:paraId="3D2BBCC9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sym w:font="Wingdings" w:char="0071"/>
      </w:r>
      <w:r w:rsidRPr="00E720CB">
        <w:rPr>
          <w:rFonts w:cs="Tahoma"/>
          <w:lang w:eastAsia="it-IT"/>
        </w:rPr>
        <w:t xml:space="preserve">   </w:t>
      </w:r>
      <w:r w:rsidRPr="00E720CB">
        <w:rPr>
          <w:rFonts w:cs="Tahoma"/>
          <w:u w:val="single"/>
          <w:lang w:eastAsia="it-IT"/>
        </w:rPr>
        <w:t xml:space="preserve">non ha richiesto </w:t>
      </w:r>
      <w:proofErr w:type="gramStart"/>
      <w:r w:rsidRPr="00E720CB">
        <w:rPr>
          <w:rFonts w:cs="Tahoma"/>
          <w:u w:val="single"/>
          <w:lang w:eastAsia="it-IT"/>
        </w:rPr>
        <w:t>finanziamenti  a</w:t>
      </w:r>
      <w:proofErr w:type="gramEnd"/>
      <w:r w:rsidRPr="00E720CB">
        <w:rPr>
          <w:rFonts w:cs="Tahoma"/>
          <w:u w:val="single"/>
          <w:lang w:eastAsia="it-IT"/>
        </w:rPr>
        <w:t xml:space="preserve"> valere su altre fonti di aiuto </w:t>
      </w:r>
      <w:r w:rsidRPr="00E720CB">
        <w:rPr>
          <w:rFonts w:cs="Tahoma"/>
          <w:lang w:eastAsia="it-IT"/>
        </w:rPr>
        <w:t xml:space="preserve">per il progetto oggetto della domanda di contributo. </w:t>
      </w:r>
    </w:p>
    <w:p w14:paraId="51F64A41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</w:p>
    <w:p w14:paraId="708B7448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sym w:font="Wingdings" w:char="0071"/>
      </w:r>
      <w:r w:rsidRPr="00E720CB">
        <w:rPr>
          <w:rFonts w:cs="Tahoma"/>
          <w:lang w:eastAsia="it-IT"/>
        </w:rPr>
        <w:t xml:space="preserve">  </w:t>
      </w:r>
      <w:r w:rsidRPr="00E720CB">
        <w:rPr>
          <w:rFonts w:cs="Tahoma"/>
          <w:u w:val="single"/>
          <w:lang w:eastAsia="it-IT"/>
        </w:rPr>
        <w:t xml:space="preserve">ha richiesto finanziamenti a valere su altre fonti di aiuto </w:t>
      </w:r>
      <w:r w:rsidRPr="00E720CB">
        <w:rPr>
          <w:rFonts w:cs="Tahoma"/>
          <w:lang w:eastAsia="it-IT"/>
        </w:rPr>
        <w:t xml:space="preserve">per il progetto oggetto della domanda di contributo e si impegna a rinunciare formalmente ad altra domanda in essere in caso di ammissione a finanziamento a valere sul PSR – Op 16.2.01 </w:t>
      </w:r>
    </w:p>
    <w:p w14:paraId="30F8D1BD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</w:p>
    <w:p w14:paraId="54930292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26D67CBF" w14:textId="77777777" w:rsidR="00B4358E" w:rsidRPr="00E720CB" w:rsidRDefault="00B4358E" w:rsidP="00B4358E">
      <w:pPr>
        <w:spacing w:after="0"/>
        <w:jc w:val="center"/>
        <w:rPr>
          <w:b/>
          <w:lang w:eastAsia="it-IT"/>
        </w:rPr>
      </w:pPr>
      <w:r w:rsidRPr="00E720CB">
        <w:rPr>
          <w:b/>
          <w:lang w:eastAsia="it-IT"/>
        </w:rPr>
        <w:t>DICHIARA INOLTRE</w:t>
      </w:r>
    </w:p>
    <w:p w14:paraId="0D7C7FD6" w14:textId="77777777" w:rsidR="00B4358E" w:rsidRPr="00E720CB" w:rsidRDefault="00B4358E" w:rsidP="00B4358E">
      <w:pPr>
        <w:spacing w:after="0"/>
        <w:jc w:val="center"/>
        <w:rPr>
          <w:b/>
          <w:lang w:eastAsia="it-IT"/>
        </w:rPr>
      </w:pPr>
    </w:p>
    <w:p w14:paraId="7C40DD0D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t>di essere stato previamente informato sul trattamento dei dati che vengono trattati nelle diverse fasi procedurali nel rispetto della normativa vigente ed in particolare del Dlgs 196/2003 “Codice in materia di protezione dei dati personali”.</w:t>
      </w:r>
    </w:p>
    <w:p w14:paraId="5F6D3149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</w:p>
    <w:p w14:paraId="7B089735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luogo _________________ (___)</w:t>
      </w:r>
    </w:p>
    <w:p w14:paraId="139DB65B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data ___________________</w:t>
      </w:r>
    </w:p>
    <w:p w14:paraId="24697C54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rFonts w:cs="Tahoma"/>
          <w:lang w:eastAsia="it-IT"/>
        </w:rPr>
        <w:t>IL DICHIARANTE</w:t>
      </w:r>
    </w:p>
    <w:p w14:paraId="7DD36FFD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  <w:t>__________________________</w:t>
      </w:r>
    </w:p>
    <w:p w14:paraId="337C3612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</w:p>
    <w:p w14:paraId="3F331F70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</w:p>
    <w:p w14:paraId="2749EFCB" w14:textId="77777777" w:rsidR="00B4358E" w:rsidRPr="00E720CB" w:rsidRDefault="00B4358E" w:rsidP="00B4358E">
      <w:pPr>
        <w:spacing w:after="0"/>
        <w:rPr>
          <w:lang w:eastAsia="it-IT"/>
        </w:rPr>
      </w:pPr>
      <w:r w:rsidRPr="00E720CB">
        <w:rPr>
          <w:lang w:eastAsia="it-IT"/>
        </w:rPr>
        <w:br w:type="page"/>
      </w:r>
      <w:r w:rsidRPr="00E720CB">
        <w:rPr>
          <w:lang w:eastAsia="it-IT"/>
        </w:rPr>
        <w:lastRenderedPageBreak/>
        <w:t xml:space="preserve"> </w:t>
      </w:r>
    </w:p>
    <w:p w14:paraId="5A810BFF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jc w:val="center"/>
        <w:rPr>
          <w:b/>
          <w:sz w:val="28"/>
          <w:lang w:eastAsia="it-IT"/>
        </w:rPr>
      </w:pPr>
      <w:r w:rsidRPr="00E720CB">
        <w:rPr>
          <w:b/>
          <w:sz w:val="28"/>
          <w:lang w:eastAsia="it-IT"/>
        </w:rPr>
        <w:t>DICHIARAZIONE DI IMPEGNO A COSTITUIRE ATI/ATS</w:t>
      </w:r>
    </w:p>
    <w:p w14:paraId="23B619E5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</w:p>
    <w:p w14:paraId="1C0C1B05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  <w:r w:rsidRPr="00E720CB">
        <w:rPr>
          <w:b/>
          <w:lang w:eastAsia="it-IT"/>
        </w:rPr>
        <w:t>Il/La Sig./a ________________________________Nato/</w:t>
      </w:r>
      <w:proofErr w:type="gramStart"/>
      <w:r w:rsidRPr="00E720CB">
        <w:rPr>
          <w:b/>
          <w:lang w:eastAsia="it-IT"/>
        </w:rPr>
        <w:t xml:space="preserve">a  </w:t>
      </w:r>
      <w:proofErr w:type="spellStart"/>
      <w:r w:rsidRPr="00E720CB">
        <w:rPr>
          <w:b/>
          <w:lang w:eastAsia="it-IT"/>
        </w:rPr>
        <w:t>a</w:t>
      </w:r>
      <w:proofErr w:type="spellEnd"/>
      <w:proofErr w:type="gramEnd"/>
      <w:r w:rsidRPr="00E720CB">
        <w:rPr>
          <w:b/>
          <w:lang w:eastAsia="it-IT"/>
        </w:rPr>
        <w:t xml:space="preserve"> _______________il________________ </w:t>
      </w:r>
    </w:p>
    <w:p w14:paraId="17754478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 xml:space="preserve">rappresentante legale </w:t>
      </w:r>
      <w:proofErr w:type="gramStart"/>
      <w:r w:rsidRPr="00E720CB">
        <w:rPr>
          <w:lang w:eastAsia="it-IT"/>
        </w:rPr>
        <w:t>di  _</w:t>
      </w:r>
      <w:proofErr w:type="gramEnd"/>
      <w:r w:rsidRPr="00E720CB">
        <w:rPr>
          <w:lang w:eastAsia="it-IT"/>
        </w:rPr>
        <w:t>_______________________________________________</w:t>
      </w:r>
    </w:p>
    <w:p w14:paraId="08D0652C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  <w:r w:rsidRPr="00E720CB">
        <w:rPr>
          <w:b/>
          <w:lang w:eastAsia="it-IT"/>
        </w:rPr>
        <w:t>Il/La Sig./a ________________________________Nato/</w:t>
      </w:r>
      <w:proofErr w:type="gramStart"/>
      <w:r w:rsidRPr="00E720CB">
        <w:rPr>
          <w:b/>
          <w:lang w:eastAsia="it-IT"/>
        </w:rPr>
        <w:t xml:space="preserve">a  </w:t>
      </w:r>
      <w:proofErr w:type="spellStart"/>
      <w:r w:rsidRPr="00E720CB">
        <w:rPr>
          <w:b/>
          <w:lang w:eastAsia="it-IT"/>
        </w:rPr>
        <w:t>a</w:t>
      </w:r>
      <w:proofErr w:type="spellEnd"/>
      <w:proofErr w:type="gramEnd"/>
      <w:r w:rsidRPr="00E720CB">
        <w:rPr>
          <w:b/>
          <w:lang w:eastAsia="it-IT"/>
        </w:rPr>
        <w:t xml:space="preserve"> _______________il________________ </w:t>
      </w:r>
    </w:p>
    <w:p w14:paraId="3DC5F797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 xml:space="preserve">rappresentante legale </w:t>
      </w:r>
      <w:proofErr w:type="gramStart"/>
      <w:r w:rsidRPr="00E720CB">
        <w:rPr>
          <w:lang w:eastAsia="it-IT"/>
        </w:rPr>
        <w:t>di  _</w:t>
      </w:r>
      <w:proofErr w:type="gramEnd"/>
      <w:r w:rsidRPr="00E720CB">
        <w:rPr>
          <w:lang w:eastAsia="it-IT"/>
        </w:rPr>
        <w:t>_______________________________________________</w:t>
      </w:r>
    </w:p>
    <w:p w14:paraId="6EB834F1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  <w:r w:rsidRPr="00E720CB">
        <w:rPr>
          <w:b/>
          <w:lang w:eastAsia="it-IT"/>
        </w:rPr>
        <w:t>Il/La Sig./a ________________________________Nato/</w:t>
      </w:r>
      <w:proofErr w:type="gramStart"/>
      <w:r w:rsidRPr="00E720CB">
        <w:rPr>
          <w:b/>
          <w:lang w:eastAsia="it-IT"/>
        </w:rPr>
        <w:t xml:space="preserve">a  </w:t>
      </w:r>
      <w:proofErr w:type="spellStart"/>
      <w:r w:rsidRPr="00E720CB">
        <w:rPr>
          <w:b/>
          <w:lang w:eastAsia="it-IT"/>
        </w:rPr>
        <w:t>a</w:t>
      </w:r>
      <w:proofErr w:type="spellEnd"/>
      <w:proofErr w:type="gramEnd"/>
      <w:r w:rsidRPr="00E720CB">
        <w:rPr>
          <w:b/>
          <w:lang w:eastAsia="it-IT"/>
        </w:rPr>
        <w:t xml:space="preserve"> _______________il________________ </w:t>
      </w:r>
    </w:p>
    <w:p w14:paraId="2BD400A1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 xml:space="preserve">rappresentante legale </w:t>
      </w:r>
      <w:proofErr w:type="gramStart"/>
      <w:r w:rsidRPr="00E720CB">
        <w:rPr>
          <w:lang w:eastAsia="it-IT"/>
        </w:rPr>
        <w:t>di  _</w:t>
      </w:r>
      <w:proofErr w:type="gramEnd"/>
      <w:r w:rsidRPr="00E720CB">
        <w:rPr>
          <w:lang w:eastAsia="it-IT"/>
        </w:rPr>
        <w:t>_______________________________________________</w:t>
      </w:r>
    </w:p>
    <w:p w14:paraId="7F28FCB9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</w:p>
    <w:p w14:paraId="6274360C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i/>
          <w:lang w:eastAsia="it-IT"/>
        </w:rPr>
      </w:pPr>
      <w:r w:rsidRPr="00E720CB">
        <w:rPr>
          <w:i/>
          <w:lang w:eastAsia="it-IT"/>
        </w:rPr>
        <w:t>(aggiungere altri soggetti se necessario)</w:t>
      </w:r>
    </w:p>
    <w:p w14:paraId="1F4A597B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  <w:r w:rsidRPr="00E720CB">
        <w:rPr>
          <w:lang w:eastAsia="it-IT"/>
        </w:rPr>
        <w:t xml:space="preserve">in riferimento al progetto presentato ai sensi dell’operazione </w:t>
      </w:r>
      <w:proofErr w:type="gramStart"/>
      <w:r w:rsidRPr="00E720CB">
        <w:rPr>
          <w:lang w:eastAsia="it-IT"/>
        </w:rPr>
        <w:t>16.2.01  del</w:t>
      </w:r>
      <w:proofErr w:type="gramEnd"/>
      <w:r w:rsidRPr="00E720CB">
        <w:rPr>
          <w:lang w:eastAsia="it-IT"/>
        </w:rPr>
        <w:t xml:space="preserve"> Programma di Sviluppo Rurale 2014-2020,</w:t>
      </w:r>
    </w:p>
    <w:p w14:paraId="0257857A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</w:p>
    <w:p w14:paraId="72A838DD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jc w:val="center"/>
        <w:rPr>
          <w:b/>
          <w:lang w:eastAsia="it-IT"/>
        </w:rPr>
      </w:pPr>
      <w:r w:rsidRPr="00E720CB">
        <w:rPr>
          <w:b/>
          <w:lang w:eastAsia="it-IT"/>
        </w:rPr>
        <w:t>PREMESSO</w:t>
      </w:r>
    </w:p>
    <w:p w14:paraId="3A9A622F" w14:textId="77777777" w:rsidR="00B4358E" w:rsidRPr="00E720CB" w:rsidRDefault="00B4358E" w:rsidP="00B4358E">
      <w:pPr>
        <w:spacing w:after="0"/>
        <w:rPr>
          <w:lang w:eastAsia="it-IT"/>
        </w:rPr>
      </w:pPr>
    </w:p>
    <w:p w14:paraId="4FB58535" w14:textId="77777777" w:rsidR="00B4358E" w:rsidRPr="00E720CB" w:rsidRDefault="00B4358E" w:rsidP="00F167D9">
      <w:pPr>
        <w:numPr>
          <w:ilvl w:val="0"/>
          <w:numId w:val="45"/>
        </w:numPr>
        <w:spacing w:after="0"/>
        <w:ind w:left="0" w:firstLine="0"/>
        <w:jc w:val="both"/>
        <w:rPr>
          <w:lang w:eastAsia="it-IT"/>
        </w:rPr>
      </w:pPr>
      <w:r w:rsidRPr="00E720CB">
        <w:rPr>
          <w:lang w:eastAsia="it-IT"/>
        </w:rPr>
        <w:t>che, ai sensi del paragrafo 4 delle disposizioni attuative dell’Operazione, hanno titolo a presentare la domanda di contributo raggruppamenti temporanei di imprese e/o enti nella forma di ATI/ATS - Associazioni Temporanee di Imprese/Scopo, e che in alternativa alla costituzione del raggruppamento anteriormente alla presentazione della domanda, gli enti e/o le imprese potranno costituire l’ATI/</w:t>
      </w:r>
      <w:proofErr w:type="gramStart"/>
      <w:r w:rsidRPr="00E720CB">
        <w:rPr>
          <w:lang w:eastAsia="it-IT"/>
        </w:rPr>
        <w:t>ATS  dopo</w:t>
      </w:r>
      <w:proofErr w:type="gramEnd"/>
      <w:r w:rsidRPr="00E720CB">
        <w:rPr>
          <w:lang w:eastAsia="it-IT"/>
        </w:rPr>
        <w:t xml:space="preserve"> l'eventuale ammissione al finanziamento;</w:t>
      </w:r>
    </w:p>
    <w:p w14:paraId="01C41DD2" w14:textId="77777777" w:rsidR="00B4358E" w:rsidRPr="00E720CB" w:rsidRDefault="00B4358E" w:rsidP="00B4358E">
      <w:pPr>
        <w:spacing w:after="0"/>
        <w:rPr>
          <w:lang w:eastAsia="it-IT"/>
        </w:rPr>
      </w:pPr>
    </w:p>
    <w:p w14:paraId="5BB8B36A" w14:textId="77777777" w:rsidR="00B4358E" w:rsidRPr="00E720CB" w:rsidRDefault="00B4358E" w:rsidP="00F167D9">
      <w:pPr>
        <w:numPr>
          <w:ilvl w:val="0"/>
          <w:numId w:val="45"/>
        </w:numPr>
        <w:spacing w:after="0"/>
        <w:ind w:left="0" w:firstLine="0"/>
        <w:jc w:val="both"/>
        <w:rPr>
          <w:lang w:eastAsia="it-IT"/>
        </w:rPr>
      </w:pPr>
      <w:r w:rsidRPr="00E720CB">
        <w:rPr>
          <w:lang w:eastAsia="it-IT"/>
        </w:rPr>
        <w:t>che, in tal caso, gli enti e/o le imprese intenzionati a raggrupparsi sono tenuti a predisporre un progetto congiunto relativo all’ambito del settore di interesse, nonché a sottoscrivere, ed allegare, una dichiarazione di impegno a costituire il raggruppamento nel caso di ammissione a finanziamento;</w:t>
      </w:r>
    </w:p>
    <w:p w14:paraId="57C7D734" w14:textId="77777777" w:rsidR="00B4358E" w:rsidRPr="00E720CB" w:rsidRDefault="00B4358E" w:rsidP="00B4358E">
      <w:pPr>
        <w:spacing w:after="0"/>
        <w:contextualSpacing/>
        <w:rPr>
          <w:lang w:eastAsia="it-IT"/>
        </w:rPr>
      </w:pPr>
    </w:p>
    <w:p w14:paraId="2897D3BD" w14:textId="77777777" w:rsidR="00B4358E" w:rsidRPr="00E720CB" w:rsidRDefault="00B4358E" w:rsidP="00F167D9">
      <w:pPr>
        <w:numPr>
          <w:ilvl w:val="0"/>
          <w:numId w:val="45"/>
        </w:numPr>
        <w:spacing w:after="0"/>
        <w:ind w:left="0" w:firstLine="0"/>
        <w:jc w:val="both"/>
        <w:rPr>
          <w:lang w:eastAsia="it-IT"/>
        </w:rPr>
      </w:pPr>
      <w:r w:rsidRPr="00E720CB">
        <w:rPr>
          <w:lang w:eastAsia="it-IT"/>
        </w:rPr>
        <w:t>che, infine, i suddetti soggetti sono tenuti a presentare la domanda di contributo tramite il soggetto designato a capofila nell’atto di impegno a costituire il raggruppamento.</w:t>
      </w:r>
    </w:p>
    <w:p w14:paraId="63A2B813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  <w:r w:rsidRPr="00E720CB">
        <w:rPr>
          <w:lang w:eastAsia="it-IT"/>
        </w:rPr>
        <w:t xml:space="preserve">Tutto ciò premesso le Parti, </w:t>
      </w:r>
      <w:r w:rsidRPr="00E720CB">
        <w:rPr>
          <w:b/>
          <w:lang w:eastAsia="it-IT"/>
        </w:rPr>
        <w:t xml:space="preserve">nel caso in cui il progetto presentato risultasse ammesso al finanziamento </w:t>
      </w:r>
    </w:p>
    <w:p w14:paraId="747C9681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</w:p>
    <w:p w14:paraId="6AA6B864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jc w:val="center"/>
        <w:rPr>
          <w:b/>
          <w:lang w:eastAsia="it-IT"/>
        </w:rPr>
      </w:pPr>
      <w:r w:rsidRPr="00E720CB">
        <w:rPr>
          <w:b/>
          <w:lang w:eastAsia="it-IT"/>
        </w:rPr>
        <w:t>SI IMPEGNANO A</w:t>
      </w:r>
    </w:p>
    <w:p w14:paraId="18FCB2F7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jc w:val="center"/>
        <w:rPr>
          <w:b/>
          <w:lang w:eastAsia="it-IT"/>
        </w:rPr>
      </w:pPr>
    </w:p>
    <w:p w14:paraId="316A7104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i/>
          <w:lang w:eastAsia="it-IT"/>
        </w:rPr>
      </w:pPr>
      <w:r w:rsidRPr="00E720CB">
        <w:rPr>
          <w:lang w:eastAsia="it-IT"/>
        </w:rPr>
        <w:t xml:space="preserve">1. Costituire una </w:t>
      </w:r>
      <w:r w:rsidRPr="00E720CB">
        <w:rPr>
          <w:i/>
          <w:lang w:eastAsia="it-IT"/>
        </w:rPr>
        <w:t>ATI</w:t>
      </w:r>
      <w:r w:rsidRPr="00E720CB">
        <w:rPr>
          <w:lang w:eastAsia="it-IT"/>
        </w:rPr>
        <w:t>/</w:t>
      </w:r>
      <w:r w:rsidRPr="00E720CB">
        <w:rPr>
          <w:i/>
          <w:lang w:eastAsia="it-IT"/>
        </w:rPr>
        <w:t xml:space="preserve">ATS - Associazione Temporanea di Impresa/Scopo </w:t>
      </w:r>
      <w:r w:rsidRPr="00E720CB">
        <w:rPr>
          <w:lang w:eastAsia="it-IT"/>
        </w:rPr>
        <w:t>per le finalità di cui sopra</w:t>
      </w:r>
    </w:p>
    <w:p w14:paraId="5B7E84A3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 xml:space="preserve">2. Indicare quale futuro Capofila </w:t>
      </w:r>
      <w:r w:rsidRPr="00E720CB">
        <w:rPr>
          <w:i/>
          <w:lang w:eastAsia="it-IT"/>
        </w:rPr>
        <w:t xml:space="preserve">dell'ATI/ATS, il/la </w:t>
      </w:r>
      <w:r w:rsidRPr="00E720CB">
        <w:rPr>
          <w:lang w:eastAsia="it-IT"/>
        </w:rPr>
        <w:t>_______________________________________________</w:t>
      </w:r>
    </w:p>
    <w:p w14:paraId="1FB3476B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lastRenderedPageBreak/>
        <w:t>3. Conferire al Capofila, con unico atto, mandato speciale collettivo con rappresentanza a presentare le domande di aiuto e pagamento, nei termini e con il contenuto di cui alle presenti disposizioni attuative che, a tal fine, si intendono qui integralmente richiamate.</w:t>
      </w:r>
    </w:p>
    <w:p w14:paraId="3BC7A46B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</w:p>
    <w:p w14:paraId="74FB80D3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proofErr w:type="gramStart"/>
      <w:r w:rsidRPr="00E720CB">
        <w:rPr>
          <w:lang w:eastAsia="it-IT"/>
        </w:rPr>
        <w:t xml:space="preserve">Per  </w:t>
      </w:r>
      <w:r w:rsidRPr="00E720CB">
        <w:rPr>
          <w:lang w:eastAsia="it-IT"/>
        </w:rPr>
        <w:softHyphen/>
      </w:r>
      <w:proofErr w:type="gramEnd"/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  <w:t xml:space="preserve">__________________________________________________________ </w:t>
      </w:r>
    </w:p>
    <w:p w14:paraId="6F8A0454" w14:textId="77777777" w:rsidR="00B4358E" w:rsidRPr="00E720CB" w:rsidRDefault="00B4358E" w:rsidP="00B4358E">
      <w:pPr>
        <w:spacing w:before="100" w:after="100"/>
        <w:rPr>
          <w:lang w:eastAsia="it-IT"/>
        </w:rPr>
      </w:pPr>
      <w:r w:rsidRPr="00E720CB">
        <w:rPr>
          <w:lang w:eastAsia="it-IT"/>
        </w:rPr>
        <w:t>Il legale rappresentante   __________________________________________</w:t>
      </w:r>
    </w:p>
    <w:p w14:paraId="1CD4F717" w14:textId="77777777" w:rsidR="00B4358E" w:rsidRPr="00E720CB" w:rsidRDefault="00B4358E" w:rsidP="00B4358E">
      <w:pPr>
        <w:spacing w:after="0"/>
        <w:rPr>
          <w:lang w:eastAsia="it-IT"/>
        </w:rPr>
      </w:pPr>
    </w:p>
    <w:p w14:paraId="3117E87A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</w:p>
    <w:p w14:paraId="7D3E4FDB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proofErr w:type="gramStart"/>
      <w:r w:rsidRPr="00E720CB">
        <w:rPr>
          <w:lang w:eastAsia="it-IT"/>
        </w:rPr>
        <w:t xml:space="preserve">Per  </w:t>
      </w:r>
      <w:r w:rsidRPr="00E720CB">
        <w:rPr>
          <w:lang w:eastAsia="it-IT"/>
        </w:rPr>
        <w:softHyphen/>
      </w:r>
      <w:proofErr w:type="gramEnd"/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  <w:t xml:space="preserve">__________________________________________________________ </w:t>
      </w:r>
    </w:p>
    <w:p w14:paraId="5A8A85F5" w14:textId="77777777" w:rsidR="00B4358E" w:rsidRPr="00E720CB" w:rsidRDefault="00B4358E" w:rsidP="00B4358E">
      <w:pPr>
        <w:spacing w:before="100" w:after="100"/>
        <w:rPr>
          <w:lang w:eastAsia="it-IT"/>
        </w:rPr>
      </w:pPr>
      <w:r w:rsidRPr="00E720CB">
        <w:rPr>
          <w:lang w:eastAsia="it-IT"/>
        </w:rPr>
        <w:t>Il legale rappresentante   __________________________________________</w:t>
      </w:r>
    </w:p>
    <w:p w14:paraId="0F41FC85" w14:textId="77777777" w:rsidR="00B4358E" w:rsidRPr="00E720CB" w:rsidRDefault="00B4358E" w:rsidP="00B4358E">
      <w:pPr>
        <w:spacing w:after="0"/>
        <w:rPr>
          <w:lang w:eastAsia="it-IT"/>
        </w:rPr>
      </w:pPr>
    </w:p>
    <w:p w14:paraId="71813F19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</w:p>
    <w:p w14:paraId="065E988C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proofErr w:type="gramStart"/>
      <w:r w:rsidRPr="00E720CB">
        <w:rPr>
          <w:lang w:eastAsia="it-IT"/>
        </w:rPr>
        <w:t xml:space="preserve">Per  </w:t>
      </w:r>
      <w:r w:rsidRPr="00E720CB">
        <w:rPr>
          <w:lang w:eastAsia="it-IT"/>
        </w:rPr>
        <w:softHyphen/>
      </w:r>
      <w:proofErr w:type="gramEnd"/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  <w:t xml:space="preserve">__________________________________________________________ </w:t>
      </w:r>
    </w:p>
    <w:p w14:paraId="760EED13" w14:textId="77777777" w:rsidR="00B4358E" w:rsidRPr="00E720CB" w:rsidRDefault="00B4358E" w:rsidP="00B4358E">
      <w:pPr>
        <w:spacing w:before="100" w:after="100"/>
        <w:rPr>
          <w:lang w:eastAsia="it-IT"/>
        </w:rPr>
      </w:pPr>
      <w:r w:rsidRPr="00E720CB">
        <w:rPr>
          <w:lang w:eastAsia="it-IT"/>
        </w:rPr>
        <w:t>Il legale rappresentante   __________________________________________</w:t>
      </w:r>
    </w:p>
    <w:p w14:paraId="35A9F747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i/>
          <w:lang w:eastAsia="it-IT"/>
        </w:rPr>
      </w:pPr>
      <w:r w:rsidRPr="00E720CB">
        <w:rPr>
          <w:i/>
          <w:lang w:eastAsia="it-IT"/>
        </w:rPr>
        <w:t xml:space="preserve"> (aggiungere altri soggetti se necessario)</w:t>
      </w:r>
    </w:p>
    <w:p w14:paraId="54801E8E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jc w:val="center"/>
        <w:rPr>
          <w:b/>
          <w:sz w:val="28"/>
          <w:lang w:eastAsia="it-IT"/>
        </w:rPr>
      </w:pPr>
      <w:r w:rsidRPr="00E720CB">
        <w:rPr>
          <w:lang w:eastAsia="it-IT"/>
        </w:rPr>
        <w:br w:type="page"/>
      </w:r>
      <w:r w:rsidRPr="00E720CB">
        <w:rPr>
          <w:b/>
          <w:sz w:val="28"/>
          <w:lang w:eastAsia="it-IT"/>
        </w:rPr>
        <w:lastRenderedPageBreak/>
        <w:t>DICHIARAZIONE SISTEMA CONTABILE</w:t>
      </w:r>
    </w:p>
    <w:p w14:paraId="52211D87" w14:textId="77777777" w:rsidR="00B4358E" w:rsidRPr="0033558C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</w:p>
    <w:p w14:paraId="5B76AC1E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  <w:r w:rsidRPr="00E720CB">
        <w:rPr>
          <w:b/>
          <w:lang w:eastAsia="it-IT"/>
        </w:rPr>
        <w:t>Il/La Sig./a ________________________________Nato/</w:t>
      </w:r>
      <w:proofErr w:type="gramStart"/>
      <w:r w:rsidRPr="00E720CB">
        <w:rPr>
          <w:b/>
          <w:lang w:eastAsia="it-IT"/>
        </w:rPr>
        <w:t xml:space="preserve">a  </w:t>
      </w:r>
      <w:proofErr w:type="spellStart"/>
      <w:r w:rsidRPr="00E720CB">
        <w:rPr>
          <w:b/>
          <w:lang w:eastAsia="it-IT"/>
        </w:rPr>
        <w:t>a</w:t>
      </w:r>
      <w:proofErr w:type="spellEnd"/>
      <w:proofErr w:type="gramEnd"/>
      <w:r w:rsidRPr="00E720CB">
        <w:rPr>
          <w:b/>
          <w:lang w:eastAsia="it-IT"/>
        </w:rPr>
        <w:t xml:space="preserve"> _______________il________________ </w:t>
      </w:r>
    </w:p>
    <w:p w14:paraId="72B5E033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 xml:space="preserve">rappresentante legale </w:t>
      </w:r>
      <w:proofErr w:type="gramStart"/>
      <w:r w:rsidRPr="00E720CB">
        <w:rPr>
          <w:lang w:eastAsia="it-IT"/>
        </w:rPr>
        <w:t>di  _</w:t>
      </w:r>
      <w:proofErr w:type="gramEnd"/>
      <w:r w:rsidRPr="00E720CB">
        <w:rPr>
          <w:lang w:eastAsia="it-IT"/>
        </w:rPr>
        <w:t>_______________________________________________</w:t>
      </w:r>
    </w:p>
    <w:p w14:paraId="4666F48C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 xml:space="preserve">In qualità di Capofila dell’ATI/ATS costituita/da costituire per la realizzazione del progetto presentato dell’operazione </w:t>
      </w:r>
      <w:proofErr w:type="gramStart"/>
      <w:r w:rsidRPr="00E720CB">
        <w:rPr>
          <w:lang w:eastAsia="it-IT"/>
        </w:rPr>
        <w:t>16.2.01  del</w:t>
      </w:r>
      <w:proofErr w:type="gramEnd"/>
      <w:r w:rsidRPr="00E720CB">
        <w:rPr>
          <w:lang w:eastAsia="it-IT"/>
        </w:rPr>
        <w:t xml:space="preserve"> Programma di Sviluppo Rurale 2014-2020, </w:t>
      </w:r>
    </w:p>
    <w:p w14:paraId="76C0679D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>E i sottoscritti</w:t>
      </w:r>
    </w:p>
    <w:p w14:paraId="4E53DA2F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  <w:r w:rsidRPr="00E720CB">
        <w:rPr>
          <w:b/>
          <w:lang w:eastAsia="it-IT"/>
        </w:rPr>
        <w:t>Il/La Sig./a ________________________________Nato/</w:t>
      </w:r>
      <w:proofErr w:type="gramStart"/>
      <w:r w:rsidRPr="00E720CB">
        <w:rPr>
          <w:b/>
          <w:lang w:eastAsia="it-IT"/>
        </w:rPr>
        <w:t xml:space="preserve">a  </w:t>
      </w:r>
      <w:proofErr w:type="spellStart"/>
      <w:r w:rsidRPr="00E720CB">
        <w:rPr>
          <w:b/>
          <w:lang w:eastAsia="it-IT"/>
        </w:rPr>
        <w:t>a</w:t>
      </w:r>
      <w:proofErr w:type="spellEnd"/>
      <w:proofErr w:type="gramEnd"/>
      <w:r w:rsidRPr="00E720CB">
        <w:rPr>
          <w:b/>
          <w:lang w:eastAsia="it-IT"/>
        </w:rPr>
        <w:t xml:space="preserve"> _______________il________________ </w:t>
      </w:r>
    </w:p>
    <w:p w14:paraId="01E62980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 xml:space="preserve">rappresentante legale </w:t>
      </w:r>
      <w:proofErr w:type="gramStart"/>
      <w:r w:rsidRPr="00E720CB">
        <w:rPr>
          <w:lang w:eastAsia="it-IT"/>
        </w:rPr>
        <w:t>di  _</w:t>
      </w:r>
      <w:proofErr w:type="gramEnd"/>
      <w:r w:rsidRPr="00E720CB">
        <w:rPr>
          <w:lang w:eastAsia="it-IT"/>
        </w:rPr>
        <w:t>_______________________________________________</w:t>
      </w:r>
    </w:p>
    <w:p w14:paraId="75D2C09B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  <w:r w:rsidRPr="00E720CB">
        <w:rPr>
          <w:b/>
          <w:lang w:eastAsia="it-IT"/>
        </w:rPr>
        <w:t>Il/La Sig./a ________________________________Nato/</w:t>
      </w:r>
      <w:proofErr w:type="gramStart"/>
      <w:r w:rsidRPr="00E720CB">
        <w:rPr>
          <w:b/>
          <w:lang w:eastAsia="it-IT"/>
        </w:rPr>
        <w:t xml:space="preserve">a  </w:t>
      </w:r>
      <w:proofErr w:type="spellStart"/>
      <w:r w:rsidRPr="00E720CB">
        <w:rPr>
          <w:b/>
          <w:lang w:eastAsia="it-IT"/>
        </w:rPr>
        <w:t>a</w:t>
      </w:r>
      <w:proofErr w:type="spellEnd"/>
      <w:proofErr w:type="gramEnd"/>
      <w:r w:rsidRPr="00E720CB">
        <w:rPr>
          <w:b/>
          <w:lang w:eastAsia="it-IT"/>
        </w:rPr>
        <w:t xml:space="preserve"> _______________il________________ </w:t>
      </w:r>
    </w:p>
    <w:p w14:paraId="3133E17D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 xml:space="preserve">rappresentante legale </w:t>
      </w:r>
      <w:proofErr w:type="gramStart"/>
      <w:r w:rsidRPr="00E720CB">
        <w:rPr>
          <w:lang w:eastAsia="it-IT"/>
        </w:rPr>
        <w:t>di  _</w:t>
      </w:r>
      <w:proofErr w:type="gramEnd"/>
      <w:r w:rsidRPr="00E720CB">
        <w:rPr>
          <w:lang w:eastAsia="it-IT"/>
        </w:rPr>
        <w:t>_______________________________________________</w:t>
      </w:r>
    </w:p>
    <w:p w14:paraId="2E5E4776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b/>
          <w:lang w:eastAsia="it-IT"/>
        </w:rPr>
      </w:pPr>
    </w:p>
    <w:p w14:paraId="71E8458B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i/>
          <w:lang w:eastAsia="it-IT"/>
        </w:rPr>
      </w:pPr>
      <w:r w:rsidRPr="00E720CB">
        <w:rPr>
          <w:i/>
          <w:lang w:eastAsia="it-IT"/>
        </w:rPr>
        <w:t xml:space="preserve"> (aggiungere altri soggetti se necessario)</w:t>
      </w:r>
    </w:p>
    <w:p w14:paraId="76C0D0DE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  <w:r w:rsidRPr="00E720CB">
        <w:rPr>
          <w:lang w:eastAsia="it-IT"/>
        </w:rPr>
        <w:t xml:space="preserve">Componenti dell’ATI/ATS di cui sopra, nel caso in cui il progetto presentato risultasse ammesso al finanziamento </w:t>
      </w:r>
    </w:p>
    <w:p w14:paraId="5E19B9BA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jc w:val="center"/>
        <w:rPr>
          <w:b/>
          <w:lang w:eastAsia="it-IT"/>
        </w:rPr>
      </w:pPr>
      <w:r w:rsidRPr="00E720CB">
        <w:rPr>
          <w:b/>
          <w:lang w:eastAsia="it-IT"/>
        </w:rPr>
        <w:t>SI IMPEGNANO A</w:t>
      </w:r>
    </w:p>
    <w:p w14:paraId="1BF6EFC3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r w:rsidRPr="00E720CB">
        <w:rPr>
          <w:lang w:eastAsia="it-IT"/>
        </w:rPr>
        <w:t xml:space="preserve">Tenere per tutte le transazioni relative al finanziamento </w:t>
      </w:r>
      <w:r w:rsidRPr="00E720CB">
        <w:rPr>
          <w:b/>
          <w:lang w:eastAsia="it-IT"/>
        </w:rPr>
        <w:t>un sistema contabile distinto o un apposito codice contabile</w:t>
      </w:r>
      <w:r w:rsidRPr="00E720CB">
        <w:rPr>
          <w:lang w:eastAsia="it-IT"/>
        </w:rPr>
        <w:t>.</w:t>
      </w:r>
    </w:p>
    <w:p w14:paraId="6B58C17C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proofErr w:type="gramStart"/>
      <w:r w:rsidRPr="00E720CB">
        <w:rPr>
          <w:lang w:eastAsia="it-IT"/>
        </w:rPr>
        <w:t xml:space="preserve">Per  </w:t>
      </w:r>
      <w:r w:rsidRPr="00E720CB">
        <w:rPr>
          <w:lang w:eastAsia="it-IT"/>
        </w:rPr>
        <w:softHyphen/>
      </w:r>
      <w:proofErr w:type="gramEnd"/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  <w:t xml:space="preserve">_____________________________________________________________ </w:t>
      </w:r>
    </w:p>
    <w:p w14:paraId="4703B459" w14:textId="77777777" w:rsidR="00B4358E" w:rsidRPr="00E720CB" w:rsidRDefault="00B4358E" w:rsidP="00B4358E">
      <w:pPr>
        <w:spacing w:before="100" w:after="100"/>
        <w:rPr>
          <w:lang w:eastAsia="it-IT"/>
        </w:rPr>
      </w:pPr>
      <w:r w:rsidRPr="00E720CB">
        <w:rPr>
          <w:lang w:eastAsia="it-IT"/>
        </w:rPr>
        <w:t>Il legale rappresentante_________________________________________________</w:t>
      </w:r>
    </w:p>
    <w:p w14:paraId="742A8F5F" w14:textId="77777777" w:rsidR="00B4358E" w:rsidRPr="00E720CB" w:rsidRDefault="00B4358E" w:rsidP="00B4358E">
      <w:pPr>
        <w:spacing w:after="0"/>
        <w:rPr>
          <w:lang w:eastAsia="it-IT"/>
        </w:rPr>
      </w:pPr>
    </w:p>
    <w:p w14:paraId="1FCB35EF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proofErr w:type="gramStart"/>
      <w:r w:rsidRPr="00E720CB">
        <w:rPr>
          <w:lang w:eastAsia="it-IT"/>
        </w:rPr>
        <w:t xml:space="preserve">Per  </w:t>
      </w:r>
      <w:r w:rsidRPr="00E720CB">
        <w:rPr>
          <w:lang w:eastAsia="it-IT"/>
        </w:rPr>
        <w:softHyphen/>
      </w:r>
      <w:proofErr w:type="gramEnd"/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  <w:t xml:space="preserve">_____________________________________________________________ </w:t>
      </w:r>
    </w:p>
    <w:p w14:paraId="51E0E691" w14:textId="77777777" w:rsidR="00B4358E" w:rsidRPr="00E720CB" w:rsidRDefault="00B4358E" w:rsidP="00B4358E">
      <w:pPr>
        <w:spacing w:before="100" w:after="100"/>
        <w:rPr>
          <w:lang w:eastAsia="it-IT"/>
        </w:rPr>
      </w:pPr>
      <w:r w:rsidRPr="00E720CB">
        <w:rPr>
          <w:lang w:eastAsia="it-IT"/>
        </w:rPr>
        <w:t>Il legale rappresentante_________________________________________________</w:t>
      </w:r>
    </w:p>
    <w:p w14:paraId="3BFA3339" w14:textId="77777777" w:rsidR="00B4358E" w:rsidRPr="00E720CB" w:rsidRDefault="00B4358E" w:rsidP="00B4358E">
      <w:pPr>
        <w:spacing w:after="0"/>
        <w:rPr>
          <w:lang w:eastAsia="it-IT"/>
        </w:rPr>
      </w:pPr>
    </w:p>
    <w:p w14:paraId="088BF6CA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lang w:eastAsia="it-IT"/>
        </w:rPr>
      </w:pPr>
      <w:proofErr w:type="gramStart"/>
      <w:r w:rsidRPr="00E720CB">
        <w:rPr>
          <w:lang w:eastAsia="it-IT"/>
        </w:rPr>
        <w:t xml:space="preserve">Per  </w:t>
      </w:r>
      <w:r w:rsidRPr="00E720CB">
        <w:rPr>
          <w:lang w:eastAsia="it-IT"/>
        </w:rPr>
        <w:softHyphen/>
      </w:r>
      <w:proofErr w:type="gramEnd"/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</w:r>
      <w:r w:rsidRPr="00E720CB">
        <w:rPr>
          <w:lang w:eastAsia="it-IT"/>
        </w:rPr>
        <w:softHyphen/>
        <w:t xml:space="preserve">_____________________________________________________________ </w:t>
      </w:r>
    </w:p>
    <w:p w14:paraId="7C875821" w14:textId="77777777" w:rsidR="00B4358E" w:rsidRPr="00E720CB" w:rsidRDefault="00B4358E" w:rsidP="00B4358E">
      <w:pPr>
        <w:spacing w:before="100" w:after="100"/>
        <w:rPr>
          <w:lang w:eastAsia="it-IT"/>
        </w:rPr>
      </w:pPr>
      <w:r w:rsidRPr="00E720CB">
        <w:rPr>
          <w:lang w:eastAsia="it-IT"/>
        </w:rPr>
        <w:t>Il legale rappresentante_________________________________________________</w:t>
      </w:r>
    </w:p>
    <w:p w14:paraId="6F4CE565" w14:textId="77777777" w:rsidR="00B4358E" w:rsidRPr="00E720CB" w:rsidRDefault="00B4358E" w:rsidP="00B4358E">
      <w:pPr>
        <w:spacing w:after="0"/>
        <w:rPr>
          <w:lang w:eastAsia="it-IT"/>
        </w:rPr>
      </w:pPr>
    </w:p>
    <w:p w14:paraId="740933D2" w14:textId="77777777" w:rsidR="00B4358E" w:rsidRPr="00E720CB" w:rsidRDefault="00B4358E" w:rsidP="00B4358E">
      <w:pPr>
        <w:autoSpaceDE w:val="0"/>
        <w:autoSpaceDN w:val="0"/>
        <w:adjustRightInd w:val="0"/>
        <w:spacing w:before="240" w:after="240"/>
        <w:rPr>
          <w:rFonts w:cs="Tahoma"/>
          <w:lang w:eastAsia="it-IT"/>
        </w:rPr>
      </w:pPr>
      <w:r w:rsidRPr="00E720CB">
        <w:rPr>
          <w:i/>
          <w:lang w:eastAsia="it-IT"/>
        </w:rPr>
        <w:t>(aggiungere altri soggetti se necessario)</w:t>
      </w:r>
    </w:p>
    <w:p w14:paraId="2016014B" w14:textId="77777777" w:rsidR="00B4358E" w:rsidRPr="00E720CB" w:rsidRDefault="00B4358E" w:rsidP="00B4358E">
      <w:pPr>
        <w:spacing w:after="0"/>
        <w:rPr>
          <w:lang w:eastAsia="it-IT"/>
        </w:rPr>
      </w:pPr>
    </w:p>
    <w:p w14:paraId="073C536C" w14:textId="77777777" w:rsidR="00B4358E" w:rsidRPr="00E720CB" w:rsidRDefault="00B4358E" w:rsidP="00B4358E">
      <w:pPr>
        <w:spacing w:after="0"/>
        <w:jc w:val="center"/>
        <w:rPr>
          <w:lang w:eastAsia="it-IT"/>
        </w:rPr>
      </w:pPr>
      <w:r w:rsidRPr="00E720CB">
        <w:rPr>
          <w:lang w:eastAsia="it-IT"/>
        </w:rPr>
        <w:br w:type="page"/>
      </w:r>
    </w:p>
    <w:p w14:paraId="3058FA0D" w14:textId="77777777" w:rsidR="00B4358E" w:rsidRPr="004526D8" w:rsidRDefault="00B4358E" w:rsidP="004526D8">
      <w:pPr>
        <w:rPr>
          <w:rFonts w:ascii="Trebuchet MS" w:hAnsi="Trebuchet MS"/>
          <w:b/>
          <w:sz w:val="28"/>
          <w:szCs w:val="28"/>
        </w:rPr>
      </w:pPr>
      <w:bookmarkStart w:id="4" w:name="_Toc438045368"/>
      <w:bookmarkStart w:id="5" w:name="_Toc484604051"/>
      <w:r w:rsidRPr="004526D8">
        <w:rPr>
          <w:rFonts w:ascii="Trebuchet MS" w:hAnsi="Trebuchet MS"/>
          <w:b/>
          <w:sz w:val="28"/>
          <w:szCs w:val="28"/>
        </w:rPr>
        <w:lastRenderedPageBreak/>
        <w:t>ALLEGATO C MODELLI PER LA RENDICONTAZIONE DELLA DOMANDA DI SAL E SALDO</w:t>
      </w:r>
      <w:bookmarkEnd w:id="4"/>
      <w:bookmarkEnd w:id="5"/>
    </w:p>
    <w:p w14:paraId="607D97D1" w14:textId="77777777" w:rsidR="00B4358E" w:rsidRPr="00E720CB" w:rsidRDefault="00B4358E" w:rsidP="00B4358E"/>
    <w:p w14:paraId="4D3617A0" w14:textId="77777777" w:rsidR="00B4358E" w:rsidRPr="00E720CB" w:rsidRDefault="00B4358E" w:rsidP="00B4358E">
      <w:pPr>
        <w:spacing w:after="100" w:afterAutospacing="1"/>
        <w:jc w:val="center"/>
        <w:rPr>
          <w:iCs/>
          <w:szCs w:val="22"/>
        </w:rPr>
      </w:pPr>
      <w:r w:rsidRPr="00E720CB">
        <w:rPr>
          <w:iCs/>
          <w:noProof/>
          <w:szCs w:val="22"/>
          <w:lang w:eastAsia="it-IT"/>
        </w:rPr>
        <w:drawing>
          <wp:inline distT="0" distB="0" distL="0" distR="0" wp14:anchorId="4DEB0EE9" wp14:editId="4DA7DAB5">
            <wp:extent cx="6117590" cy="59372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593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521C7" w14:textId="77777777" w:rsidR="00B4358E" w:rsidRPr="00E720CB" w:rsidRDefault="00B4358E" w:rsidP="00B4358E">
      <w:pPr>
        <w:spacing w:before="240" w:after="240"/>
        <w:jc w:val="center"/>
        <w:rPr>
          <w:i/>
          <w:iCs/>
          <w:lang w:eastAsia="it-IT"/>
        </w:rPr>
      </w:pPr>
      <w:r w:rsidRPr="00E720CB">
        <w:rPr>
          <w:i/>
          <w:iCs/>
          <w:lang w:eastAsia="it-IT"/>
        </w:rPr>
        <w:t>FEASR – Programma di Sviluppo Rurale 2014-2020</w:t>
      </w:r>
    </w:p>
    <w:p w14:paraId="245DA22A" w14:textId="77777777" w:rsidR="00B4358E" w:rsidRPr="00E720CB" w:rsidRDefault="00B4358E" w:rsidP="00B4358E">
      <w:pPr>
        <w:spacing w:before="240" w:after="240"/>
        <w:jc w:val="center"/>
        <w:rPr>
          <w:i/>
          <w:iCs/>
          <w:lang w:eastAsia="it-IT"/>
        </w:rPr>
      </w:pPr>
    </w:p>
    <w:p w14:paraId="3722FB0D" w14:textId="77777777" w:rsidR="00B4358E" w:rsidRPr="00E720CB" w:rsidRDefault="00B4358E" w:rsidP="00B4358E">
      <w:pPr>
        <w:spacing w:after="0"/>
        <w:jc w:val="center"/>
        <w:rPr>
          <w:b/>
          <w:lang w:eastAsia="it-IT"/>
        </w:rPr>
      </w:pPr>
      <w:r w:rsidRPr="00E720CB">
        <w:rPr>
          <w:b/>
          <w:lang w:eastAsia="it-IT"/>
        </w:rPr>
        <w:t>MISURA 16 “Cooperazione”</w:t>
      </w:r>
    </w:p>
    <w:p w14:paraId="5405FABD" w14:textId="77777777" w:rsidR="00B4358E" w:rsidRPr="00E720CB" w:rsidRDefault="00B4358E" w:rsidP="00B4358E">
      <w:pPr>
        <w:spacing w:after="0"/>
        <w:jc w:val="center"/>
        <w:rPr>
          <w:b/>
          <w:lang w:eastAsia="it-IT"/>
        </w:rPr>
      </w:pPr>
    </w:p>
    <w:p w14:paraId="0470F669" w14:textId="77777777" w:rsidR="00B4358E" w:rsidRPr="00E720CB" w:rsidRDefault="00B4358E" w:rsidP="00B4358E">
      <w:pPr>
        <w:autoSpaceDE w:val="0"/>
        <w:autoSpaceDN w:val="0"/>
        <w:adjustRightInd w:val="0"/>
        <w:spacing w:after="0"/>
        <w:jc w:val="center"/>
        <w:rPr>
          <w:rFonts w:cs="Tahoma"/>
          <w:b/>
          <w:color w:val="000000"/>
          <w:lang w:eastAsia="it-IT"/>
        </w:rPr>
      </w:pPr>
      <w:r w:rsidRPr="00E720CB">
        <w:rPr>
          <w:rFonts w:cs="Tahoma"/>
          <w:b/>
          <w:color w:val="000000"/>
          <w:lang w:eastAsia="it-IT"/>
        </w:rPr>
        <w:t xml:space="preserve">SOTTOMISURA 16.2 – </w:t>
      </w:r>
    </w:p>
    <w:p w14:paraId="7CA9D423" w14:textId="77777777" w:rsidR="00B4358E" w:rsidRPr="00E720CB" w:rsidRDefault="00B4358E" w:rsidP="00B4358E">
      <w:pPr>
        <w:autoSpaceDE w:val="0"/>
        <w:autoSpaceDN w:val="0"/>
        <w:adjustRightInd w:val="0"/>
        <w:spacing w:after="0"/>
        <w:jc w:val="center"/>
        <w:rPr>
          <w:rFonts w:cs="Tahoma"/>
          <w:color w:val="000000"/>
          <w:lang w:eastAsia="it-IT"/>
        </w:rPr>
      </w:pPr>
      <w:r w:rsidRPr="00E720CB">
        <w:rPr>
          <w:rFonts w:cs="Tahoma"/>
          <w:b/>
          <w:color w:val="000000"/>
          <w:lang w:eastAsia="it-IT"/>
        </w:rPr>
        <w:t>“</w:t>
      </w:r>
      <w:r w:rsidRPr="00E720CB">
        <w:rPr>
          <w:rFonts w:cs="Tahoma"/>
          <w:color w:val="000000"/>
          <w:lang w:eastAsia="it-IT"/>
        </w:rPr>
        <w:t>Sostegno a progetti pilota e allo sviluppo di nuovi prodotti, pratiche, processi e tecnologie</w:t>
      </w:r>
      <w:r w:rsidRPr="00E720CB">
        <w:rPr>
          <w:rFonts w:cs="Tahoma"/>
          <w:b/>
          <w:color w:val="000000"/>
          <w:lang w:eastAsia="it-IT"/>
        </w:rPr>
        <w:t>”</w:t>
      </w:r>
    </w:p>
    <w:p w14:paraId="1A3C332F" w14:textId="77777777" w:rsidR="00B4358E" w:rsidRPr="00E720CB" w:rsidRDefault="00B4358E" w:rsidP="00B4358E">
      <w:pPr>
        <w:spacing w:after="0"/>
        <w:jc w:val="center"/>
        <w:rPr>
          <w:b/>
          <w:lang w:eastAsia="it-IT"/>
        </w:rPr>
      </w:pPr>
    </w:p>
    <w:p w14:paraId="12845E48" w14:textId="77777777" w:rsidR="00B4358E" w:rsidRPr="00E720CB" w:rsidRDefault="00B4358E" w:rsidP="00B4358E">
      <w:pPr>
        <w:autoSpaceDE w:val="0"/>
        <w:autoSpaceDN w:val="0"/>
        <w:adjustRightInd w:val="0"/>
        <w:spacing w:after="0"/>
        <w:jc w:val="center"/>
        <w:rPr>
          <w:rFonts w:eastAsia="Calibri" w:cs="Tahoma"/>
          <w:color w:val="000000"/>
          <w:lang w:eastAsia="it-IT"/>
        </w:rPr>
      </w:pPr>
      <w:r w:rsidRPr="00E720CB">
        <w:rPr>
          <w:rFonts w:cs="Tahoma"/>
          <w:b/>
          <w:color w:val="000000"/>
          <w:lang w:eastAsia="it-IT"/>
        </w:rPr>
        <w:t>OPERAZIONE 16.2.01 – “</w:t>
      </w:r>
      <w:r w:rsidRPr="00E720CB">
        <w:rPr>
          <w:rFonts w:eastAsia="Calibri" w:cs="Tahoma"/>
          <w:color w:val="000000"/>
          <w:lang w:eastAsia="it-IT"/>
        </w:rPr>
        <w:t>Progetti pilota e sviluppo di innovazione”</w:t>
      </w:r>
    </w:p>
    <w:p w14:paraId="7B219937" w14:textId="77777777" w:rsidR="00B4358E" w:rsidRPr="00E720CB" w:rsidRDefault="00B4358E" w:rsidP="00B4358E">
      <w:pPr>
        <w:spacing w:after="0"/>
        <w:rPr>
          <w:rFonts w:cs="Tahoma"/>
          <w:b/>
          <w:bCs/>
          <w:lang w:eastAsia="it-IT"/>
        </w:rPr>
      </w:pPr>
    </w:p>
    <w:p w14:paraId="52FFC180" w14:textId="77777777" w:rsidR="00B4358E" w:rsidRPr="00E720CB" w:rsidRDefault="00B4358E" w:rsidP="00B4358E">
      <w:pPr>
        <w:spacing w:after="0"/>
        <w:jc w:val="center"/>
        <w:rPr>
          <w:b/>
          <w:bCs/>
          <w:i/>
          <w:color w:val="000000"/>
          <w:lang w:eastAsia="it-IT"/>
        </w:rPr>
      </w:pPr>
    </w:p>
    <w:p w14:paraId="38AF2258" w14:textId="77777777" w:rsidR="00B4358E" w:rsidRPr="00E720CB" w:rsidRDefault="00B4358E" w:rsidP="00B4358E">
      <w:pPr>
        <w:spacing w:after="0"/>
        <w:jc w:val="center"/>
        <w:rPr>
          <w:b/>
          <w:bCs/>
          <w:i/>
          <w:color w:val="000000"/>
          <w:lang w:eastAsia="it-IT"/>
        </w:rPr>
      </w:pPr>
    </w:p>
    <w:p w14:paraId="31C55174" w14:textId="77777777" w:rsidR="00B4358E" w:rsidRPr="00E720CB" w:rsidRDefault="00B4358E" w:rsidP="00B4358E">
      <w:pPr>
        <w:spacing w:after="0"/>
        <w:jc w:val="center"/>
        <w:rPr>
          <w:b/>
          <w:bCs/>
          <w:i/>
          <w:color w:val="000000"/>
          <w:lang w:eastAsia="it-IT"/>
        </w:rPr>
      </w:pPr>
    </w:p>
    <w:p w14:paraId="79D28D8D" w14:textId="77777777" w:rsidR="00B4358E" w:rsidRPr="00E720CB" w:rsidRDefault="00B4358E" w:rsidP="00B4358E">
      <w:pPr>
        <w:spacing w:after="0"/>
        <w:jc w:val="center"/>
        <w:rPr>
          <w:b/>
          <w:bCs/>
          <w:i/>
          <w:color w:val="000000"/>
          <w:lang w:eastAsia="it-IT"/>
        </w:rPr>
      </w:pPr>
    </w:p>
    <w:p w14:paraId="1D8D6631" w14:textId="77777777" w:rsidR="00B4358E" w:rsidRPr="00E720CB" w:rsidRDefault="00B4358E" w:rsidP="00B4358E">
      <w:pPr>
        <w:spacing w:after="0"/>
        <w:jc w:val="center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t>MODELLI PER LA RENDICONTAZIONE DELLE SPESE</w:t>
      </w:r>
    </w:p>
    <w:p w14:paraId="549624F7" w14:textId="77777777" w:rsidR="00B4358E" w:rsidRPr="00E720CB" w:rsidRDefault="00B4358E" w:rsidP="00B4358E">
      <w:pPr>
        <w:spacing w:after="0"/>
        <w:jc w:val="center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t>E FAC SIMILE DICHIARAZIONE</w:t>
      </w:r>
    </w:p>
    <w:p w14:paraId="1F14F64B" w14:textId="77777777" w:rsidR="00B4358E" w:rsidRPr="00E720CB" w:rsidRDefault="00B4358E" w:rsidP="00B4358E">
      <w:pPr>
        <w:spacing w:after="0"/>
        <w:rPr>
          <w:lang w:eastAsia="it-IT"/>
        </w:rPr>
      </w:pPr>
    </w:p>
    <w:p w14:paraId="02395791" w14:textId="77777777" w:rsidR="00B4358E" w:rsidRPr="00E720CB" w:rsidRDefault="00B4358E" w:rsidP="00B4358E">
      <w:pPr>
        <w:spacing w:after="0"/>
        <w:rPr>
          <w:lang w:eastAsia="it-IT"/>
        </w:rPr>
        <w:sectPr w:rsidR="00B4358E" w:rsidRPr="00E720CB" w:rsidSect="00E042A4">
          <w:footnotePr>
            <w:numRestart w:val="eachSect"/>
          </w:footnotePr>
          <w:pgSz w:w="11906" w:h="16838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6CE1119E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116DC03B" w14:textId="77777777" w:rsidR="00B4358E" w:rsidRPr="00E720CB" w:rsidRDefault="00B4358E" w:rsidP="00B4358E">
      <w:pPr>
        <w:spacing w:after="0"/>
        <w:jc w:val="center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t>PROSPETTO RIEPILOGATIVO DEI COSTI (DA REDIGERE PER OGNI PARTNER E COMPLESSIVO PER L’INTERO PROGETTO)</w:t>
      </w:r>
    </w:p>
    <w:p w14:paraId="3A745C25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</w:p>
    <w:tbl>
      <w:tblPr>
        <w:tblW w:w="8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6"/>
        <w:gridCol w:w="992"/>
        <w:gridCol w:w="992"/>
        <w:gridCol w:w="992"/>
      </w:tblGrid>
      <w:tr w:rsidR="00B4358E" w:rsidRPr="00E720CB" w14:paraId="7593C8C9" w14:textId="77777777" w:rsidTr="00E042A4">
        <w:trPr>
          <w:jc w:val="center"/>
        </w:trPr>
        <w:tc>
          <w:tcPr>
            <w:tcW w:w="5116" w:type="dxa"/>
            <w:vMerge w:val="restart"/>
          </w:tcPr>
          <w:p w14:paraId="1CFFC093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COSTI AMMESSI</w:t>
            </w:r>
          </w:p>
        </w:tc>
        <w:tc>
          <w:tcPr>
            <w:tcW w:w="2976" w:type="dxa"/>
            <w:gridSpan w:val="3"/>
          </w:tcPr>
          <w:p w14:paraId="1A8B85AC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TIPOLOGIA COSTO</w:t>
            </w:r>
          </w:p>
        </w:tc>
      </w:tr>
      <w:tr w:rsidR="00B4358E" w:rsidRPr="00E720CB" w14:paraId="79264A29" w14:textId="77777777" w:rsidTr="00E042A4">
        <w:trPr>
          <w:jc w:val="center"/>
        </w:trPr>
        <w:tc>
          <w:tcPr>
            <w:tcW w:w="5116" w:type="dxa"/>
            <w:vMerge/>
          </w:tcPr>
          <w:p w14:paraId="418AB4CA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</w:p>
        </w:tc>
        <w:tc>
          <w:tcPr>
            <w:tcW w:w="992" w:type="dxa"/>
          </w:tcPr>
          <w:p w14:paraId="01468746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A</w:t>
            </w:r>
          </w:p>
        </w:tc>
        <w:tc>
          <w:tcPr>
            <w:tcW w:w="992" w:type="dxa"/>
          </w:tcPr>
          <w:p w14:paraId="09C02C66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B</w:t>
            </w:r>
          </w:p>
        </w:tc>
        <w:tc>
          <w:tcPr>
            <w:tcW w:w="992" w:type="dxa"/>
          </w:tcPr>
          <w:p w14:paraId="2C73FFBA" w14:textId="77777777" w:rsidR="00B4358E" w:rsidRPr="00E720CB" w:rsidRDefault="00B4358E" w:rsidP="00E042A4">
            <w:pPr>
              <w:spacing w:after="0"/>
              <w:jc w:val="center"/>
              <w:rPr>
                <w:rFonts w:cs="Tahoma"/>
                <w:b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C</w:t>
            </w:r>
          </w:p>
        </w:tc>
      </w:tr>
      <w:tr w:rsidR="00B4358E" w:rsidRPr="00E720CB" w14:paraId="11C872CD" w14:textId="77777777" w:rsidTr="00E042A4">
        <w:trPr>
          <w:jc w:val="center"/>
        </w:trPr>
        <w:tc>
          <w:tcPr>
            <w:tcW w:w="5116" w:type="dxa"/>
          </w:tcPr>
          <w:p w14:paraId="4CF8094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Spese notarili</w:t>
            </w:r>
          </w:p>
        </w:tc>
        <w:tc>
          <w:tcPr>
            <w:tcW w:w="992" w:type="dxa"/>
          </w:tcPr>
          <w:p w14:paraId="6289E80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  <w:shd w:val="clear" w:color="auto" w:fill="808080"/>
          </w:tcPr>
          <w:p w14:paraId="5F98181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  <w:shd w:val="clear" w:color="auto" w:fill="808080"/>
          </w:tcPr>
          <w:p w14:paraId="68E0C3E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3FA5EC7A" w14:textId="77777777" w:rsidTr="00E042A4">
        <w:trPr>
          <w:jc w:val="center"/>
        </w:trPr>
        <w:tc>
          <w:tcPr>
            <w:tcW w:w="5116" w:type="dxa"/>
          </w:tcPr>
          <w:p w14:paraId="51E8DBF1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Consulenza prestata da soggetti terzi non partner</w:t>
            </w:r>
          </w:p>
        </w:tc>
        <w:tc>
          <w:tcPr>
            <w:tcW w:w="992" w:type="dxa"/>
          </w:tcPr>
          <w:p w14:paraId="6D4A929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60E706E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1A0151A5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5E4CBA84" w14:textId="77777777" w:rsidTr="00E042A4">
        <w:trPr>
          <w:jc w:val="center"/>
        </w:trPr>
        <w:tc>
          <w:tcPr>
            <w:tcW w:w="5116" w:type="dxa"/>
          </w:tcPr>
          <w:p w14:paraId="5B6DCD6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 xml:space="preserve">Personale impiegato </w:t>
            </w:r>
          </w:p>
        </w:tc>
        <w:tc>
          <w:tcPr>
            <w:tcW w:w="992" w:type="dxa"/>
          </w:tcPr>
          <w:p w14:paraId="1E6CB98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4C16988E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19E76CFC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79DC3C33" w14:textId="77777777" w:rsidTr="00E042A4">
        <w:trPr>
          <w:jc w:val="center"/>
        </w:trPr>
        <w:tc>
          <w:tcPr>
            <w:tcW w:w="5116" w:type="dxa"/>
          </w:tcPr>
          <w:p w14:paraId="409C31EB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Missioni e trasferte</w:t>
            </w:r>
          </w:p>
        </w:tc>
        <w:tc>
          <w:tcPr>
            <w:tcW w:w="992" w:type="dxa"/>
          </w:tcPr>
          <w:p w14:paraId="4333E7A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394ABEF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038E018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40F27F31" w14:textId="77777777" w:rsidTr="00E042A4">
        <w:trPr>
          <w:jc w:val="center"/>
        </w:trPr>
        <w:tc>
          <w:tcPr>
            <w:tcW w:w="5116" w:type="dxa"/>
          </w:tcPr>
          <w:p w14:paraId="10FE7348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Strumenti e attrezzature (quota imputabile)</w:t>
            </w:r>
          </w:p>
        </w:tc>
        <w:tc>
          <w:tcPr>
            <w:tcW w:w="992" w:type="dxa"/>
            <w:shd w:val="clear" w:color="auto" w:fill="808080"/>
          </w:tcPr>
          <w:p w14:paraId="0C99434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6EB70ED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14:paraId="7FC1980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3F289039" w14:textId="77777777" w:rsidTr="00E042A4">
        <w:trPr>
          <w:jc w:val="center"/>
        </w:trPr>
        <w:tc>
          <w:tcPr>
            <w:tcW w:w="5116" w:type="dxa"/>
          </w:tcPr>
          <w:p w14:paraId="32064043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 xml:space="preserve">Materiali d’uso e forniture </w:t>
            </w:r>
          </w:p>
        </w:tc>
        <w:tc>
          <w:tcPr>
            <w:tcW w:w="992" w:type="dxa"/>
            <w:shd w:val="clear" w:color="auto" w:fill="7F7F7F" w:themeFill="text1" w:themeFillTint="80"/>
          </w:tcPr>
          <w:p w14:paraId="34DC0C6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78D5936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3483CBA7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65F9C771" w14:textId="77777777" w:rsidTr="00E042A4">
        <w:trPr>
          <w:jc w:val="center"/>
        </w:trPr>
        <w:tc>
          <w:tcPr>
            <w:tcW w:w="5116" w:type="dxa"/>
          </w:tcPr>
          <w:p w14:paraId="1231AA49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Creazione di prototipi, realizzazione test, collaudi</w:t>
            </w:r>
          </w:p>
        </w:tc>
        <w:tc>
          <w:tcPr>
            <w:tcW w:w="992" w:type="dxa"/>
            <w:shd w:val="clear" w:color="auto" w:fill="808080"/>
          </w:tcPr>
          <w:p w14:paraId="165E6240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3DEBFFC6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  <w:shd w:val="clear" w:color="auto" w:fill="808080"/>
          </w:tcPr>
          <w:p w14:paraId="21C0368F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39FA2FE8" w14:textId="77777777" w:rsidTr="00E042A4">
        <w:trPr>
          <w:jc w:val="center"/>
        </w:trPr>
        <w:tc>
          <w:tcPr>
            <w:tcW w:w="5116" w:type="dxa"/>
          </w:tcPr>
          <w:p w14:paraId="3A651C6F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lang w:eastAsia="it-IT"/>
              </w:rPr>
            </w:pPr>
            <w:r w:rsidRPr="00E720CB">
              <w:rPr>
                <w:rFonts w:cs="Tahoma"/>
                <w:lang w:eastAsia="it-IT"/>
              </w:rPr>
              <w:t>Totali</w:t>
            </w:r>
          </w:p>
        </w:tc>
        <w:tc>
          <w:tcPr>
            <w:tcW w:w="992" w:type="dxa"/>
          </w:tcPr>
          <w:p w14:paraId="540094C2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3557A66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  <w:tc>
          <w:tcPr>
            <w:tcW w:w="992" w:type="dxa"/>
          </w:tcPr>
          <w:p w14:paraId="7E98762A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  <w:tr w:rsidR="00B4358E" w:rsidRPr="00E720CB" w14:paraId="269F963C" w14:textId="77777777" w:rsidTr="00E042A4">
        <w:trPr>
          <w:jc w:val="center"/>
        </w:trPr>
        <w:tc>
          <w:tcPr>
            <w:tcW w:w="5116" w:type="dxa"/>
          </w:tcPr>
          <w:p w14:paraId="4E0C9A7E" w14:textId="77777777" w:rsidR="00B4358E" w:rsidRPr="00E720CB" w:rsidRDefault="00B4358E" w:rsidP="00E042A4">
            <w:pPr>
              <w:spacing w:after="0"/>
              <w:jc w:val="right"/>
              <w:rPr>
                <w:rFonts w:cs="Tahoma"/>
                <w:lang w:eastAsia="it-IT"/>
              </w:rPr>
            </w:pPr>
            <w:r w:rsidRPr="00E720CB">
              <w:rPr>
                <w:rFonts w:cs="Tahoma"/>
                <w:b/>
                <w:lang w:eastAsia="it-IT"/>
              </w:rPr>
              <w:t>Totale spese progetto (A+B+C+D) €</w:t>
            </w:r>
          </w:p>
        </w:tc>
        <w:tc>
          <w:tcPr>
            <w:tcW w:w="2976" w:type="dxa"/>
            <w:gridSpan w:val="3"/>
          </w:tcPr>
          <w:p w14:paraId="548FAAFD" w14:textId="77777777" w:rsidR="00B4358E" w:rsidRPr="00E720CB" w:rsidRDefault="00B4358E" w:rsidP="00E042A4">
            <w:pPr>
              <w:spacing w:after="0"/>
              <w:rPr>
                <w:rFonts w:cs="Tahoma"/>
                <w:lang w:eastAsia="it-IT"/>
              </w:rPr>
            </w:pPr>
          </w:p>
        </w:tc>
      </w:tr>
    </w:tbl>
    <w:p w14:paraId="53534BF8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3D965092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4A9DC4F5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2199D5A1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25A5472C" w14:textId="77777777" w:rsidR="00B4358E" w:rsidRPr="00E720CB" w:rsidRDefault="00B4358E" w:rsidP="00F167D9">
      <w:pPr>
        <w:numPr>
          <w:ilvl w:val="0"/>
          <w:numId w:val="47"/>
        </w:numPr>
        <w:autoSpaceDE w:val="0"/>
        <w:autoSpaceDN w:val="0"/>
        <w:adjustRightInd w:val="0"/>
        <w:spacing w:after="0"/>
        <w:contextualSpacing/>
        <w:jc w:val="both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Costi della</w:t>
      </w:r>
      <w:r w:rsidRPr="00E720CB">
        <w:rPr>
          <w:rFonts w:cs="Tahoma"/>
          <w:b/>
          <w:lang w:eastAsia="it-IT"/>
        </w:rPr>
        <w:t xml:space="preserve"> cooperazione </w:t>
      </w:r>
      <w:r w:rsidRPr="00E720CB">
        <w:rPr>
          <w:rFonts w:cs="Tahoma"/>
          <w:lang w:eastAsia="it-IT"/>
        </w:rPr>
        <w:t xml:space="preserve">(progettazione, costituzione dell’aggregazione, coordinamento e gestione del progetto e del partenariato. Questi costi </w:t>
      </w:r>
      <w:r w:rsidRPr="00E720CB">
        <w:rPr>
          <w:color w:val="000000"/>
          <w:lang w:eastAsia="it-IT"/>
        </w:rPr>
        <w:t>non possono superare il 15% dell’intero ammontare ammissibile a finanziamento, con un massimo di 25.000,00 €;</w:t>
      </w:r>
    </w:p>
    <w:p w14:paraId="50A839FA" w14:textId="77777777" w:rsidR="00B4358E" w:rsidRPr="00E720CB" w:rsidRDefault="00B4358E" w:rsidP="00F167D9">
      <w:pPr>
        <w:numPr>
          <w:ilvl w:val="0"/>
          <w:numId w:val="47"/>
        </w:numPr>
        <w:autoSpaceDE w:val="0"/>
        <w:autoSpaceDN w:val="0"/>
        <w:adjustRightInd w:val="0"/>
        <w:spacing w:after="0"/>
        <w:contextualSpacing/>
        <w:jc w:val="both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 xml:space="preserve">Costi di </w:t>
      </w:r>
      <w:r w:rsidRPr="00E720CB">
        <w:rPr>
          <w:rFonts w:cs="Tahoma"/>
          <w:b/>
          <w:lang w:eastAsia="it-IT"/>
        </w:rPr>
        <w:t>realizzazione del progetto</w:t>
      </w:r>
      <w:r w:rsidRPr="00E720CB">
        <w:rPr>
          <w:rFonts w:cs="Tahoma"/>
          <w:lang w:eastAsia="it-IT"/>
        </w:rPr>
        <w:t>;</w:t>
      </w:r>
    </w:p>
    <w:p w14:paraId="60C5013D" w14:textId="77777777" w:rsidR="00B4358E" w:rsidRPr="00E720CB" w:rsidRDefault="00B4358E" w:rsidP="00F167D9">
      <w:pPr>
        <w:numPr>
          <w:ilvl w:val="0"/>
          <w:numId w:val="47"/>
        </w:numPr>
        <w:autoSpaceDE w:val="0"/>
        <w:autoSpaceDN w:val="0"/>
        <w:adjustRightInd w:val="0"/>
        <w:spacing w:after="0"/>
        <w:contextualSpacing/>
        <w:jc w:val="both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 xml:space="preserve">Costi per la </w:t>
      </w:r>
      <w:r w:rsidRPr="00E720CB">
        <w:rPr>
          <w:rFonts w:cs="Tahoma"/>
          <w:b/>
          <w:lang w:eastAsia="it-IT"/>
        </w:rPr>
        <w:t xml:space="preserve">diffusione dei risultati </w:t>
      </w:r>
      <w:r w:rsidRPr="00E720CB">
        <w:rPr>
          <w:rFonts w:cs="Tahoma"/>
          <w:lang w:eastAsia="it-IT"/>
        </w:rPr>
        <w:t xml:space="preserve">di progetto attraverso </w:t>
      </w:r>
      <w:proofErr w:type="gramStart"/>
      <w:r w:rsidRPr="00E720CB">
        <w:rPr>
          <w:rFonts w:cs="Tahoma"/>
          <w:lang w:eastAsia="it-IT"/>
        </w:rPr>
        <w:t>la  realizzazione</w:t>
      </w:r>
      <w:proofErr w:type="gramEnd"/>
      <w:r w:rsidRPr="00E720CB">
        <w:rPr>
          <w:rFonts w:cs="Tahoma"/>
          <w:lang w:eastAsia="it-IT"/>
        </w:rPr>
        <w:t xml:space="preserve"> di eventi divulgativi (convegni, seminari, mostre, ecc.) e di iniziative dimostrative anche in campo, visite guidate, pubblicazioni tematiche e/o specialistiche non periodiche, diffuse tramite stampa o media elettronici. I destinatari della divulgazione sono gli addetti al settore agricolo e portatori di interesse lombardi. Questi costi </w:t>
      </w:r>
      <w:r w:rsidRPr="00E720CB">
        <w:rPr>
          <w:color w:val="000000"/>
          <w:lang w:eastAsia="it-IT"/>
        </w:rPr>
        <w:t>non possono superare il 15% dell’intero ammontare ammissibile a finanziamento, con un massimo di 35.000,00 €;</w:t>
      </w:r>
    </w:p>
    <w:p w14:paraId="00CD5DB3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61905C04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br w:type="page"/>
      </w:r>
    </w:p>
    <w:p w14:paraId="7A26E3F0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lastRenderedPageBreak/>
        <w:t>SCHEDA RIASSUNTIVA DELLE SPESE COSTI DELLA COOPERAZIONE (A) (DA REDIGERE PER OGNI PARTNER)</w:t>
      </w:r>
    </w:p>
    <w:p w14:paraId="4103555D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tbl>
      <w:tblPr>
        <w:tblW w:w="15700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170"/>
        <w:gridCol w:w="2080"/>
        <w:gridCol w:w="2140"/>
        <w:gridCol w:w="2260"/>
        <w:gridCol w:w="960"/>
        <w:gridCol w:w="1640"/>
        <w:gridCol w:w="1600"/>
      </w:tblGrid>
      <w:tr w:rsidR="00B4358E" w:rsidRPr="00E720CB" w14:paraId="0C219F55" w14:textId="77777777" w:rsidTr="00E042A4">
        <w:trPr>
          <w:trHeight w:val="90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AF45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Voce di spesa ammessa a preventivo</w:t>
            </w:r>
          </w:p>
        </w:tc>
        <w:tc>
          <w:tcPr>
            <w:tcW w:w="86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C5C7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Elenco dei giustificativi di spesa per ogni costo sostenuto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49B9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Importo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FD4C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Importo a rendicontazione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2434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Importo ammesso a preventivo</w:t>
            </w:r>
          </w:p>
        </w:tc>
      </w:tr>
      <w:tr w:rsidR="00B4358E" w:rsidRPr="00E720CB" w14:paraId="6E75110F" w14:textId="77777777" w:rsidTr="00E042A4">
        <w:trPr>
          <w:trHeight w:val="90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3B73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76DC4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causale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BA85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tipologia (fatture, ricevute, notule, ecc.)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35C7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dati amministrativi (n° e data emissione)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F0FF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modalità di pagamento (bonifico ecc.)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0C66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 xml:space="preserve"> (€)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93DF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(€)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C4A7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(€)</w:t>
            </w:r>
          </w:p>
        </w:tc>
      </w:tr>
      <w:tr w:rsidR="00B4358E" w:rsidRPr="00E720CB" w14:paraId="650DCA48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56DA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Consulenza prestata da soggetti terzi, non partner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99F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C8C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A7D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63A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21D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E79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D7B0F7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4E90CEC3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1BDF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338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4D2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0CC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74A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16C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FB3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99D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0A7F1924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E502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5339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6ED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5D1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17996EE3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23E3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Personale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A2F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CB7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A53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1B0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B28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072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22098F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27F763CF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B98D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542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293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589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178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CBD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041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C72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3C3C3B7E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D5F6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2F6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92D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E99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754461C7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3181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Missioni / trasferte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0EC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F93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4B2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5D7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CA0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CEB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9A8A16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0FC9CD50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0813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B99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876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BD0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C4D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B1D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6C5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1C47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02656E5E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3A9F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C75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5B4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99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</w:tbl>
    <w:p w14:paraId="0847C253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43F6AA25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</w:p>
    <w:p w14:paraId="68EA1C8E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br w:type="page"/>
      </w:r>
    </w:p>
    <w:p w14:paraId="78565D4F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lastRenderedPageBreak/>
        <w:t>SCHEDA RIASSUNTIVA DELLE SPESE COSTI DELLA REALIZZAZIONE DEL PROGETTO (B), DA REDIGERE PER OGNI PARTNER</w:t>
      </w:r>
    </w:p>
    <w:p w14:paraId="244684DB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tbl>
      <w:tblPr>
        <w:tblW w:w="15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170"/>
        <w:gridCol w:w="2080"/>
        <w:gridCol w:w="2140"/>
        <w:gridCol w:w="2260"/>
        <w:gridCol w:w="960"/>
        <w:gridCol w:w="1640"/>
        <w:gridCol w:w="1600"/>
      </w:tblGrid>
      <w:tr w:rsidR="00B4358E" w:rsidRPr="00E720CB" w14:paraId="4030E3EF" w14:textId="77777777" w:rsidTr="00E042A4">
        <w:trPr>
          <w:trHeight w:val="90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816D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Voce di spesa ammessa a preventivo</w:t>
            </w:r>
          </w:p>
        </w:tc>
        <w:tc>
          <w:tcPr>
            <w:tcW w:w="86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1175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Elenco dei giustificativi di spesa per ogni costo sostenuto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8DB3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Importo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B77C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Importo a rendicontazione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F760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Importo ammesso a preventivo</w:t>
            </w:r>
          </w:p>
        </w:tc>
      </w:tr>
      <w:tr w:rsidR="00B4358E" w:rsidRPr="00E720CB" w14:paraId="39D47D6A" w14:textId="77777777" w:rsidTr="00E042A4">
        <w:trPr>
          <w:trHeight w:val="90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1B4C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F36D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causale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54A5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tipologia (fatture, ricevute, notule, ecc.)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B12AF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dati amministrativi (n° e data emissione)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AE1F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modalità di pagamento (bonifico ecc.)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C057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 xml:space="preserve"> (€)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A4CA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(€)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DBC2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(€)</w:t>
            </w:r>
          </w:p>
        </w:tc>
      </w:tr>
      <w:tr w:rsidR="00B4358E" w:rsidRPr="00E720CB" w14:paraId="525C008A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207A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Consulenza prestata da soggetti terzi, non partner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C16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B1D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212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EC6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E77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33E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D0ACCB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550DEB2B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89C6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2A0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11C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F05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B0D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F84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A34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61F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335461B3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BCAC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C31D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04F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E12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7252DBF8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EE83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Personale impiegato nel progetto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F34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B76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A98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B7D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B3B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C88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03EBFD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64FD87B3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A7C3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C89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3B1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346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4077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4FE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36B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117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6CB60AE8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C1D4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E02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D3B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CDC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707C3F74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484A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Missioni / trasferte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08D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DE4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DA4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D44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727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95D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54F5BA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41FCA99F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B35E8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ED5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A15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367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6CB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406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ED5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CDD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18153F17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408CA" w14:textId="77777777" w:rsidR="00B4358E" w:rsidRPr="00E720CB" w:rsidRDefault="00B4358E" w:rsidP="00E042A4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1E08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AA1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ADE0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2C9546A9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08D6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Strumenti e attrezzature (quota imputabile)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A50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BD1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E6C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AFE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8AA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234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1D6E82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705C8048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75C48C19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8F9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A57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71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D67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46A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395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77B4D9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26A01139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2F9C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4B6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EFE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8AF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3E605AE3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9118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Materiali d'uso / forniture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3A4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B47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921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69C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F23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5DD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CA3AE3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30962349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18B928E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0E2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D8D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633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BD7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AC6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047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CC1599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37559539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D47AEB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7C4338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2B778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94B0F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542FBF75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94A8CF6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Creazione di prototipi, realizzazione test, collaudi</w:t>
            </w: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0EB0BA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9EB6FA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DE3B6A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99F387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20475A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5E223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53354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69866328" w14:textId="77777777" w:rsidTr="00E042A4">
        <w:trPr>
          <w:trHeight w:val="300"/>
        </w:trPr>
        <w:tc>
          <w:tcPr>
            <w:tcW w:w="285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D0BD1A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F360DE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D7F6FF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2B6004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0F48F4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6E87C4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5B3CD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3A381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40D7D481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396D417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C53590A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48B909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9363D3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444E502A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2B10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0C241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16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0F5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6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E46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</w:tbl>
    <w:p w14:paraId="0B662CEF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69D67FD9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64F39C6B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70C4A6FC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434703E3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166CFC80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6E1F7697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4815729F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79DB09A9" w14:textId="77777777" w:rsidR="00B4358E" w:rsidRPr="00E720CB" w:rsidRDefault="00B4358E" w:rsidP="00B4358E">
      <w:pPr>
        <w:spacing w:after="0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t>SCHEDA RIASSUNTIVA DELLE SPESE COSTI PER LA DIFFUSIONE DEI RISULTATI (C), DA REDIGERE PER OGNI PARTNER</w:t>
      </w:r>
    </w:p>
    <w:p w14:paraId="630E98AC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tbl>
      <w:tblPr>
        <w:tblW w:w="15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170"/>
        <w:gridCol w:w="2080"/>
        <w:gridCol w:w="2140"/>
        <w:gridCol w:w="2260"/>
        <w:gridCol w:w="960"/>
        <w:gridCol w:w="1640"/>
        <w:gridCol w:w="1600"/>
      </w:tblGrid>
      <w:tr w:rsidR="00B4358E" w:rsidRPr="00E720CB" w14:paraId="62CDFF57" w14:textId="77777777" w:rsidTr="00E042A4">
        <w:trPr>
          <w:trHeight w:val="90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D720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Voce di spesa ammessa a preventivo</w:t>
            </w:r>
          </w:p>
        </w:tc>
        <w:tc>
          <w:tcPr>
            <w:tcW w:w="86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BE5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Elenco dei giustificativi di spesa per ogni costo sostenuto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0ECB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Importo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49FB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Importo a rendicontazione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D98F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Importo ammesso a preventivo</w:t>
            </w:r>
          </w:p>
        </w:tc>
      </w:tr>
      <w:tr w:rsidR="00B4358E" w:rsidRPr="00E720CB" w14:paraId="20296B7E" w14:textId="77777777" w:rsidTr="00E042A4">
        <w:trPr>
          <w:trHeight w:val="90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5E2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BA72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causale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7BDB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tipologia (fatture, ricevute, notule, ecc.)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7598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dati amministrativi (n° e data emissione)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03DEE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modalità di pagamento (bonifico ecc.)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BB16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 xml:space="preserve"> (€)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1CD9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(€)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9338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(€)</w:t>
            </w:r>
          </w:p>
        </w:tc>
      </w:tr>
      <w:tr w:rsidR="00B4358E" w:rsidRPr="00E720CB" w14:paraId="3FC8ED2C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7153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Consulenza prestata da soggetti terzi, non partner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7D7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2DA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16F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DDA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BE2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315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0F0C52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79A67F60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7B2B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CD5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E06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4F5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B5D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CEE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269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80C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5CD075BD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7659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DA2C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996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194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2663F2B2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BA89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Personale impiegato nel progetto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02A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3F5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226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D66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0E3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949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C85719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632ED337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50BB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0D5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D8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602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5A8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082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733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39A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6EC805D3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DD3E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5B7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595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381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7A2B74D7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5B54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Missioni / trasferte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59B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98A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153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8AA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71A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E71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EBBEAC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5D80C1F0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490C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55C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CBD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F0B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48A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422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B17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4AF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2E3AD8DE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EB7B" w14:textId="77777777" w:rsidR="00B4358E" w:rsidRPr="00E720CB" w:rsidRDefault="00B4358E" w:rsidP="00E042A4">
            <w:pPr>
              <w:spacing w:after="0"/>
              <w:jc w:val="right"/>
              <w:rPr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989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8B1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5B2D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3510FF26" w14:textId="77777777" w:rsidTr="00E042A4">
        <w:trPr>
          <w:trHeight w:val="30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92BE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Materiali d'uso / forniture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518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4F7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29E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654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016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C2B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BD3528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01A55575" w14:textId="77777777" w:rsidTr="00E042A4">
        <w:trPr>
          <w:trHeight w:val="30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81917F0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1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48C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88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1F6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DD9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1F1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378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158403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4DFB71FE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ECC0F31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56FB2A7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6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9258C8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08D0B6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</w:tr>
      <w:tr w:rsidR="00B4358E" w:rsidRPr="00E720CB" w14:paraId="7D69E4FE" w14:textId="77777777" w:rsidTr="00E042A4">
        <w:trPr>
          <w:trHeight w:val="300"/>
        </w:trPr>
        <w:tc>
          <w:tcPr>
            <w:tcW w:w="11500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F59D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B67CB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164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B5D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6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731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</w:tbl>
    <w:p w14:paraId="6282CCB9" w14:textId="77777777" w:rsidR="00B4358E" w:rsidRPr="00E720CB" w:rsidRDefault="00B4358E" w:rsidP="00B4358E">
      <w:pPr>
        <w:spacing w:after="0"/>
        <w:rPr>
          <w:rFonts w:cs="Tahoma"/>
          <w:lang w:eastAsia="it-IT"/>
        </w:rPr>
        <w:sectPr w:rsidR="00B4358E" w:rsidRPr="00E720CB" w:rsidSect="00E042A4">
          <w:footnotePr>
            <w:numRestart w:val="eachSect"/>
          </w:footnotePr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47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"/>
        <w:gridCol w:w="2204"/>
        <w:gridCol w:w="2480"/>
        <w:gridCol w:w="961"/>
        <w:gridCol w:w="990"/>
        <w:gridCol w:w="2040"/>
        <w:gridCol w:w="2260"/>
        <w:gridCol w:w="1720"/>
        <w:gridCol w:w="1020"/>
        <w:gridCol w:w="960"/>
      </w:tblGrid>
      <w:tr w:rsidR="00B4358E" w:rsidRPr="00E720CB" w14:paraId="54D6857D" w14:textId="77777777" w:rsidTr="00E042A4">
        <w:trPr>
          <w:trHeight w:val="300"/>
        </w:trPr>
        <w:tc>
          <w:tcPr>
            <w:tcW w:w="137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B72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lastRenderedPageBreak/>
              <w:t xml:space="preserve">PROSPETTO DI DETTAGLIO PER LA RENDICONTAZIONE DEL PERSONALE PER SINGOLO PARTNER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A31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29FB2AAD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DCBC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FE75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0D0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F11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311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ED2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30F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E74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CFC3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A1C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66DC1BC8" w14:textId="77777777" w:rsidTr="00E042A4">
        <w:trPr>
          <w:trHeight w:val="300"/>
        </w:trPr>
        <w:tc>
          <w:tcPr>
            <w:tcW w:w="4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063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(ragione sociale per esteso)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3DE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AA8A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905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F733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A00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1C5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E96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07A0CDD6" w14:textId="77777777" w:rsidTr="00E042A4">
        <w:trPr>
          <w:trHeight w:val="300"/>
        </w:trPr>
        <w:tc>
          <w:tcPr>
            <w:tcW w:w="5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B6E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Periodo rendicontato dal gg/mm/</w:t>
            </w:r>
            <w:proofErr w:type="spellStart"/>
            <w:r w:rsidRPr="00E720CB">
              <w:rPr>
                <w:color w:val="000000"/>
                <w:lang w:eastAsia="it-IT"/>
              </w:rPr>
              <w:t>aaaa</w:t>
            </w:r>
            <w:proofErr w:type="spellEnd"/>
            <w:r w:rsidRPr="00E720CB">
              <w:rPr>
                <w:color w:val="000000"/>
                <w:lang w:eastAsia="it-IT"/>
              </w:rPr>
              <w:t xml:space="preserve"> al gg/mm/</w:t>
            </w:r>
            <w:proofErr w:type="spellStart"/>
            <w:r w:rsidRPr="00E720CB">
              <w:rPr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71D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695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351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DBE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7AD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A9D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6476DC4C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377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07A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84A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007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EB5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E90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E1B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D251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3DE5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6397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30883393" w14:textId="77777777" w:rsidTr="00E042A4">
        <w:trPr>
          <w:trHeight w:val="9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428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720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nominativo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908B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qualifica /funzione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D6C5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costo annuo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3F33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giorni all'anno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5647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costo a giornata comprensivo di oneri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B7F7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numero giornate lavorate per il progetto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2DDC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costo totale attribuibile al progetto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0346E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Tipologia</w:t>
            </w:r>
          </w:p>
          <w:p w14:paraId="44181BD4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Costo</w:t>
            </w:r>
          </w:p>
          <w:p w14:paraId="6BF072DF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(</w:t>
            </w:r>
            <w:proofErr w:type="gramStart"/>
            <w:r w:rsidRPr="00E720CB">
              <w:rPr>
                <w:b/>
                <w:bCs/>
                <w:color w:val="000000"/>
                <w:lang w:eastAsia="it-IT"/>
              </w:rPr>
              <w:t>A,B</w:t>
            </w:r>
            <w:proofErr w:type="gramEnd"/>
            <w:r w:rsidRPr="00E720CB">
              <w:rPr>
                <w:b/>
                <w:bCs/>
                <w:color w:val="000000"/>
                <w:lang w:eastAsia="it-IT"/>
              </w:rPr>
              <w:t>,C)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3D39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5337CF58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F565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FA1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C82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908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4C2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6E7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1C6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611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8F96F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131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279A88EC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495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AD4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322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758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BB6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C9E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EC2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29C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B6A37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940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138EDAD0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833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0CF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039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C4D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B93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D97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533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4C8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D84B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79BC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4A74F83B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0AA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294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270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BF9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BB7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FDC3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051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3EC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49EE5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B24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1A8DFC93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DB7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D4A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C64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FB3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398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351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F59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857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D49C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4F3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2773AAAA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561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7D2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485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FF2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7B4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DD7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E35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602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C908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2F9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2F9B6D88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FF4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0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BC6CB" w14:textId="77777777" w:rsidR="00B4358E" w:rsidRPr="00E720CB" w:rsidRDefault="00B4358E" w:rsidP="00E042A4">
            <w:pPr>
              <w:spacing w:after="0"/>
              <w:jc w:val="right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339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D32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CBA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23AE73FD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C62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DED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F20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727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998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13554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841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8FD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2265D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8FF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211B3D0C" w14:textId="77777777" w:rsidTr="00E042A4">
        <w:trPr>
          <w:trHeight w:val="425"/>
        </w:trPr>
        <w:tc>
          <w:tcPr>
            <w:tcW w:w="1475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488A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Il sottoscritto (Nome e Cognome....................) in qualità di legale rappresentante/responsabile amministrativo, consapevole delle sanzioni penali in caso di dichiarazioni non veritiere, di formazione o uso di atti falsi, richiamate dall'art 76 del DPR 445/2000, dichiara che l'impresa scrivente risulta in regola con i versamenti contributivi per il personale sopra elencato.</w:t>
            </w:r>
          </w:p>
        </w:tc>
      </w:tr>
      <w:tr w:rsidR="00B4358E" w:rsidRPr="00E720CB" w14:paraId="33B6EB6A" w14:textId="77777777" w:rsidTr="00E042A4">
        <w:trPr>
          <w:trHeight w:val="425"/>
        </w:trPr>
        <w:tc>
          <w:tcPr>
            <w:tcW w:w="147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1A8D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337EB7C8" w14:textId="77777777" w:rsidTr="00E042A4">
        <w:trPr>
          <w:trHeight w:val="425"/>
        </w:trPr>
        <w:tc>
          <w:tcPr>
            <w:tcW w:w="1475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21AE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4D2A43C5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3F69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6B1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652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10F6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830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D52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AC9D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BC4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E74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6A4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37A2C6B7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CC0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401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16EE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963C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333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BB3F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450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  <w:r w:rsidRPr="00E720CB">
              <w:rPr>
                <w:color w:val="000000"/>
                <w:lang w:eastAsia="it-IT"/>
              </w:rPr>
              <w:t>firma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72B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A767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11DA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  <w:tr w:rsidR="00B4358E" w:rsidRPr="00E720CB" w14:paraId="4C70CA06" w14:textId="77777777" w:rsidTr="00E042A4">
        <w:trPr>
          <w:trHeight w:val="300"/>
        </w:trPr>
        <w:tc>
          <w:tcPr>
            <w:tcW w:w="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3152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04A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9FC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88D5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30AB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C91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6CD1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4718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5443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6170" w14:textId="77777777" w:rsidR="00B4358E" w:rsidRPr="00E720CB" w:rsidRDefault="00B4358E" w:rsidP="00E042A4">
            <w:pPr>
              <w:spacing w:after="0"/>
              <w:rPr>
                <w:color w:val="000000"/>
                <w:lang w:eastAsia="it-IT"/>
              </w:rPr>
            </w:pPr>
          </w:p>
        </w:tc>
      </w:tr>
    </w:tbl>
    <w:p w14:paraId="1E0314D5" w14:textId="77777777" w:rsidR="00B4358E" w:rsidRPr="00E720CB" w:rsidRDefault="00B4358E" w:rsidP="00B4358E">
      <w:pPr>
        <w:spacing w:after="0"/>
        <w:rPr>
          <w:rFonts w:cs="Tahoma"/>
          <w:lang w:eastAsia="it-IT"/>
        </w:rPr>
        <w:sectPr w:rsidR="00B4358E" w:rsidRPr="00E720CB" w:rsidSect="00E042A4">
          <w:footnotePr>
            <w:numRestart w:val="eachSect"/>
          </w:footnotePr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pPr w:leftFromText="141" w:rightFromText="141" w:horzAnchor="margin" w:tblpY="435"/>
        <w:tblW w:w="150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"/>
        <w:gridCol w:w="1331"/>
        <w:gridCol w:w="993"/>
        <w:gridCol w:w="567"/>
        <w:gridCol w:w="1134"/>
        <w:gridCol w:w="991"/>
        <w:gridCol w:w="1559"/>
        <w:gridCol w:w="851"/>
        <w:gridCol w:w="708"/>
        <w:gridCol w:w="1418"/>
        <w:gridCol w:w="1134"/>
        <w:gridCol w:w="850"/>
        <w:gridCol w:w="851"/>
        <w:gridCol w:w="1134"/>
        <w:gridCol w:w="1276"/>
      </w:tblGrid>
      <w:tr w:rsidR="00B4358E" w:rsidRPr="00E720CB" w14:paraId="582B2681" w14:textId="77777777" w:rsidTr="00E042A4">
        <w:trPr>
          <w:trHeight w:val="10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023F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lastRenderedPageBreak/>
              <w:t>N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270B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 xml:space="preserve">NOME E COGNOME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AA16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DATA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21E6B6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 xml:space="preserve">N° ore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89FD" w14:textId="77777777" w:rsidR="00B4358E" w:rsidRPr="00E720CB" w:rsidRDefault="00B4358E" w:rsidP="00E042A4">
            <w:pPr>
              <w:spacing w:after="0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LUOGO DI PARTENZA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9FC1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LUOGO DI ARRIVO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77DF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MOTIVAZIONE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67CC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MEZZO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54E961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KM TOT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3123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INDENNITA' CHILOMETRICA</w:t>
            </w:r>
            <w:r w:rsidRPr="00E720CB">
              <w:rPr>
                <w:b/>
                <w:bCs/>
                <w:color w:val="000000"/>
                <w:lang w:eastAsia="it-IT"/>
              </w:rPr>
              <w:br/>
              <w:t>(€/km)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F224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 xml:space="preserve">BIGLIETTI /PEDAGGI </w:t>
            </w:r>
            <w:r w:rsidRPr="00E720CB">
              <w:rPr>
                <w:b/>
                <w:bCs/>
                <w:color w:val="000000"/>
                <w:lang w:eastAsia="it-IT"/>
              </w:rPr>
              <w:br/>
              <w:t>(€)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3487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VITTO</w:t>
            </w:r>
            <w:r w:rsidRPr="00E720CB">
              <w:rPr>
                <w:b/>
                <w:bCs/>
                <w:color w:val="000000"/>
                <w:lang w:eastAsia="it-IT"/>
              </w:rPr>
              <w:br/>
              <w:t>(€)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1D00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ALLOGGIO</w:t>
            </w:r>
            <w:r w:rsidRPr="00E720CB">
              <w:rPr>
                <w:b/>
                <w:bCs/>
                <w:color w:val="000000"/>
                <w:lang w:eastAsia="it-IT"/>
              </w:rPr>
              <w:br/>
              <w:t>(€)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4983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TOTALE MISSIONE</w:t>
            </w:r>
            <w:r w:rsidRPr="00E720CB">
              <w:rPr>
                <w:b/>
                <w:bCs/>
                <w:color w:val="000000"/>
                <w:lang w:eastAsia="it-IT"/>
              </w:rPr>
              <w:br/>
              <w:t>(€)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70F7D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TIPOLOGIA</w:t>
            </w:r>
          </w:p>
          <w:p w14:paraId="525A13A3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COSTO</w:t>
            </w:r>
          </w:p>
          <w:p w14:paraId="64B03D43" w14:textId="77777777" w:rsidR="00B4358E" w:rsidRPr="00E720CB" w:rsidRDefault="00B4358E" w:rsidP="00E042A4">
            <w:pPr>
              <w:spacing w:after="0"/>
              <w:jc w:val="center"/>
              <w:rPr>
                <w:b/>
                <w:bCs/>
                <w:color w:val="000000"/>
                <w:lang w:eastAsia="it-IT"/>
              </w:rPr>
            </w:pPr>
            <w:r w:rsidRPr="00E720CB">
              <w:rPr>
                <w:b/>
                <w:bCs/>
                <w:color w:val="000000"/>
                <w:lang w:eastAsia="it-IT"/>
              </w:rPr>
              <w:t>(</w:t>
            </w:r>
            <w:proofErr w:type="gramStart"/>
            <w:r w:rsidRPr="00E720CB">
              <w:rPr>
                <w:b/>
                <w:bCs/>
                <w:color w:val="000000"/>
                <w:lang w:eastAsia="it-IT"/>
              </w:rPr>
              <w:t>A,B</w:t>
            </w:r>
            <w:proofErr w:type="gramEnd"/>
            <w:r w:rsidRPr="00E720CB">
              <w:rPr>
                <w:b/>
                <w:bCs/>
                <w:color w:val="000000"/>
                <w:lang w:eastAsia="it-IT"/>
              </w:rPr>
              <w:t>,C)</w:t>
            </w:r>
          </w:p>
        </w:tc>
      </w:tr>
      <w:tr w:rsidR="00B4358E" w:rsidRPr="00E720CB" w14:paraId="7E9546F8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03AD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A6AB09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FC5209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E3EDF9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2D46F7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865F2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BC430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E24606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A50CE6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CC0A6" w14:textId="77777777" w:rsidR="00B4358E" w:rsidRPr="00E720CB" w:rsidRDefault="00B4358E" w:rsidP="00E042A4">
            <w:pPr>
              <w:spacing w:after="0"/>
              <w:jc w:val="center"/>
              <w:rPr>
                <w:color w:val="00000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78C20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B79014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A1F0AAE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9B6FE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DE98C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</w:tr>
      <w:tr w:rsidR="00B4358E" w:rsidRPr="00E720CB" w14:paraId="71AB91D0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09141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13983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83AB3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08BEA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47444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D0987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35C0E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F6106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9F827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1A2E5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303E9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9B784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A233CC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9E1B7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4503B3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</w:tr>
      <w:tr w:rsidR="00B4358E" w:rsidRPr="00E720CB" w14:paraId="74151583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5C3B5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1ED5E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BF73A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8623B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D5C81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2B05B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477B0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0729B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96BB6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6294B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AE59C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75077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86A0F2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95B32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C93F5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</w:tr>
      <w:tr w:rsidR="00B4358E" w:rsidRPr="00E720CB" w14:paraId="34981C62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737ED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96A52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0A2DA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487F3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02768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4881D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69760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A2BB9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C16C7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2771C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02418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58C08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B9C42E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7F82C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87333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</w:tr>
      <w:tr w:rsidR="00B4358E" w:rsidRPr="00E720CB" w14:paraId="3904184E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59F90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7277D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2A785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1939A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85636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0123B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85F9D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8DF60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E61CF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B064F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DE2CF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2FE70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137BCFE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A3FDB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507778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</w:p>
        </w:tc>
      </w:tr>
      <w:tr w:rsidR="00B4358E" w:rsidRPr="00E720CB" w14:paraId="2A2C6DA2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52D6B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C4DD8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32790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1C62F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CD11E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F2FC8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8FB3A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AA54E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474E2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4C9E3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1BD64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B7A72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654E72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F1585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6992AA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</w:p>
        </w:tc>
      </w:tr>
      <w:tr w:rsidR="00B4358E" w:rsidRPr="00E720CB" w14:paraId="649712FA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6AC95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…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7839B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0A2FA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95093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4E5A0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A1D3E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109F94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C6B241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13803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EA11B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776BA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2A965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B949C7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03914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AA6951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</w:p>
        </w:tc>
      </w:tr>
      <w:tr w:rsidR="00B4358E" w:rsidRPr="00E720CB" w14:paraId="7A290C62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FF6C3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A4691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21D91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504F1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2B4D0B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78161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B2CAB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D926E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77EF8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ED76B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B1038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A00D8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AF49C4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DC23E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01766D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</w:p>
        </w:tc>
      </w:tr>
      <w:tr w:rsidR="00B4358E" w:rsidRPr="00E720CB" w14:paraId="1E35C2B6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D152C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1FF58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D9BF2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48FF8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3FD14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0B5E3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ECC90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A76F8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92ECF2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8EC7D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53275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D6B13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E19710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D0E83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D29F4B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</w:p>
        </w:tc>
      </w:tr>
      <w:tr w:rsidR="00B4358E" w:rsidRPr="00E720CB" w14:paraId="34F91DF6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B7804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7F844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BEEC4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3B988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1788F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B0434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D1B48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C4B36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E16FA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47625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55710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9D0AF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27BB8A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28189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04DE4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</w:p>
        </w:tc>
      </w:tr>
      <w:tr w:rsidR="00B4358E" w:rsidRPr="00E720CB" w14:paraId="72C9196F" w14:textId="77777777" w:rsidTr="00E042A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F430D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C3E04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3CF56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5CC58" w14:textId="77777777" w:rsidR="00B4358E" w:rsidRPr="00E720CB" w:rsidRDefault="00B4358E" w:rsidP="00E042A4">
            <w:pPr>
              <w:spacing w:after="0"/>
              <w:jc w:val="center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D1BFB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775CCC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FFE9C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47944B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0D120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35DDD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CBB0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70811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6D2195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E2DD0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  <w:r w:rsidRPr="00E720CB">
              <w:rPr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078DA" w14:textId="77777777" w:rsidR="00B4358E" w:rsidRPr="00E720CB" w:rsidRDefault="00B4358E" w:rsidP="00E042A4">
            <w:pPr>
              <w:spacing w:after="0"/>
              <w:rPr>
                <w:lang w:eastAsia="it-IT"/>
              </w:rPr>
            </w:pPr>
          </w:p>
        </w:tc>
      </w:tr>
    </w:tbl>
    <w:p w14:paraId="27E1BA27" w14:textId="77777777" w:rsidR="00B4358E" w:rsidRPr="00E720CB" w:rsidRDefault="00B4358E" w:rsidP="00B4358E">
      <w:pPr>
        <w:spacing w:after="0"/>
        <w:rPr>
          <w:sz w:val="24"/>
          <w:lang w:eastAsia="it-IT"/>
        </w:rPr>
      </w:pPr>
      <w:r w:rsidRPr="00E720CB">
        <w:rPr>
          <w:rFonts w:cs="Tahoma"/>
          <w:b/>
          <w:lang w:eastAsia="it-IT"/>
        </w:rPr>
        <w:t xml:space="preserve"> SCHEMA PER LA RENDICONTAZIONE DELLE MISSIONI</w:t>
      </w:r>
    </w:p>
    <w:p w14:paraId="19AF2357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6EEB8AC8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5D38141D" w14:textId="77777777" w:rsidR="00B4358E" w:rsidRPr="00E720CB" w:rsidRDefault="00B4358E" w:rsidP="00B4358E">
      <w:pPr>
        <w:spacing w:after="0"/>
        <w:rPr>
          <w:sz w:val="24"/>
          <w:lang w:eastAsia="it-IT"/>
        </w:rPr>
      </w:pPr>
    </w:p>
    <w:p w14:paraId="4B68874F" w14:textId="77777777" w:rsidR="00B4358E" w:rsidRPr="00E720CB" w:rsidRDefault="00B4358E" w:rsidP="00B4358E">
      <w:pPr>
        <w:spacing w:after="0"/>
        <w:ind w:left="7788" w:firstLine="708"/>
        <w:rPr>
          <w:lang w:eastAsia="it-IT"/>
        </w:rPr>
        <w:sectPr w:rsidR="00B4358E" w:rsidRPr="00E720CB" w:rsidSect="00E042A4">
          <w:headerReference w:type="first" r:id="rId17"/>
          <w:footnotePr>
            <w:numRestart w:val="eachSect"/>
          </w:footnotePr>
          <w:pgSz w:w="16838" w:h="11906" w:orient="landscape"/>
          <w:pgMar w:top="993" w:right="720" w:bottom="991" w:left="720" w:header="709" w:footer="709" w:gutter="0"/>
          <w:cols w:space="708"/>
          <w:docGrid w:linePitch="360"/>
        </w:sectPr>
      </w:pPr>
      <w:r w:rsidRPr="00E720CB">
        <w:rPr>
          <w:lang w:eastAsia="it-IT"/>
        </w:rPr>
        <w:t>firma</w:t>
      </w:r>
    </w:p>
    <w:p w14:paraId="041BB553" w14:textId="77777777" w:rsidR="00B4358E" w:rsidRPr="00E720CB" w:rsidRDefault="00B4358E" w:rsidP="00B4358E">
      <w:pPr>
        <w:spacing w:after="0"/>
        <w:jc w:val="center"/>
        <w:rPr>
          <w:rFonts w:cs="Tahoma"/>
          <w:b/>
          <w:bCs/>
          <w:sz w:val="24"/>
          <w:lang w:eastAsia="it-IT"/>
        </w:rPr>
      </w:pPr>
      <w:r w:rsidRPr="00E720CB">
        <w:rPr>
          <w:rFonts w:cs="Tahoma"/>
          <w:b/>
          <w:bCs/>
          <w:sz w:val="24"/>
          <w:lang w:eastAsia="it-IT"/>
        </w:rPr>
        <w:lastRenderedPageBreak/>
        <w:t xml:space="preserve">DICHIARAZIONE RELATIVA A </w:t>
      </w:r>
    </w:p>
    <w:p w14:paraId="3607D98A" w14:textId="77777777" w:rsidR="00B4358E" w:rsidRPr="00E720CB" w:rsidRDefault="00B4358E" w:rsidP="00B4358E">
      <w:pPr>
        <w:spacing w:after="0"/>
        <w:jc w:val="center"/>
        <w:rPr>
          <w:rFonts w:cs="Tahoma"/>
          <w:b/>
          <w:bCs/>
          <w:sz w:val="24"/>
          <w:lang w:eastAsia="it-IT"/>
        </w:rPr>
      </w:pPr>
      <w:r w:rsidRPr="00E720CB">
        <w:rPr>
          <w:rFonts w:cs="Tahoma"/>
          <w:b/>
          <w:bCs/>
          <w:sz w:val="24"/>
          <w:lang w:eastAsia="it-IT"/>
        </w:rPr>
        <w:t>FINANZIAMENTI RICEVUTI SU ALTRE FONTI DI AIUTO</w:t>
      </w:r>
    </w:p>
    <w:p w14:paraId="6631594C" w14:textId="77777777" w:rsidR="00B4358E" w:rsidRPr="00B4358E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jc w:val="center"/>
        <w:rPr>
          <w:rFonts w:cs="Tahoma"/>
          <w:lang w:eastAsia="it-IT"/>
        </w:rPr>
      </w:pPr>
      <w:r w:rsidRPr="00B4358E">
        <w:rPr>
          <w:rFonts w:cs="Tahoma"/>
          <w:lang w:eastAsia="it-IT"/>
        </w:rPr>
        <w:t xml:space="preserve">(ai </w:t>
      </w:r>
      <w:r w:rsidRPr="00E720CB">
        <w:rPr>
          <w:rFonts w:cs="Tahoma"/>
          <w:lang w:eastAsia="it-IT"/>
        </w:rPr>
        <w:t>sensi</w:t>
      </w:r>
      <w:r w:rsidRPr="00B4358E">
        <w:rPr>
          <w:rFonts w:cs="Tahoma"/>
          <w:lang w:eastAsia="it-IT"/>
        </w:rPr>
        <w:t xml:space="preserve"> art. 47 D.P.R. 28 </w:t>
      </w:r>
      <w:r w:rsidRPr="00E720CB">
        <w:rPr>
          <w:rFonts w:cs="Tahoma"/>
          <w:lang w:eastAsia="it-IT"/>
        </w:rPr>
        <w:t>dicembre</w:t>
      </w:r>
      <w:r w:rsidRPr="00B4358E">
        <w:rPr>
          <w:rFonts w:cs="Tahoma"/>
          <w:lang w:eastAsia="it-IT"/>
        </w:rPr>
        <w:t xml:space="preserve"> 2000, n. 445)</w:t>
      </w:r>
    </w:p>
    <w:p w14:paraId="0E3BB478" w14:textId="77777777" w:rsidR="00B4358E" w:rsidRPr="00B4358E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exact"/>
        <w:rPr>
          <w:lang w:eastAsia="it-IT"/>
        </w:rPr>
      </w:pPr>
    </w:p>
    <w:p w14:paraId="23871CBD" w14:textId="77777777" w:rsidR="00B4358E" w:rsidRPr="00B4358E" w:rsidRDefault="00B4358E" w:rsidP="00B4358E">
      <w:pPr>
        <w:tabs>
          <w:tab w:val="left" w:pos="-1134"/>
          <w:tab w:val="left" w:pos="-568"/>
          <w:tab w:val="left" w:pos="-2"/>
          <w:tab w:val="left" w:pos="1696"/>
        </w:tabs>
        <w:spacing w:after="0" w:line="360" w:lineRule="exact"/>
        <w:rPr>
          <w:lang w:eastAsia="it-IT"/>
        </w:rPr>
      </w:pPr>
    </w:p>
    <w:p w14:paraId="11663A88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Il/La sottoscritto/a __________________________________</w:t>
      </w:r>
      <w:proofErr w:type="gramStart"/>
      <w:r w:rsidRPr="00E720CB">
        <w:rPr>
          <w:rFonts w:cs="Tahoma"/>
          <w:lang w:eastAsia="it-IT"/>
        </w:rPr>
        <w:t>_,  Cod.</w:t>
      </w:r>
      <w:proofErr w:type="gramEnd"/>
      <w:r w:rsidRPr="00E720CB">
        <w:rPr>
          <w:rFonts w:cs="Tahoma"/>
          <w:lang w:eastAsia="it-IT"/>
        </w:rPr>
        <w:t xml:space="preserve"> Fisc. _________________________,</w:t>
      </w:r>
    </w:p>
    <w:p w14:paraId="19E02BE8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lang w:eastAsia="it-IT"/>
        </w:rPr>
      </w:pPr>
      <w:r w:rsidRPr="00E720CB">
        <w:rPr>
          <w:rFonts w:cs="Tahoma"/>
          <w:lang w:eastAsia="it-IT"/>
        </w:rPr>
        <w:t>nato/a _______________________________, prov. __________, il _________________,</w:t>
      </w:r>
      <w:r w:rsidRPr="00E720CB">
        <w:rPr>
          <w:lang w:eastAsia="it-IT"/>
        </w:rPr>
        <w:t xml:space="preserve"> </w:t>
      </w:r>
      <w:r w:rsidRPr="00E720CB">
        <w:rPr>
          <w:rFonts w:cs="Tahoma"/>
          <w:lang w:eastAsia="it-IT"/>
        </w:rPr>
        <w:t>residente a ____________________, prov. _____, Via/C.na/P.zza _________________________________________,</w:t>
      </w:r>
      <w:r w:rsidRPr="00E720CB">
        <w:rPr>
          <w:lang w:eastAsia="it-IT"/>
        </w:rPr>
        <w:t xml:space="preserve"> </w:t>
      </w:r>
    </w:p>
    <w:p w14:paraId="4801151C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  <w:r w:rsidRPr="00E720CB">
        <w:rPr>
          <w:rFonts w:cs="Tahoma"/>
          <w:lang w:eastAsia="it-IT"/>
        </w:rPr>
        <w:t>legale rappresentante della ditta ______________________________________________________________,</w:t>
      </w:r>
      <w:r w:rsidRPr="00E720CB">
        <w:rPr>
          <w:lang w:eastAsia="it-IT"/>
        </w:rPr>
        <w:t xml:space="preserve"> </w:t>
      </w:r>
    </w:p>
    <w:p w14:paraId="6C93A4FE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</w:p>
    <w:p w14:paraId="772D8B99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</w:p>
    <w:p w14:paraId="29515901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consapevole delle sanzioni penali, nel caso di dichiarazioni non veritiere, di formazione o uso di atti falsi, richiamate dall’art. 76 del D.P.R. 445 del 28 dicembre 2000,</w:t>
      </w:r>
    </w:p>
    <w:p w14:paraId="30D04EE9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</w:p>
    <w:p w14:paraId="4270086D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b/>
          <w:lang w:eastAsia="it-IT"/>
        </w:rPr>
      </w:pPr>
      <w:r w:rsidRPr="00E720CB">
        <w:rPr>
          <w:rFonts w:cs="Tahoma"/>
          <w:b/>
          <w:lang w:eastAsia="it-IT"/>
        </w:rPr>
        <w:t>in riferimento alla domanda__________________________ finanziata sull’ Operazione 16.2.01 del Programma di Sviluppo Rurale 2014-2020,</w:t>
      </w:r>
    </w:p>
    <w:p w14:paraId="5F0017E2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lang w:eastAsia="it-IT"/>
        </w:rPr>
      </w:pPr>
    </w:p>
    <w:p w14:paraId="21A13496" w14:textId="77777777" w:rsidR="00B4358E" w:rsidRPr="00E720CB" w:rsidRDefault="00B4358E" w:rsidP="00B4358E">
      <w:pPr>
        <w:spacing w:after="0"/>
        <w:jc w:val="center"/>
        <w:rPr>
          <w:b/>
          <w:lang w:eastAsia="it-IT"/>
        </w:rPr>
      </w:pPr>
      <w:r w:rsidRPr="00E720CB">
        <w:rPr>
          <w:b/>
          <w:lang w:eastAsia="it-IT"/>
        </w:rPr>
        <w:t>DICHIARA</w:t>
      </w:r>
    </w:p>
    <w:p w14:paraId="406B1F28" w14:textId="77777777" w:rsidR="00B4358E" w:rsidRPr="00E720CB" w:rsidRDefault="00B4358E" w:rsidP="00B4358E">
      <w:pPr>
        <w:spacing w:after="0"/>
        <w:jc w:val="center"/>
        <w:rPr>
          <w:b/>
          <w:lang w:eastAsia="it-IT"/>
        </w:rPr>
      </w:pPr>
    </w:p>
    <w:p w14:paraId="68971201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b/>
          <w:lang w:eastAsia="en-GB"/>
        </w:rPr>
      </w:pPr>
      <w:r w:rsidRPr="00E720CB">
        <w:rPr>
          <w:rFonts w:cs="Tahoma"/>
          <w:lang w:eastAsia="it-IT"/>
        </w:rPr>
        <w:t xml:space="preserve">di </w:t>
      </w:r>
      <w:r w:rsidRPr="00E720CB">
        <w:rPr>
          <w:lang w:eastAsia="en-GB"/>
        </w:rPr>
        <w:t xml:space="preserve">non avere percepito alcun un contributo </w:t>
      </w:r>
      <w:r w:rsidRPr="00E720CB">
        <w:rPr>
          <w:b/>
          <w:lang w:eastAsia="en-GB"/>
        </w:rPr>
        <w:t>anche</w:t>
      </w:r>
      <w:r w:rsidRPr="00E720CB">
        <w:rPr>
          <w:lang w:eastAsia="en-GB"/>
        </w:rPr>
        <w:t xml:space="preserve"> </w:t>
      </w:r>
      <w:r w:rsidRPr="00E720CB">
        <w:rPr>
          <w:b/>
          <w:lang w:eastAsia="en-GB"/>
        </w:rPr>
        <w:t>su altre “Fonti di aiuto” diverse dal Programma di Sviluppo Rurale 2014-2020;</w:t>
      </w:r>
    </w:p>
    <w:p w14:paraId="069A8D5A" w14:textId="77777777" w:rsidR="00B4358E" w:rsidRPr="00E720CB" w:rsidRDefault="00B4358E" w:rsidP="00B4358E">
      <w:pPr>
        <w:spacing w:after="0"/>
        <w:rPr>
          <w:sz w:val="24"/>
          <w:lang w:eastAsia="en-GB"/>
        </w:rPr>
      </w:pPr>
    </w:p>
    <w:p w14:paraId="722D7921" w14:textId="77777777" w:rsidR="00B4358E" w:rsidRPr="00E720CB" w:rsidRDefault="00B4358E" w:rsidP="00B4358E">
      <w:pPr>
        <w:spacing w:after="0"/>
        <w:rPr>
          <w:rFonts w:cs="Tahoma"/>
          <w:lang w:eastAsia="it-IT"/>
        </w:rPr>
      </w:pPr>
    </w:p>
    <w:p w14:paraId="558CD31C" w14:textId="77777777" w:rsidR="00B4358E" w:rsidRPr="00E720CB" w:rsidRDefault="00B4358E" w:rsidP="00B4358E">
      <w:pPr>
        <w:spacing w:after="0"/>
        <w:jc w:val="center"/>
        <w:rPr>
          <w:b/>
          <w:lang w:eastAsia="it-IT"/>
        </w:rPr>
      </w:pPr>
      <w:r w:rsidRPr="00E720CB">
        <w:rPr>
          <w:b/>
          <w:lang w:eastAsia="it-IT"/>
        </w:rPr>
        <w:t>DICHIARA INOLTRE</w:t>
      </w:r>
    </w:p>
    <w:p w14:paraId="168BB736" w14:textId="77777777" w:rsidR="00B4358E" w:rsidRPr="00E720CB" w:rsidRDefault="00B4358E" w:rsidP="00B4358E">
      <w:pPr>
        <w:spacing w:after="0"/>
        <w:rPr>
          <w:lang w:eastAsia="it-IT"/>
        </w:rPr>
      </w:pPr>
    </w:p>
    <w:p w14:paraId="09004486" w14:textId="77777777" w:rsidR="00B4358E" w:rsidRPr="00E720CB" w:rsidRDefault="00B4358E" w:rsidP="00B4358E">
      <w:pPr>
        <w:tabs>
          <w:tab w:val="left" w:pos="709"/>
        </w:tabs>
        <w:spacing w:after="0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di essere stato previamente informato sul trattamento dei dati che vengono trattati nelle diverse fasi procedurali del rispetto della normativa vigente ed in particolare del Decreto Legislativo n 196/2003 “Codice in materia di protezione dei dati personali”.</w:t>
      </w:r>
    </w:p>
    <w:p w14:paraId="6A517B1B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/>
        <w:rPr>
          <w:rFonts w:cs="Tahoma"/>
          <w:lang w:eastAsia="it-IT"/>
        </w:rPr>
      </w:pPr>
    </w:p>
    <w:p w14:paraId="52EC9E03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luogo _________________ (___)</w:t>
      </w:r>
    </w:p>
    <w:p w14:paraId="5A76C5CF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>data ___________________</w:t>
      </w:r>
    </w:p>
    <w:p w14:paraId="198F858C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lang w:eastAsia="it-IT"/>
        </w:rPr>
        <w:tab/>
      </w:r>
      <w:r w:rsidRPr="00E720CB">
        <w:rPr>
          <w:rFonts w:cs="Tahoma"/>
          <w:lang w:eastAsia="it-IT"/>
        </w:rPr>
        <w:t>IL DICHIARANTE</w:t>
      </w:r>
    </w:p>
    <w:p w14:paraId="3202FC30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</w:pP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</w:r>
      <w:r w:rsidRPr="00E720CB">
        <w:rPr>
          <w:rFonts w:cs="Tahoma"/>
          <w:lang w:eastAsia="it-IT"/>
        </w:rPr>
        <w:tab/>
        <w:t>__________________________</w:t>
      </w:r>
    </w:p>
    <w:p w14:paraId="684E25FD" w14:textId="77777777" w:rsidR="00B4358E" w:rsidRPr="00E720CB" w:rsidRDefault="00B4358E" w:rsidP="00B4358E">
      <w:pPr>
        <w:tabs>
          <w:tab w:val="left" w:pos="-1134"/>
          <w:tab w:val="left" w:pos="-568"/>
          <w:tab w:val="left" w:pos="-2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360" w:lineRule="auto"/>
        <w:rPr>
          <w:rFonts w:cs="Tahoma"/>
          <w:lang w:eastAsia="it-IT"/>
        </w:rPr>
        <w:sectPr w:rsidR="00B4358E" w:rsidRPr="00E720CB" w:rsidSect="00E042A4">
          <w:footnotePr>
            <w:numRestart w:val="eachSect"/>
          </w:footnotePr>
          <w:pgSz w:w="11906" w:h="16838"/>
          <w:pgMar w:top="720" w:right="720" w:bottom="720" w:left="720" w:header="720" w:footer="720" w:gutter="0"/>
          <w:cols w:space="708"/>
          <w:titlePg/>
          <w:docGrid w:linePitch="360"/>
        </w:sectPr>
      </w:pPr>
    </w:p>
    <w:p w14:paraId="77A7B8A7" w14:textId="26C762F9" w:rsidR="0092006E" w:rsidRPr="006E0D9D" w:rsidRDefault="0092006E" w:rsidP="0092006E">
      <w:pPr>
        <w:keepNext/>
        <w:spacing w:after="0" w:line="360" w:lineRule="auto"/>
        <w:jc w:val="both"/>
        <w:outlineLvl w:val="3"/>
        <w:rPr>
          <w:rFonts w:ascii="Arial" w:hAnsi="Arial"/>
          <w:b/>
          <w:szCs w:val="36"/>
        </w:rPr>
      </w:pPr>
      <w:r w:rsidRPr="0092006E">
        <w:rPr>
          <w:rFonts w:ascii="Arial" w:hAnsi="Arial"/>
          <w:b/>
          <w:szCs w:val="36"/>
        </w:rPr>
        <w:lastRenderedPageBreak/>
        <w:t>Allegato E – Modello</w:t>
      </w:r>
      <w:r w:rsidRPr="006E0D9D">
        <w:rPr>
          <w:rFonts w:ascii="Arial" w:hAnsi="Arial"/>
          <w:b/>
          <w:szCs w:val="36"/>
        </w:rPr>
        <w:t xml:space="preserve"> di dichiarazione liberatoria fatture </w:t>
      </w:r>
    </w:p>
    <w:p w14:paraId="7863D880" w14:textId="77777777" w:rsidR="0092006E" w:rsidRPr="006E0D9D" w:rsidRDefault="0092006E" w:rsidP="0092006E">
      <w:pPr>
        <w:spacing w:before="60" w:after="60" w:line="276" w:lineRule="auto"/>
        <w:rPr>
          <w:rFonts w:ascii="Arial" w:hAnsi="Arial"/>
          <w:b/>
          <w:sz w:val="24"/>
          <w:szCs w:val="24"/>
        </w:rPr>
      </w:pPr>
      <w:r w:rsidRPr="006E0D9D">
        <w:rPr>
          <w:rFonts w:ascii="Arial" w:hAnsi="Arial"/>
          <w:b/>
          <w:sz w:val="24"/>
          <w:szCs w:val="24"/>
        </w:rPr>
        <w:t>Facsimile</w:t>
      </w:r>
    </w:p>
    <w:p w14:paraId="29758DD4" w14:textId="77777777" w:rsidR="0092006E" w:rsidRPr="006E0D9D" w:rsidRDefault="0092006E" w:rsidP="0092006E">
      <w:pPr>
        <w:spacing w:before="60" w:after="60" w:line="276" w:lineRule="auto"/>
        <w:jc w:val="center"/>
        <w:rPr>
          <w:rFonts w:ascii="Arial" w:hAnsi="Arial"/>
          <w:b/>
          <w:sz w:val="28"/>
          <w:szCs w:val="24"/>
        </w:rPr>
      </w:pPr>
      <w:r w:rsidRPr="006E0D9D">
        <w:rPr>
          <w:rFonts w:ascii="Arial" w:hAnsi="Arial"/>
          <w:b/>
          <w:sz w:val="28"/>
          <w:szCs w:val="24"/>
        </w:rPr>
        <w:t>Dichiarazione Liberatoria</w:t>
      </w:r>
    </w:p>
    <w:p w14:paraId="1DCEC413" w14:textId="77777777" w:rsidR="0092006E" w:rsidRPr="006E0D9D" w:rsidRDefault="0092006E" w:rsidP="0092006E">
      <w:pPr>
        <w:spacing w:before="60" w:after="60" w:line="276" w:lineRule="auto"/>
        <w:jc w:val="center"/>
        <w:rPr>
          <w:rFonts w:ascii="Arial" w:hAnsi="Arial"/>
          <w:b/>
          <w:sz w:val="24"/>
          <w:szCs w:val="24"/>
        </w:rPr>
      </w:pPr>
      <w:r w:rsidRPr="006E0D9D">
        <w:rPr>
          <w:rFonts w:ascii="Arial" w:hAnsi="Arial"/>
          <w:b/>
          <w:sz w:val="24"/>
          <w:szCs w:val="24"/>
        </w:rPr>
        <w:t>Da redigere su carta intestata della Ditta fornitrice</w:t>
      </w:r>
    </w:p>
    <w:p w14:paraId="2044E060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b/>
          <w:sz w:val="16"/>
          <w:szCs w:val="16"/>
        </w:rPr>
      </w:pPr>
    </w:p>
    <w:p w14:paraId="0D6083B1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Cs w:val="24"/>
        </w:rPr>
      </w:pPr>
      <w:r w:rsidRPr="006E0D9D">
        <w:rPr>
          <w:rFonts w:ascii="Arial" w:hAnsi="Arial"/>
          <w:szCs w:val="24"/>
        </w:rPr>
        <w:t xml:space="preserve">Si dichiara che le opere e/o le forniture di cui alle sotto elencate fatture, riferite all’intervento cofinanziato dal PSR 2014-2020 della Regione Lombardia avente codice </w:t>
      </w:r>
      <w:proofErr w:type="gramStart"/>
      <w:r w:rsidRPr="006E0D9D">
        <w:rPr>
          <w:rFonts w:ascii="Arial" w:hAnsi="Arial"/>
          <w:szCs w:val="24"/>
        </w:rPr>
        <w:t>CUP:_</w:t>
      </w:r>
      <w:proofErr w:type="gramEnd"/>
      <w:r w:rsidRPr="006E0D9D">
        <w:rPr>
          <w:rFonts w:ascii="Arial" w:hAnsi="Arial"/>
          <w:szCs w:val="24"/>
        </w:rPr>
        <w:t>______________ ____________________</w:t>
      </w:r>
    </w:p>
    <w:p w14:paraId="4AA8D559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Cs w:val="24"/>
        </w:rPr>
      </w:pPr>
      <w:r w:rsidRPr="006E0D9D">
        <w:rPr>
          <w:rFonts w:ascii="Arial" w:hAnsi="Arial"/>
          <w:szCs w:val="24"/>
        </w:rPr>
        <w:t xml:space="preserve">sono state interamente pagate e la Ditta sottoscritta non vanta alcun credito o patto di riservato </w:t>
      </w:r>
      <w:r w:rsidRPr="006E0D9D">
        <w:rPr>
          <w:rFonts w:ascii="Arial" w:hAnsi="Arial"/>
          <w:szCs w:val="24"/>
          <w:u w:val="single"/>
        </w:rPr>
        <w:t>dominio o prelazione</w:t>
      </w:r>
      <w:r w:rsidRPr="006E0D9D">
        <w:rPr>
          <w:rFonts w:ascii="Arial" w:hAnsi="Arial"/>
          <w:szCs w:val="24"/>
        </w:rPr>
        <w:t xml:space="preserve"> sulle stesse.</w:t>
      </w:r>
    </w:p>
    <w:p w14:paraId="4A0D8C13" w14:textId="77777777" w:rsidR="0092006E" w:rsidRPr="006E0D9D" w:rsidRDefault="0092006E" w:rsidP="0092006E">
      <w:pPr>
        <w:spacing w:before="60" w:after="60" w:line="276" w:lineRule="auto"/>
        <w:rPr>
          <w:rFonts w:ascii="Arial" w:hAnsi="Arial"/>
          <w:sz w:val="16"/>
          <w:szCs w:val="16"/>
        </w:rPr>
      </w:pPr>
    </w:p>
    <w:p w14:paraId="04C39F74" w14:textId="77777777" w:rsidR="0092006E" w:rsidRPr="006E0D9D" w:rsidRDefault="0092006E" w:rsidP="0092006E">
      <w:pPr>
        <w:spacing w:before="60" w:after="60" w:line="276" w:lineRule="auto"/>
        <w:rPr>
          <w:rFonts w:ascii="Arial" w:hAnsi="Arial"/>
          <w:szCs w:val="24"/>
        </w:rPr>
      </w:pPr>
      <w:r w:rsidRPr="006E0D9D">
        <w:rPr>
          <w:rFonts w:ascii="Arial" w:hAnsi="Arial"/>
          <w:szCs w:val="24"/>
        </w:rPr>
        <w:t>Si dichiara altresì che per le stesse forniture non sono state emesse note di credito a favore della ditta _____________________________________________</w:t>
      </w:r>
    </w:p>
    <w:p w14:paraId="5FC8E3DB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 w:val="16"/>
          <w:szCs w:val="16"/>
        </w:rPr>
      </w:pPr>
    </w:p>
    <w:p w14:paraId="38DA23AC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Cs w:val="24"/>
        </w:rPr>
      </w:pPr>
      <w:r w:rsidRPr="006E0D9D">
        <w:rPr>
          <w:rFonts w:ascii="Arial" w:hAnsi="Arial"/>
          <w:szCs w:val="24"/>
        </w:rPr>
        <w:t>Si precisa inoltre che il materiale fornito è nuovo di fabbrica e che per la costruzione o l’assemblaggio non sono state utilizzate parti usate.</w:t>
      </w:r>
    </w:p>
    <w:p w14:paraId="23975288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trike/>
          <w:sz w:val="16"/>
          <w:szCs w:val="16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97"/>
        <w:gridCol w:w="676"/>
        <w:gridCol w:w="1901"/>
        <w:gridCol w:w="1272"/>
        <w:gridCol w:w="1163"/>
        <w:gridCol w:w="1127"/>
        <w:gridCol w:w="901"/>
        <w:gridCol w:w="1123"/>
      </w:tblGrid>
      <w:tr w:rsidR="0092006E" w:rsidRPr="006E0D9D" w14:paraId="28CFE1EF" w14:textId="77777777" w:rsidTr="0092006E">
        <w:trPr>
          <w:trHeight w:val="326"/>
        </w:trPr>
        <w:tc>
          <w:tcPr>
            <w:tcW w:w="495" w:type="pct"/>
          </w:tcPr>
          <w:p w14:paraId="7F45E519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b/>
                <w:szCs w:val="24"/>
              </w:rPr>
            </w:pPr>
            <w:r w:rsidRPr="006E0D9D">
              <w:rPr>
                <w:rFonts w:ascii="Arial" w:hAnsi="Arial"/>
                <w:b/>
                <w:sz w:val="16"/>
                <w:szCs w:val="24"/>
              </w:rPr>
              <w:t>Numero fattura</w:t>
            </w:r>
          </w:p>
        </w:tc>
        <w:tc>
          <w:tcPr>
            <w:tcW w:w="373" w:type="pct"/>
          </w:tcPr>
          <w:p w14:paraId="3772EB0A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b/>
                <w:sz w:val="16"/>
                <w:szCs w:val="24"/>
              </w:rPr>
            </w:pPr>
            <w:r w:rsidRPr="006E0D9D">
              <w:rPr>
                <w:rFonts w:ascii="Arial" w:hAnsi="Arial"/>
                <w:b/>
                <w:sz w:val="16"/>
                <w:szCs w:val="24"/>
              </w:rPr>
              <w:t>Data</w:t>
            </w:r>
          </w:p>
        </w:tc>
        <w:tc>
          <w:tcPr>
            <w:tcW w:w="1049" w:type="pct"/>
          </w:tcPr>
          <w:p w14:paraId="4EAFBB52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b/>
                <w:sz w:val="16"/>
                <w:szCs w:val="24"/>
              </w:rPr>
            </w:pPr>
            <w:r w:rsidRPr="006E0D9D">
              <w:rPr>
                <w:rFonts w:ascii="Arial" w:hAnsi="Arial"/>
                <w:b/>
                <w:sz w:val="16"/>
                <w:szCs w:val="24"/>
              </w:rPr>
              <w:t>Tipo di spesa</w:t>
            </w:r>
          </w:p>
        </w:tc>
        <w:tc>
          <w:tcPr>
            <w:tcW w:w="702" w:type="pct"/>
          </w:tcPr>
          <w:p w14:paraId="46B206B7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b/>
                <w:szCs w:val="24"/>
              </w:rPr>
            </w:pPr>
            <w:r w:rsidRPr="006E0D9D">
              <w:rPr>
                <w:rFonts w:ascii="Arial" w:hAnsi="Arial"/>
                <w:b/>
                <w:sz w:val="16"/>
                <w:szCs w:val="24"/>
              </w:rPr>
              <w:t>Importo netto IVA</w:t>
            </w:r>
          </w:p>
        </w:tc>
        <w:tc>
          <w:tcPr>
            <w:tcW w:w="642" w:type="pct"/>
          </w:tcPr>
          <w:p w14:paraId="36B870B9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b/>
                <w:szCs w:val="24"/>
              </w:rPr>
            </w:pPr>
            <w:r w:rsidRPr="006E0D9D">
              <w:rPr>
                <w:rFonts w:ascii="Arial" w:hAnsi="Arial"/>
                <w:b/>
                <w:sz w:val="16"/>
                <w:szCs w:val="24"/>
              </w:rPr>
              <w:t>Modalità di pagamento*</w:t>
            </w:r>
          </w:p>
        </w:tc>
        <w:tc>
          <w:tcPr>
            <w:tcW w:w="622" w:type="pct"/>
          </w:tcPr>
          <w:p w14:paraId="5CC945AB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b/>
                <w:sz w:val="16"/>
                <w:szCs w:val="24"/>
              </w:rPr>
            </w:pPr>
            <w:r w:rsidRPr="006E0D9D">
              <w:rPr>
                <w:rFonts w:ascii="Arial" w:hAnsi="Arial"/>
                <w:b/>
                <w:sz w:val="16"/>
                <w:szCs w:val="24"/>
              </w:rPr>
              <w:t>Importo lordo pagamento</w:t>
            </w:r>
          </w:p>
        </w:tc>
        <w:tc>
          <w:tcPr>
            <w:tcW w:w="497" w:type="pct"/>
          </w:tcPr>
          <w:p w14:paraId="30829082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b/>
                <w:sz w:val="16"/>
                <w:szCs w:val="24"/>
              </w:rPr>
            </w:pPr>
            <w:r w:rsidRPr="006E0D9D">
              <w:rPr>
                <w:rFonts w:ascii="Arial" w:hAnsi="Arial"/>
                <w:b/>
                <w:sz w:val="16"/>
                <w:szCs w:val="24"/>
              </w:rPr>
              <w:t>Importo IVA pagamento</w:t>
            </w:r>
          </w:p>
        </w:tc>
        <w:tc>
          <w:tcPr>
            <w:tcW w:w="620" w:type="pct"/>
          </w:tcPr>
          <w:p w14:paraId="1BEE8779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b/>
                <w:sz w:val="16"/>
                <w:szCs w:val="24"/>
              </w:rPr>
            </w:pPr>
            <w:r w:rsidRPr="006E0D9D">
              <w:rPr>
                <w:rFonts w:ascii="Arial" w:hAnsi="Arial"/>
                <w:b/>
                <w:sz w:val="16"/>
                <w:szCs w:val="24"/>
              </w:rPr>
              <w:t>Importo netto IVA pagamento</w:t>
            </w:r>
          </w:p>
        </w:tc>
      </w:tr>
      <w:tr w:rsidR="0092006E" w:rsidRPr="006E0D9D" w14:paraId="0BB2A3C1" w14:textId="77777777" w:rsidTr="0092006E">
        <w:trPr>
          <w:trHeight w:val="326"/>
        </w:trPr>
        <w:tc>
          <w:tcPr>
            <w:tcW w:w="495" w:type="pct"/>
          </w:tcPr>
          <w:p w14:paraId="4A1B5169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373" w:type="pct"/>
          </w:tcPr>
          <w:p w14:paraId="150EFCD8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1049" w:type="pct"/>
          </w:tcPr>
          <w:p w14:paraId="7B0699D2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702" w:type="pct"/>
          </w:tcPr>
          <w:p w14:paraId="474805B3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42" w:type="pct"/>
          </w:tcPr>
          <w:p w14:paraId="310F79F9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22" w:type="pct"/>
          </w:tcPr>
          <w:p w14:paraId="39C7060C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497" w:type="pct"/>
          </w:tcPr>
          <w:p w14:paraId="233FC3DE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20" w:type="pct"/>
          </w:tcPr>
          <w:p w14:paraId="6049D664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</w:tr>
      <w:tr w:rsidR="0092006E" w:rsidRPr="006E0D9D" w14:paraId="1FF9588F" w14:textId="77777777" w:rsidTr="0092006E">
        <w:trPr>
          <w:trHeight w:val="326"/>
        </w:trPr>
        <w:tc>
          <w:tcPr>
            <w:tcW w:w="495" w:type="pct"/>
          </w:tcPr>
          <w:p w14:paraId="5F40EC64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373" w:type="pct"/>
          </w:tcPr>
          <w:p w14:paraId="58B9AAE4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1049" w:type="pct"/>
          </w:tcPr>
          <w:p w14:paraId="65DDE29D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702" w:type="pct"/>
          </w:tcPr>
          <w:p w14:paraId="0C4B8F8F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42" w:type="pct"/>
          </w:tcPr>
          <w:p w14:paraId="49CF115A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22" w:type="pct"/>
          </w:tcPr>
          <w:p w14:paraId="27D99093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497" w:type="pct"/>
          </w:tcPr>
          <w:p w14:paraId="608C19F0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20" w:type="pct"/>
          </w:tcPr>
          <w:p w14:paraId="79CBF16A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</w:tr>
      <w:tr w:rsidR="0092006E" w:rsidRPr="006E0D9D" w14:paraId="5A8EA754" w14:textId="77777777" w:rsidTr="0092006E">
        <w:trPr>
          <w:trHeight w:val="315"/>
        </w:trPr>
        <w:tc>
          <w:tcPr>
            <w:tcW w:w="495" w:type="pct"/>
          </w:tcPr>
          <w:p w14:paraId="3BC732E7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373" w:type="pct"/>
          </w:tcPr>
          <w:p w14:paraId="63F8904C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1049" w:type="pct"/>
          </w:tcPr>
          <w:p w14:paraId="51C49F48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702" w:type="pct"/>
          </w:tcPr>
          <w:p w14:paraId="7F1F67AB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42" w:type="pct"/>
          </w:tcPr>
          <w:p w14:paraId="72D8F524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22" w:type="pct"/>
          </w:tcPr>
          <w:p w14:paraId="0841672F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497" w:type="pct"/>
          </w:tcPr>
          <w:p w14:paraId="5020285A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20" w:type="pct"/>
          </w:tcPr>
          <w:p w14:paraId="7CB8D9F6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</w:tr>
      <w:tr w:rsidR="0092006E" w:rsidRPr="006E0D9D" w14:paraId="512B4C9A" w14:textId="77777777" w:rsidTr="0092006E">
        <w:trPr>
          <w:trHeight w:val="326"/>
        </w:trPr>
        <w:tc>
          <w:tcPr>
            <w:tcW w:w="495" w:type="pct"/>
          </w:tcPr>
          <w:p w14:paraId="2DB63030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373" w:type="pct"/>
          </w:tcPr>
          <w:p w14:paraId="41635FC7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1049" w:type="pct"/>
          </w:tcPr>
          <w:p w14:paraId="1C5E33EE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702" w:type="pct"/>
          </w:tcPr>
          <w:p w14:paraId="64FAF4BF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42" w:type="pct"/>
          </w:tcPr>
          <w:p w14:paraId="0A8C2193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22" w:type="pct"/>
          </w:tcPr>
          <w:p w14:paraId="3CF0C43E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497" w:type="pct"/>
          </w:tcPr>
          <w:p w14:paraId="7BA54F11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  <w:tc>
          <w:tcPr>
            <w:tcW w:w="620" w:type="pct"/>
          </w:tcPr>
          <w:p w14:paraId="0FD7497F" w14:textId="77777777" w:rsidR="0092006E" w:rsidRPr="006E0D9D" w:rsidRDefault="0092006E" w:rsidP="0092006E">
            <w:pPr>
              <w:spacing w:before="60" w:after="60" w:line="276" w:lineRule="auto"/>
              <w:rPr>
                <w:rFonts w:ascii="Arial" w:hAnsi="Arial"/>
                <w:szCs w:val="24"/>
              </w:rPr>
            </w:pPr>
          </w:p>
        </w:tc>
      </w:tr>
    </w:tbl>
    <w:p w14:paraId="05268405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 w:val="20"/>
        </w:rPr>
      </w:pPr>
      <w:r w:rsidRPr="006E0D9D">
        <w:rPr>
          <w:rFonts w:ascii="Arial" w:hAnsi="Arial"/>
          <w:sz w:val="20"/>
        </w:rPr>
        <w:t>*) Bonifico, Ricevuta bancaria, home banking, altro (specificare)</w:t>
      </w:r>
    </w:p>
    <w:p w14:paraId="31A35FA7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 w:val="16"/>
          <w:szCs w:val="16"/>
        </w:rPr>
      </w:pPr>
    </w:p>
    <w:p w14:paraId="6399471B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Cs w:val="24"/>
        </w:rPr>
      </w:pPr>
      <w:r w:rsidRPr="006E0D9D">
        <w:rPr>
          <w:rFonts w:ascii="Arial" w:hAnsi="Arial"/>
          <w:szCs w:val="24"/>
        </w:rPr>
        <w:t>Data e Timbro della ditta                                                                                                                               Firma del legale rappresentante</w:t>
      </w:r>
    </w:p>
    <w:p w14:paraId="0A49D4EB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Cs w:val="24"/>
        </w:rPr>
      </w:pPr>
    </w:p>
    <w:p w14:paraId="4D79E362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Cs w:val="24"/>
        </w:rPr>
      </w:pPr>
      <w:r w:rsidRPr="006E0D9D">
        <w:rPr>
          <w:rFonts w:ascii="Arial" w:hAnsi="Arial"/>
          <w:szCs w:val="24"/>
        </w:rPr>
        <w:t>ALLEGARE: fotocopia della carta di identità o di un documento equipollente</w:t>
      </w:r>
    </w:p>
    <w:p w14:paraId="5815004A" w14:textId="77777777" w:rsidR="0092006E" w:rsidRPr="006E0D9D" w:rsidRDefault="0092006E" w:rsidP="0092006E">
      <w:pPr>
        <w:spacing w:before="60" w:after="60" w:line="276" w:lineRule="auto"/>
        <w:jc w:val="both"/>
        <w:rPr>
          <w:rFonts w:ascii="Arial" w:hAnsi="Arial"/>
          <w:szCs w:val="24"/>
        </w:rPr>
      </w:pPr>
      <w:proofErr w:type="gramStart"/>
      <w:r w:rsidRPr="006E0D9D">
        <w:rPr>
          <w:rFonts w:ascii="Arial" w:hAnsi="Arial"/>
          <w:szCs w:val="24"/>
        </w:rPr>
        <w:t>E’</w:t>
      </w:r>
      <w:proofErr w:type="gramEnd"/>
      <w:r w:rsidRPr="006E0D9D">
        <w:rPr>
          <w:rFonts w:ascii="Arial" w:hAnsi="Arial"/>
          <w:szCs w:val="24"/>
        </w:rPr>
        <w:t xml:space="preserve"> possibile la sottoscrizione con firma digitale: in questo caso non allegare la fotocopia del documento di identità</w:t>
      </w:r>
    </w:p>
    <w:p w14:paraId="76C77F1F" w14:textId="58EFE8B9" w:rsidR="00A704E9" w:rsidRDefault="00A704E9" w:rsidP="00EF1CD3">
      <w:pPr>
        <w:pStyle w:val="Titolo1"/>
        <w:numPr>
          <w:ilvl w:val="0"/>
          <w:numId w:val="0"/>
        </w:numPr>
      </w:pPr>
    </w:p>
    <w:p w14:paraId="06BFED7B" w14:textId="0C064D38" w:rsidR="00C6161E" w:rsidRDefault="00C6161E" w:rsidP="00C6161E"/>
    <w:p w14:paraId="2146F4B8" w14:textId="17893BE2" w:rsidR="00C6161E" w:rsidRDefault="00C6161E" w:rsidP="00C6161E">
      <w:pPr>
        <w:tabs>
          <w:tab w:val="left" w:pos="426"/>
        </w:tabs>
        <w:spacing w:before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ab/>
        <w:t xml:space="preserve">Allegato </w:t>
      </w:r>
      <w:r>
        <w:rPr>
          <w:rFonts w:ascii="Tahoma" w:hAnsi="Tahoma" w:cs="Tahoma"/>
          <w:sz w:val="20"/>
        </w:rPr>
        <w:t>F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</w:p>
    <w:p w14:paraId="3A26EC45" w14:textId="77777777" w:rsidR="00C6161E" w:rsidRDefault="00C6161E" w:rsidP="00C6161E">
      <w:pPr>
        <w:tabs>
          <w:tab w:val="left" w:pos="426"/>
        </w:tabs>
        <w:spacing w:before="120"/>
        <w:jc w:val="both"/>
        <w:rPr>
          <w:rFonts w:ascii="Tahoma" w:hAnsi="Tahoma" w:cs="Tahoma"/>
          <w:sz w:val="20"/>
        </w:rPr>
      </w:pPr>
    </w:p>
    <w:p w14:paraId="0242DA1A" w14:textId="77777777" w:rsidR="00C6161E" w:rsidRPr="00C366BD" w:rsidRDefault="00C6161E" w:rsidP="00C6161E">
      <w:pPr>
        <w:tabs>
          <w:tab w:val="left" w:pos="426"/>
        </w:tabs>
        <w:spacing w:before="120"/>
        <w:jc w:val="both"/>
        <w:rPr>
          <w:rFonts w:ascii="Tahoma" w:hAnsi="Tahoma" w:cs="Tahoma"/>
          <w:sz w:val="20"/>
        </w:rPr>
      </w:pPr>
    </w:p>
    <w:p w14:paraId="59B5D26A" w14:textId="77777777" w:rsidR="00C6161E" w:rsidRPr="00C366BD" w:rsidRDefault="00C6161E" w:rsidP="00C6161E">
      <w:pPr>
        <w:pStyle w:val="Titolo1"/>
        <w:numPr>
          <w:ilvl w:val="0"/>
          <w:numId w:val="0"/>
        </w:numPr>
        <w:ind w:left="720" w:hanging="360"/>
        <w:rPr>
          <w:color w:val="auto"/>
        </w:rPr>
      </w:pPr>
      <w:bookmarkStart w:id="6" w:name="__RefHeading___Toc466626121"/>
      <w:bookmarkStart w:id="7" w:name="_Toc481587154"/>
      <w:bookmarkStart w:id="8" w:name="_Toc481587364"/>
      <w:bookmarkStart w:id="9" w:name="_Toc485295621"/>
      <w:bookmarkEnd w:id="6"/>
      <w:r w:rsidRPr="00C366BD">
        <w:rPr>
          <w:color w:val="auto"/>
          <w:sz w:val="20"/>
        </w:rPr>
        <w:t>PROSPETTO VARIANTE</w:t>
      </w:r>
      <w:bookmarkEnd w:id="7"/>
      <w:bookmarkEnd w:id="8"/>
      <w:bookmarkEnd w:id="9"/>
    </w:p>
    <w:p w14:paraId="2F56047A" w14:textId="77777777" w:rsidR="00C6161E" w:rsidRPr="00C366BD" w:rsidRDefault="00C6161E" w:rsidP="00C6161E">
      <w:pPr>
        <w:pStyle w:val="Sommario4"/>
        <w:rPr>
          <w:rFonts w:cs="Tahoma"/>
          <w:bCs/>
          <w:sz w:val="20"/>
        </w:rPr>
      </w:pPr>
    </w:p>
    <w:p w14:paraId="11F6903E" w14:textId="77777777" w:rsidR="00C6161E" w:rsidRPr="00C366BD" w:rsidRDefault="00C6161E" w:rsidP="00C6161E">
      <w:pPr>
        <w:tabs>
          <w:tab w:val="left" w:pos="180"/>
          <w:tab w:val="left" w:pos="1080"/>
        </w:tabs>
        <w:ind w:left="1134" w:hanging="1134"/>
        <w:rPr>
          <w:rFonts w:ascii="Tahoma" w:hAnsi="Tahoma" w:cs="Tahoma"/>
        </w:rPr>
      </w:pPr>
      <w:r w:rsidRPr="00C366BD">
        <w:rPr>
          <w:rFonts w:ascii="Tahoma" w:hAnsi="Tahoma" w:cs="Tahoma"/>
          <w:szCs w:val="22"/>
        </w:rPr>
        <w:t>Quadro di confronto tra la situazione prevista al momento della presentazione della domanda di aiuto e quella che si determina a seguito della richiesta di variante</w:t>
      </w:r>
    </w:p>
    <w:p w14:paraId="3B085EC9" w14:textId="77777777" w:rsidR="00C6161E" w:rsidRPr="00C366BD" w:rsidRDefault="00C6161E" w:rsidP="00C6161E">
      <w:pPr>
        <w:tabs>
          <w:tab w:val="left" w:pos="426"/>
        </w:tabs>
        <w:spacing w:before="120"/>
        <w:jc w:val="both"/>
        <w:rPr>
          <w:rFonts w:ascii="Tahoma" w:hAnsi="Tahoma" w:cs="Tahoma"/>
          <w:b/>
          <w:szCs w:val="22"/>
        </w:rPr>
      </w:pPr>
    </w:p>
    <w:p w14:paraId="4B290AB4" w14:textId="77777777" w:rsidR="00C6161E" w:rsidRPr="00C366BD" w:rsidRDefault="00C6161E" w:rsidP="00C6161E">
      <w:pPr>
        <w:tabs>
          <w:tab w:val="left" w:pos="426"/>
        </w:tabs>
        <w:spacing w:before="120"/>
        <w:jc w:val="both"/>
        <w:rPr>
          <w:rFonts w:ascii="Tahoma" w:hAnsi="Tahoma" w:cs="Tahoma"/>
          <w:b/>
          <w:szCs w:val="22"/>
        </w:rPr>
      </w:pPr>
    </w:p>
    <w:tbl>
      <w:tblPr>
        <w:tblW w:w="9792" w:type="dxa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955"/>
        <w:gridCol w:w="3294"/>
        <w:gridCol w:w="1669"/>
        <w:gridCol w:w="1701"/>
        <w:gridCol w:w="2173"/>
      </w:tblGrid>
      <w:tr w:rsidR="00C6161E" w:rsidRPr="00C366BD" w14:paraId="619A5035" w14:textId="77777777" w:rsidTr="00FC76E1"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08C7263" w14:textId="77777777" w:rsidR="00C6161E" w:rsidRPr="00C366BD" w:rsidRDefault="00C6161E" w:rsidP="00FC76E1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C366BD">
              <w:rPr>
                <w:rFonts w:ascii="Tahoma" w:hAnsi="Tahoma" w:cs="Tahoma"/>
                <w:szCs w:val="22"/>
              </w:rPr>
              <w:t>Codice</w:t>
            </w:r>
          </w:p>
          <w:p w14:paraId="270CEF06" w14:textId="77777777" w:rsidR="00C6161E" w:rsidRPr="00C366BD" w:rsidRDefault="00C6161E" w:rsidP="00FC76E1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C366BD">
              <w:rPr>
                <w:rFonts w:ascii="Tahoma" w:hAnsi="Tahoma" w:cs="Tahoma"/>
                <w:szCs w:val="22"/>
              </w:rPr>
              <w:t>SISCO</w:t>
            </w: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63A6F5B" w14:textId="77777777" w:rsidR="00C6161E" w:rsidRPr="00C366BD" w:rsidRDefault="00C6161E" w:rsidP="00FC76E1">
            <w:pPr>
              <w:spacing w:line="360" w:lineRule="auto"/>
              <w:jc w:val="center"/>
              <w:rPr>
                <w:rFonts w:ascii="Tahoma" w:hAnsi="Tahoma" w:cs="Tahoma"/>
                <w:sz w:val="20"/>
              </w:rPr>
            </w:pPr>
            <w:r w:rsidRPr="00C366BD">
              <w:rPr>
                <w:rFonts w:ascii="Tahoma" w:hAnsi="Tahoma" w:cs="Tahoma"/>
                <w:sz w:val="20"/>
              </w:rPr>
              <w:t>Descrizione intervento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ACEC18C" w14:textId="77777777" w:rsidR="00C6161E" w:rsidRPr="00C366BD" w:rsidRDefault="00C6161E" w:rsidP="00FC76E1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C366BD">
              <w:rPr>
                <w:rFonts w:ascii="Tahoma" w:hAnsi="Tahoma" w:cs="Tahoma"/>
                <w:sz w:val="20"/>
              </w:rPr>
              <w:t>Importo ammesso a finanziamento (€)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8E404F4" w14:textId="77777777" w:rsidR="00C6161E" w:rsidRPr="00C366BD" w:rsidRDefault="00C6161E" w:rsidP="00FC76E1">
            <w:pPr>
              <w:spacing w:line="360" w:lineRule="auto"/>
              <w:jc w:val="center"/>
              <w:rPr>
                <w:rFonts w:ascii="Tahoma" w:hAnsi="Tahoma" w:cs="Tahoma"/>
              </w:rPr>
            </w:pPr>
            <w:r w:rsidRPr="00C366BD">
              <w:rPr>
                <w:rFonts w:ascii="Tahoma" w:hAnsi="Tahoma" w:cs="Tahoma"/>
                <w:sz w:val="20"/>
              </w:rPr>
              <w:t>Importo variante richiesto</w:t>
            </w:r>
          </w:p>
          <w:p w14:paraId="0E9EF077" w14:textId="77777777" w:rsidR="00C6161E" w:rsidRPr="00C366BD" w:rsidRDefault="00C6161E" w:rsidP="00FC76E1">
            <w:pPr>
              <w:spacing w:line="360" w:lineRule="auto"/>
              <w:jc w:val="center"/>
              <w:rPr>
                <w:rFonts w:ascii="Tahoma" w:hAnsi="Tahoma" w:cs="Tahoma"/>
                <w:sz w:val="20"/>
              </w:rPr>
            </w:pPr>
            <w:r w:rsidRPr="00C366BD">
              <w:rPr>
                <w:rFonts w:ascii="Tahoma" w:hAnsi="Tahoma" w:cs="Tahoma"/>
                <w:sz w:val="20"/>
              </w:rPr>
              <w:t>(€)</w:t>
            </w: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27BC752" w14:textId="77777777" w:rsidR="00C6161E" w:rsidRPr="00C366BD" w:rsidRDefault="00C6161E" w:rsidP="00FC76E1">
            <w:pPr>
              <w:spacing w:line="360" w:lineRule="auto"/>
              <w:jc w:val="center"/>
              <w:rPr>
                <w:rFonts w:ascii="Tahoma" w:hAnsi="Tahoma" w:cs="Tahoma"/>
                <w:sz w:val="20"/>
              </w:rPr>
            </w:pPr>
            <w:r w:rsidRPr="00C366BD">
              <w:rPr>
                <w:rFonts w:ascii="Tahoma" w:hAnsi="Tahoma" w:cs="Tahoma"/>
                <w:sz w:val="20"/>
              </w:rPr>
              <w:t>Note</w:t>
            </w:r>
          </w:p>
        </w:tc>
      </w:tr>
      <w:tr w:rsidR="00C6161E" w:rsidRPr="00C366BD" w14:paraId="3A01CDF2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803DCAA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7356DAD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7BD72DE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9EC9380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3E38212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395BA7BA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2469BD8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9D5B2FE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6408820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4B302E6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42831223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023712C6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C3E4A56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CB68ED2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291F65E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4A53318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0A5C302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5E01355D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5D7F0C0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83BBFC9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73937D1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91F36CC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D862333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7A70059E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F6928D1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04FD9AE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25EB684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68C9251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9D5CEEB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789734E7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69483C6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A9002B1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1C4303F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E7BA2BF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481F6CA1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5C762AE2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BD568A5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51C5CFB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C27D742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F79E328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720C49BF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32BF9AE0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C57FBBD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661611F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0D7A579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BF3EA2C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376B844F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447D258A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BA5447C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E414355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8C0D823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930A2C4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79E0E9FA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7A057E42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015F395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52E4371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ADE1540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4E211DD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2FD42E6B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500792BC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FC99D71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34A9CE72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161AF72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B94A5EB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20AE0BCE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7201E5E1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D951947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BF7909B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3738605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1E91D18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770E1328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4887D230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DDCEEC9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FC16D36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A878271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BA3EA04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4A556170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476AF0F0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1D9766BD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44D1855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CAB4D25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2BB5D3B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28F483A4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2AAD8EBE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CA9F02A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4E6F7850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567750C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D021AFD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24D21648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3812E232" w14:textId="77777777" w:rsidTr="00FC76E1">
        <w:trPr>
          <w:trHeight w:val="454"/>
        </w:trPr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F49C68B" w14:textId="77777777" w:rsidR="00C6161E" w:rsidRPr="00C366BD" w:rsidRDefault="00C6161E" w:rsidP="00FC76E1">
            <w:pPr>
              <w:snapToGrid w:val="0"/>
              <w:spacing w:line="360" w:lineRule="auto"/>
              <w:jc w:val="center"/>
              <w:rPr>
                <w:rFonts w:ascii="Tahoma" w:hAnsi="Tahoma" w:cs="Tahoma"/>
                <w:szCs w:val="22"/>
              </w:rPr>
            </w:pPr>
          </w:p>
        </w:tc>
        <w:tc>
          <w:tcPr>
            <w:tcW w:w="3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C52B331" w14:textId="77777777" w:rsidR="00C6161E" w:rsidRPr="00C366BD" w:rsidRDefault="00C6161E" w:rsidP="00FC76E1">
            <w:pPr>
              <w:snapToGrid w:val="0"/>
              <w:spacing w:line="360" w:lineRule="auto"/>
              <w:jc w:val="both"/>
              <w:rPr>
                <w:rFonts w:ascii="Tahoma" w:hAnsi="Tahoma" w:cs="Tahoma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7BB11977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42AF30C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0EBB0747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2C81D7FB" w14:textId="77777777" w:rsidTr="00FC76E1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477C62DE" w14:textId="77777777" w:rsidR="00C6161E" w:rsidRPr="00C366BD" w:rsidRDefault="00C6161E" w:rsidP="00FC76E1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szCs w:val="22"/>
              </w:rPr>
            </w:pPr>
            <w:r w:rsidRPr="00C366BD">
              <w:rPr>
                <w:rFonts w:ascii="Tahoma" w:hAnsi="Tahoma" w:cs="Tahoma"/>
                <w:szCs w:val="22"/>
              </w:rPr>
              <w:t>Totale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9E9BC2A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66E43EBE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D47F4A9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4DEE3F21" w14:textId="77777777" w:rsidTr="00FC76E1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0C4770D5" w14:textId="77777777" w:rsidR="00C6161E" w:rsidRPr="00C366BD" w:rsidRDefault="00C6161E" w:rsidP="00FC76E1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szCs w:val="22"/>
              </w:rPr>
            </w:pPr>
            <w:r w:rsidRPr="00C366BD">
              <w:rPr>
                <w:rFonts w:ascii="Tahoma" w:hAnsi="Tahoma" w:cs="Tahoma"/>
                <w:szCs w:val="22"/>
              </w:rPr>
              <w:lastRenderedPageBreak/>
              <w:t>Totale finanziato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BC05B25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D756406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6B8AFBE4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3F2B5B00" w14:textId="77777777" w:rsidTr="00FC76E1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47F8C502" w14:textId="77777777" w:rsidR="00C6161E" w:rsidRPr="00C366BD" w:rsidRDefault="00C6161E" w:rsidP="00FC76E1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szCs w:val="22"/>
              </w:rPr>
            </w:pPr>
            <w:r w:rsidRPr="00C366BD">
              <w:rPr>
                <w:rFonts w:ascii="Tahoma" w:hAnsi="Tahoma" w:cs="Tahoma"/>
                <w:szCs w:val="22"/>
              </w:rPr>
              <w:t>Contributo (%)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DAAA669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06BEC4F8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5F9701C2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  <w:tr w:rsidR="00C6161E" w:rsidRPr="00C366BD" w14:paraId="34E068CE" w14:textId="77777777" w:rsidTr="00FC76E1">
        <w:trPr>
          <w:trHeight w:val="454"/>
        </w:trPr>
        <w:tc>
          <w:tcPr>
            <w:tcW w:w="4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bottom"/>
          </w:tcPr>
          <w:p w14:paraId="7D4EDB93" w14:textId="77777777" w:rsidR="00C6161E" w:rsidRPr="00C366BD" w:rsidRDefault="00C6161E" w:rsidP="00FC76E1">
            <w:pPr>
              <w:snapToGrid w:val="0"/>
              <w:spacing w:after="40"/>
              <w:ind w:left="1942"/>
              <w:jc w:val="both"/>
              <w:rPr>
                <w:rFonts w:ascii="Tahoma" w:hAnsi="Tahoma" w:cs="Tahoma"/>
                <w:szCs w:val="22"/>
              </w:rPr>
            </w:pPr>
            <w:r w:rsidRPr="00C366BD">
              <w:rPr>
                <w:rFonts w:ascii="Tahoma" w:hAnsi="Tahoma" w:cs="Tahoma"/>
                <w:szCs w:val="22"/>
              </w:rPr>
              <w:t>Contributo (€)</w:t>
            </w:r>
          </w:p>
        </w:tc>
        <w:tc>
          <w:tcPr>
            <w:tcW w:w="1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554A88AB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14:paraId="2769E21D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</w:tcPr>
          <w:p w14:paraId="24142BC8" w14:textId="77777777" w:rsidR="00C6161E" w:rsidRPr="00C366BD" w:rsidRDefault="00C6161E" w:rsidP="00FC76E1">
            <w:pPr>
              <w:snapToGrid w:val="0"/>
              <w:spacing w:line="360" w:lineRule="auto"/>
              <w:jc w:val="right"/>
              <w:rPr>
                <w:rFonts w:ascii="Tahoma" w:hAnsi="Tahoma" w:cs="Tahoma"/>
                <w:szCs w:val="22"/>
              </w:rPr>
            </w:pPr>
          </w:p>
        </w:tc>
      </w:tr>
    </w:tbl>
    <w:p w14:paraId="202175D0" w14:textId="77777777" w:rsidR="00C6161E" w:rsidRPr="00C366BD" w:rsidRDefault="00C6161E" w:rsidP="00C6161E">
      <w:pPr>
        <w:rPr>
          <w:rFonts w:ascii="Tahoma" w:hAnsi="Tahoma" w:cs="Tahoma"/>
        </w:rPr>
      </w:pPr>
    </w:p>
    <w:p w14:paraId="68CD2666" w14:textId="47F14CAC" w:rsidR="00C6161E" w:rsidRDefault="00C6161E" w:rsidP="00C6161E"/>
    <w:p w14:paraId="0F172D6A" w14:textId="07360790" w:rsidR="00C6161E" w:rsidRDefault="00C6161E" w:rsidP="00C6161E"/>
    <w:p w14:paraId="3ECCE0CD" w14:textId="54D8E8DF" w:rsidR="00C6161E" w:rsidRDefault="00C6161E" w:rsidP="00C6161E"/>
    <w:p w14:paraId="206A8908" w14:textId="3217BF77" w:rsidR="00C6161E" w:rsidRDefault="00C6161E" w:rsidP="00C6161E"/>
    <w:p w14:paraId="5418FD9D" w14:textId="5DC65184" w:rsidR="00C6161E" w:rsidRDefault="00C6161E" w:rsidP="00C6161E"/>
    <w:p w14:paraId="1C321ADC" w14:textId="493D1E99" w:rsidR="00C6161E" w:rsidRDefault="00C6161E" w:rsidP="00C6161E"/>
    <w:p w14:paraId="48CBA1A8" w14:textId="47058E36" w:rsidR="00C6161E" w:rsidRDefault="00C6161E" w:rsidP="00C6161E"/>
    <w:p w14:paraId="3B2D81D6" w14:textId="5BDACEE0" w:rsidR="00C6161E" w:rsidRDefault="00C6161E" w:rsidP="00C6161E"/>
    <w:p w14:paraId="743F42EF" w14:textId="39F7C9AE" w:rsidR="00C6161E" w:rsidRDefault="00C6161E" w:rsidP="00C6161E"/>
    <w:p w14:paraId="7200DF9D" w14:textId="268F8E36" w:rsidR="00C6161E" w:rsidRDefault="00C6161E" w:rsidP="00C6161E"/>
    <w:p w14:paraId="6C4F70FA" w14:textId="3EAE0BF9" w:rsidR="00C6161E" w:rsidRDefault="00C6161E" w:rsidP="00C6161E"/>
    <w:p w14:paraId="360E31B0" w14:textId="59950BCC" w:rsidR="00C6161E" w:rsidRDefault="00C6161E" w:rsidP="00C6161E"/>
    <w:p w14:paraId="45F2694D" w14:textId="7FBE80CA" w:rsidR="00C6161E" w:rsidRDefault="00C6161E" w:rsidP="00C6161E"/>
    <w:p w14:paraId="4A5FD312" w14:textId="593145F6" w:rsidR="00C6161E" w:rsidRDefault="00C6161E" w:rsidP="00C6161E"/>
    <w:p w14:paraId="5255C1D6" w14:textId="3EFA15EB" w:rsidR="00C6161E" w:rsidRDefault="00C6161E" w:rsidP="00C6161E"/>
    <w:p w14:paraId="1B27B6C9" w14:textId="5D9BEB66" w:rsidR="00C6161E" w:rsidRDefault="00C6161E" w:rsidP="00C6161E"/>
    <w:p w14:paraId="41A2929A" w14:textId="14DF0307" w:rsidR="00C6161E" w:rsidRDefault="00C6161E" w:rsidP="00C6161E"/>
    <w:p w14:paraId="4A83D84B" w14:textId="3F0D8A4A" w:rsidR="00C6161E" w:rsidRDefault="00C6161E" w:rsidP="00C6161E"/>
    <w:p w14:paraId="057F18F2" w14:textId="77ECAA24" w:rsidR="00C6161E" w:rsidRDefault="00C6161E" w:rsidP="00C6161E"/>
    <w:p w14:paraId="4D482A0D" w14:textId="6482220B" w:rsidR="00C6161E" w:rsidRDefault="00C6161E" w:rsidP="00C6161E"/>
    <w:p w14:paraId="6F60DA5B" w14:textId="71A5D782" w:rsidR="00C6161E" w:rsidRDefault="00C6161E" w:rsidP="00C6161E"/>
    <w:p w14:paraId="02497936" w14:textId="57BBBE25" w:rsidR="00C6161E" w:rsidRDefault="00C6161E" w:rsidP="00C6161E"/>
    <w:p w14:paraId="587A6DC1" w14:textId="6BD16D90" w:rsidR="00C6161E" w:rsidRDefault="00C6161E" w:rsidP="00C6161E"/>
    <w:p w14:paraId="5C650F18" w14:textId="2C00E735" w:rsidR="00C6161E" w:rsidRDefault="00C6161E" w:rsidP="00C6161E"/>
    <w:p w14:paraId="39B2ADC7" w14:textId="16C176C0" w:rsidR="00C6161E" w:rsidRDefault="00C6161E" w:rsidP="00C6161E"/>
    <w:p w14:paraId="16F553DB" w14:textId="5C9EC38F" w:rsidR="00C6161E" w:rsidRDefault="00C6161E" w:rsidP="00C6161E"/>
    <w:p w14:paraId="51C13E55" w14:textId="7D81269B" w:rsidR="00C6161E" w:rsidRDefault="00C6161E" w:rsidP="00C6161E"/>
    <w:p w14:paraId="5EB2FF71" w14:textId="13FE8B10" w:rsidR="00C6161E" w:rsidRDefault="00C6161E" w:rsidP="00C6161E"/>
    <w:p w14:paraId="2729A5B4" w14:textId="03C6A969" w:rsidR="00C6161E" w:rsidRDefault="00C6161E" w:rsidP="00C6161E"/>
    <w:p w14:paraId="775DCB67" w14:textId="64511957" w:rsidR="00C6161E" w:rsidRDefault="00C6161E" w:rsidP="00C6161E"/>
    <w:p w14:paraId="1646003D" w14:textId="1683F1A4" w:rsidR="00C6161E" w:rsidRDefault="00C6161E" w:rsidP="00C6161E"/>
    <w:p w14:paraId="5ED9CD02" w14:textId="649ABAEA" w:rsidR="00C6161E" w:rsidRDefault="00C6161E" w:rsidP="00C6161E"/>
    <w:p w14:paraId="1F018025" w14:textId="179DDCD1" w:rsidR="00C6161E" w:rsidRDefault="00C6161E" w:rsidP="00C6161E"/>
    <w:p w14:paraId="6EC81AD2" w14:textId="44F8E9AC" w:rsidR="00C6161E" w:rsidRDefault="00C6161E" w:rsidP="00C6161E">
      <w:pPr>
        <w:keepNext/>
        <w:spacing w:after="0" w:line="360" w:lineRule="auto"/>
        <w:jc w:val="both"/>
        <w:outlineLvl w:val="3"/>
        <w:rPr>
          <w:rFonts w:ascii="Arial" w:hAnsi="Arial"/>
          <w:b/>
          <w:szCs w:val="36"/>
        </w:rPr>
      </w:pPr>
      <w:r w:rsidRPr="00BE1F3E">
        <w:rPr>
          <w:rFonts w:ascii="Arial" w:hAnsi="Arial"/>
          <w:b/>
          <w:szCs w:val="36"/>
        </w:rPr>
        <w:t xml:space="preserve">Allegato </w:t>
      </w:r>
      <w:r>
        <w:rPr>
          <w:rFonts w:ascii="Arial" w:hAnsi="Arial"/>
          <w:b/>
          <w:szCs w:val="36"/>
        </w:rPr>
        <w:t>G</w:t>
      </w:r>
      <w:r w:rsidRPr="00BE1F3E">
        <w:rPr>
          <w:rFonts w:ascii="Arial" w:hAnsi="Arial"/>
          <w:b/>
          <w:szCs w:val="36"/>
        </w:rPr>
        <w:t xml:space="preserve"> –</w:t>
      </w:r>
      <w:r w:rsidRPr="006809E5">
        <w:rPr>
          <w:rFonts w:ascii="Arial" w:hAnsi="Arial"/>
          <w:b/>
          <w:szCs w:val="36"/>
        </w:rPr>
        <w:t xml:space="preserve"> </w:t>
      </w:r>
      <w:r>
        <w:rPr>
          <w:rFonts w:ascii="Arial" w:hAnsi="Arial"/>
          <w:b/>
          <w:szCs w:val="36"/>
        </w:rPr>
        <w:t xml:space="preserve">Modello di </w:t>
      </w:r>
      <w:proofErr w:type="spellStart"/>
      <w:r>
        <w:rPr>
          <w:rFonts w:ascii="Arial" w:hAnsi="Arial"/>
          <w:b/>
          <w:szCs w:val="36"/>
        </w:rPr>
        <w:t>timesheet</w:t>
      </w:r>
      <w:proofErr w:type="spellEnd"/>
      <w:r>
        <w:rPr>
          <w:rFonts w:ascii="Arial" w:hAnsi="Arial"/>
          <w:b/>
          <w:szCs w:val="36"/>
        </w:rPr>
        <w:t xml:space="preserve"> per la rendicontazione delle spese di personale interno e per lavori in amministrazione diretta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528"/>
        <w:gridCol w:w="528"/>
        <w:gridCol w:w="350"/>
        <w:gridCol w:w="401"/>
        <w:gridCol w:w="651"/>
        <w:gridCol w:w="261"/>
        <w:gridCol w:w="261"/>
        <w:gridCol w:w="261"/>
        <w:gridCol w:w="261"/>
        <w:gridCol w:w="261"/>
        <w:gridCol w:w="265"/>
        <w:gridCol w:w="261"/>
        <w:gridCol w:w="261"/>
        <w:gridCol w:w="261"/>
        <w:gridCol w:w="261"/>
        <w:gridCol w:w="245"/>
        <w:gridCol w:w="201"/>
        <w:gridCol w:w="201"/>
        <w:gridCol w:w="201"/>
        <w:gridCol w:w="212"/>
        <w:gridCol w:w="252"/>
        <w:gridCol w:w="528"/>
        <w:gridCol w:w="356"/>
        <w:gridCol w:w="528"/>
        <w:gridCol w:w="497"/>
        <w:gridCol w:w="160"/>
      </w:tblGrid>
      <w:tr w:rsidR="00C6161E" w:rsidRPr="0072536C" w14:paraId="79C86050" w14:textId="77777777" w:rsidTr="00564D20">
        <w:trPr>
          <w:trHeight w:val="465"/>
        </w:trPr>
        <w:tc>
          <w:tcPr>
            <w:tcW w:w="256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9E001" w14:textId="77777777" w:rsidR="00C6161E" w:rsidRPr="0072536C" w:rsidRDefault="00C6161E" w:rsidP="00FC76E1">
            <w:pPr>
              <w:spacing w:after="0"/>
              <w:rPr>
                <w:rFonts w:ascii="Arial" w:hAnsi="Arial"/>
                <w:bCs/>
                <w:color w:val="000000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Cs w:val="22"/>
              </w:rPr>
              <w:t>PSR 2014-2020 - OPERAZIONE: ____________________</w:t>
            </w:r>
            <w:r>
              <w:rPr>
                <w:rFonts w:ascii="Arial" w:hAnsi="Arial"/>
                <w:bCs/>
                <w:color w:val="000000"/>
                <w:szCs w:val="22"/>
              </w:rPr>
              <w:t>_____</w:t>
            </w:r>
            <w:r w:rsidRPr="0072536C">
              <w:rPr>
                <w:rFonts w:ascii="Arial" w:hAnsi="Arial"/>
                <w:bCs/>
                <w:color w:val="000000"/>
                <w:szCs w:val="22"/>
              </w:rPr>
              <w:t>______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47A1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FA6FA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CD91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FA2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B3F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E5B9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CAD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664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FA5A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F249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BF14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0CBF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FB36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425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3FB9" w14:textId="77777777" w:rsidR="00C6161E" w:rsidRPr="0072536C" w:rsidRDefault="00C6161E" w:rsidP="00FC76E1">
            <w:pPr>
              <w:jc w:val="center"/>
            </w:pPr>
          </w:p>
        </w:tc>
      </w:tr>
      <w:tr w:rsidR="00C6161E" w:rsidRPr="0072536C" w14:paraId="0DB009F0" w14:textId="77777777" w:rsidTr="00564D20">
        <w:trPr>
          <w:trHeight w:val="300"/>
        </w:trPr>
        <w:tc>
          <w:tcPr>
            <w:tcW w:w="256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E18A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Cs w:val="22"/>
              </w:rPr>
              <w:t>TIPOLOGIA DI INTERVENTO: _________________________________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2401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20F08" w14:textId="77777777" w:rsidR="00C6161E" w:rsidRPr="0072536C" w:rsidRDefault="00C6161E" w:rsidP="00FC76E1"/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897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435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827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1696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20CF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4E09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88E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293C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A230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D88A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FC7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AB35" w14:textId="77777777" w:rsidR="00C6161E" w:rsidRPr="0072536C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EB84" w14:textId="77777777" w:rsidR="00C6161E" w:rsidRPr="0072536C" w:rsidRDefault="00C6161E" w:rsidP="00FC76E1">
            <w:pPr>
              <w:jc w:val="center"/>
            </w:pPr>
          </w:p>
        </w:tc>
      </w:tr>
      <w:tr w:rsidR="00C6161E" w:rsidRPr="0072536C" w14:paraId="4CB1C6A2" w14:textId="77777777" w:rsidTr="00564D20">
        <w:trPr>
          <w:trHeight w:val="300"/>
        </w:trPr>
        <w:tc>
          <w:tcPr>
            <w:tcW w:w="256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EDA4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Cs w:val="22"/>
              </w:rPr>
              <w:t>NOME DEL PROGETTO: _____________________________________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81EC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104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4472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A786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9EEA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4BAC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0F6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B1DF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99B8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134B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E9DB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4695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D9BAC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CB49" w14:textId="77777777" w:rsidR="00C6161E" w:rsidRPr="0072536C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7308" w14:textId="77777777" w:rsidR="00C6161E" w:rsidRPr="0072536C" w:rsidRDefault="00C6161E" w:rsidP="00FC76E1">
            <w:pPr>
              <w:jc w:val="center"/>
            </w:pPr>
          </w:p>
        </w:tc>
      </w:tr>
      <w:tr w:rsidR="00C6161E" w:rsidRPr="0072536C" w14:paraId="04D71D25" w14:textId="77777777" w:rsidTr="00564D20">
        <w:trPr>
          <w:trHeight w:val="300"/>
        </w:trPr>
        <w:tc>
          <w:tcPr>
            <w:tcW w:w="256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0EB0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Cs w:val="22"/>
              </w:rPr>
              <w:t>NUMERO DOMANDA: ________________________________________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6DF9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C2D8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CD10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843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78ADF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52FF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CD2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A304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8821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0BE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029F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4AA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C28A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ECF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A357" w14:textId="77777777" w:rsidR="00C6161E" w:rsidRPr="0072536C" w:rsidRDefault="00C6161E" w:rsidP="00FC76E1">
            <w:pPr>
              <w:jc w:val="center"/>
            </w:pPr>
          </w:p>
        </w:tc>
      </w:tr>
      <w:tr w:rsidR="00C6161E" w:rsidRPr="0072536C" w14:paraId="12CB5BC6" w14:textId="77777777" w:rsidTr="00564D20">
        <w:trPr>
          <w:trHeight w:val="300"/>
        </w:trPr>
        <w:tc>
          <w:tcPr>
            <w:tcW w:w="256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D46E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Cs w:val="22"/>
              </w:rPr>
              <w:t>CODICE UNICO DI PROGETTO (CUP): __________________________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5E72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1721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0D0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912C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42F0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D7F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E6D7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AF75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DDD1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6B40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454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766A6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D9A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0A6DB" w14:textId="77777777" w:rsidR="00C6161E" w:rsidRPr="0072536C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CD58" w14:textId="77777777" w:rsidR="00C6161E" w:rsidRPr="0072536C" w:rsidRDefault="00C6161E" w:rsidP="00FC76E1">
            <w:pPr>
              <w:jc w:val="center"/>
            </w:pPr>
          </w:p>
        </w:tc>
      </w:tr>
      <w:tr w:rsidR="00C6161E" w:rsidRPr="0072536C" w14:paraId="6A9F8D2B" w14:textId="77777777" w:rsidTr="00564D20">
        <w:trPr>
          <w:trHeight w:val="276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7441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4935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4802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137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E86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F97C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EAA0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0180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4B4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3948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676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E78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FAF8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C167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66E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A27B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49C8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7CA8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34BC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0C4E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D77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B75F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6CA3" w14:textId="77777777" w:rsidR="00C6161E" w:rsidRPr="0072536C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7AB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701D" w14:textId="77777777" w:rsidR="00C6161E" w:rsidRPr="0072536C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DF01" w14:textId="77777777" w:rsidR="00C6161E" w:rsidRPr="0072536C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F45E" w14:textId="77777777" w:rsidR="00C6161E" w:rsidRPr="0072536C" w:rsidRDefault="00C6161E" w:rsidP="00FC76E1">
            <w:pPr>
              <w:jc w:val="center"/>
            </w:pPr>
          </w:p>
        </w:tc>
      </w:tr>
      <w:tr w:rsidR="00C6161E" w:rsidRPr="0013286A" w14:paraId="3C1A5CAC" w14:textId="77777777" w:rsidTr="00564D20">
        <w:trPr>
          <w:trHeight w:val="528"/>
        </w:trPr>
        <w:tc>
          <w:tcPr>
            <w:tcW w:w="4638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78E5B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Cs w:val="22"/>
              </w:rPr>
              <w:t>PROSPETTO RENDICONTAZIONE SPESE PERSONALE INTERNO E PER LAVORI IN AMMINISTRAZIONE DIRETTA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E379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F4517" w14:textId="77777777" w:rsidR="00C6161E" w:rsidRPr="0013286A" w:rsidRDefault="00C6161E" w:rsidP="00FC76E1">
            <w:pPr>
              <w:jc w:val="center"/>
            </w:pPr>
          </w:p>
        </w:tc>
      </w:tr>
      <w:tr w:rsidR="00C6161E" w:rsidRPr="0013286A" w14:paraId="08491736" w14:textId="77777777" w:rsidTr="00564D20">
        <w:trPr>
          <w:trHeight w:val="276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F9BD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BDE5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EC29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9F03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7FFD1" w14:textId="77777777" w:rsidR="00C6161E" w:rsidRPr="0013286A" w:rsidRDefault="00C6161E" w:rsidP="00FC76E1">
            <w:pPr>
              <w:jc w:val="center"/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EAF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D652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CFF86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9BB5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5B67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4094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E5684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DD3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84D1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11FA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38BAC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15E2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E551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4DD2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36AC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45F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8FAA2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F3E4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3FE6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0651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446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FE0D" w14:textId="77777777" w:rsidR="00C6161E" w:rsidRPr="0013286A" w:rsidRDefault="00C6161E" w:rsidP="00FC76E1">
            <w:pPr>
              <w:jc w:val="center"/>
            </w:pPr>
          </w:p>
        </w:tc>
      </w:tr>
      <w:tr w:rsidR="00C6161E" w:rsidRPr="0013286A" w14:paraId="11BBAB3D" w14:textId="77777777" w:rsidTr="00564D20">
        <w:trPr>
          <w:trHeight w:val="456"/>
        </w:trPr>
        <w:tc>
          <w:tcPr>
            <w:tcW w:w="1114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70C27F7" w14:textId="77777777" w:rsidR="00C6161E" w:rsidRPr="0072536C" w:rsidRDefault="00C6161E" w:rsidP="00FC76E1">
            <w:pPr>
              <w:rPr>
                <w:rFonts w:ascii="Arial" w:hAnsi="Arial"/>
                <w:bCs/>
                <w:color w:val="000000"/>
                <w:szCs w:val="22"/>
              </w:rPr>
            </w:pPr>
            <w:r w:rsidRPr="0072536C">
              <w:rPr>
                <w:rFonts w:ascii="Arial" w:hAnsi="Arial"/>
                <w:bCs/>
                <w:color w:val="000000"/>
                <w:szCs w:val="22"/>
              </w:rPr>
              <w:t>MESE XXXXXX ANNO XXXX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1529" w14:textId="77777777" w:rsidR="00C6161E" w:rsidRPr="0013286A" w:rsidRDefault="00C6161E" w:rsidP="00FC76E1">
            <w:pPr>
              <w:jc w:val="center"/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850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6F01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828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71E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8F7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E5A7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29A3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1041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76B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0482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AC85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341F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5FE1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113A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C4FD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0264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801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8F1A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8F25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48D9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6E7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CFED" w14:textId="77777777" w:rsidR="00C6161E" w:rsidRPr="0013286A" w:rsidRDefault="00C6161E" w:rsidP="00FC76E1">
            <w:pPr>
              <w:jc w:val="center"/>
            </w:pPr>
          </w:p>
        </w:tc>
      </w:tr>
      <w:tr w:rsidR="00C6161E" w:rsidRPr="0013286A" w14:paraId="4B5A8690" w14:textId="77777777" w:rsidTr="00564D20">
        <w:trPr>
          <w:trHeight w:val="255"/>
        </w:trPr>
        <w:tc>
          <w:tcPr>
            <w:tcW w:w="340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67A50B9D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</w:pPr>
            <w:proofErr w:type="gramStart"/>
            <w:r w:rsidRPr="0013286A">
              <w:rPr>
                <w:rFonts w:ascii="Arial" w:hAnsi="Arial"/>
                <w:b/>
                <w:bCs/>
                <w:color w:val="000000"/>
                <w:sz w:val="14"/>
                <w:szCs w:val="22"/>
              </w:rPr>
              <w:t>Nominativo persona</w:t>
            </w:r>
            <w:proofErr w:type="gramEnd"/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41BB78AD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Qualifica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50115B3D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Totale ore lavorate</w:t>
            </w:r>
          </w:p>
        </w:tc>
        <w:tc>
          <w:tcPr>
            <w:tcW w:w="1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44E61D8F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Costi totali</w:t>
            </w:r>
          </w:p>
        </w:tc>
        <w:tc>
          <w:tcPr>
            <w:tcW w:w="2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4B08CE17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Costo orario</w:t>
            </w:r>
          </w:p>
        </w:tc>
        <w:tc>
          <w:tcPr>
            <w:tcW w:w="3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2BD72BB6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Descrizione dei lavori eseguiti/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 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attività svolte</w:t>
            </w:r>
          </w:p>
        </w:tc>
        <w:tc>
          <w:tcPr>
            <w:tcW w:w="2653" w:type="pct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78B4B96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Numero ore dedicate ai lavori/attività oggetto di finanziamento</w:t>
            </w:r>
          </w:p>
        </w:tc>
        <w:tc>
          <w:tcPr>
            <w:tcW w:w="2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4839D83F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Costo totale da imputare </w:t>
            </w:r>
          </w:p>
        </w:tc>
        <w:tc>
          <w:tcPr>
            <w:tcW w:w="2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6E29C053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 xml:space="preserve">Firma persona 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2F61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</w:tr>
      <w:tr w:rsidR="00C6161E" w:rsidRPr="0013286A" w14:paraId="32880C97" w14:textId="77777777" w:rsidTr="00564D20">
        <w:trPr>
          <w:trHeight w:val="300"/>
        </w:trPr>
        <w:tc>
          <w:tcPr>
            <w:tcW w:w="340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AE9127C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A770687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34216AD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96CB613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A91DED5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5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91E4262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38E57B80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56BFA56E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113A5530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05E2DF51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6B9DE7D6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23D3EC8A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6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14261DE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15563AD4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281B9FEC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46D2F075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255F9C8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6004FA0D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39F9AD1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3A7272E5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14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53AE9AB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6C729BBF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16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03CDE7D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Giorni lavorati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0D44343F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Ore totali</w:t>
            </w:r>
          </w:p>
        </w:tc>
        <w:tc>
          <w:tcPr>
            <w:tcW w:w="29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C950226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74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801431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71F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</w:tr>
      <w:tr w:rsidR="00564D20" w:rsidRPr="0013286A" w14:paraId="604F5091" w14:textId="77777777" w:rsidTr="00564D20">
        <w:trPr>
          <w:trHeight w:val="285"/>
        </w:trPr>
        <w:tc>
          <w:tcPr>
            <w:tcW w:w="340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857BA00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8874DDE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9C31C83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93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D297F6B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2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C09FDB1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359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5656A1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3946247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17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52F20275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18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29552DCE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19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43CAEF82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20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5B53267E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1FF88891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1C9BDF85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23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22DAB7AD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24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3BC530D4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25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16EF0BB6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6BA0FEA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1A56866B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046F7571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29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42F916DD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68EEF992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31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14:paraId="32E93559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-</w:t>
            </w:r>
            <w:r w:rsidRPr="0013286A"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  <w:t> </w:t>
            </w: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7B072F8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737738E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 w:val="16"/>
                <w:szCs w:val="22"/>
              </w:rPr>
            </w:pPr>
          </w:p>
        </w:tc>
        <w:tc>
          <w:tcPr>
            <w:tcW w:w="291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58D1CB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274" w:type="pct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B755653" w14:textId="77777777" w:rsidR="00C6161E" w:rsidRPr="0013286A" w:rsidRDefault="00C6161E" w:rsidP="00FC76E1">
            <w:pPr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987B" w14:textId="77777777" w:rsidR="00C6161E" w:rsidRPr="0013286A" w:rsidRDefault="00C6161E" w:rsidP="00FC76E1">
            <w:pPr>
              <w:jc w:val="center"/>
              <w:rPr>
                <w:rFonts w:ascii="Arial" w:hAnsi="Arial"/>
                <w:b/>
                <w:bCs/>
                <w:color w:val="000000"/>
                <w:szCs w:val="22"/>
              </w:rPr>
            </w:pPr>
          </w:p>
        </w:tc>
      </w:tr>
      <w:tr w:rsidR="00C6161E" w:rsidRPr="0013286A" w14:paraId="50AEE480" w14:textId="77777777" w:rsidTr="00564D20">
        <w:trPr>
          <w:trHeight w:val="336"/>
        </w:trPr>
        <w:tc>
          <w:tcPr>
            <w:tcW w:w="340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DD2B91E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814AA0F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BCCEC7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F97B9F1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AC514F0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5C1127C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AEEC39C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4D32A1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40275D9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6D6FAFD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0BAADA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4A540A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2AF18AC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6252409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88402D3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B6D0DB4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31B37CF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DCD1F7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13DD481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C0E2763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609E89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52CCAB6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77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E7E6E6"/>
            <w:noWrap/>
            <w:vAlign w:val="bottom"/>
            <w:hideMark/>
          </w:tcPr>
          <w:p w14:paraId="32698A80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5F316EF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9EC6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</w:tr>
      <w:tr w:rsidR="00C6161E" w:rsidRPr="0013286A" w14:paraId="3AFBC620" w14:textId="77777777" w:rsidTr="00564D20">
        <w:trPr>
          <w:trHeight w:val="336"/>
        </w:trPr>
        <w:tc>
          <w:tcPr>
            <w:tcW w:w="340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080E2C8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88FC28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13E5AC7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02D72BD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A978C75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2F44F81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19ACA06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A4530EE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2B7308D5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7269C35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F438C60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D6D00BC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9C21F89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740B2B3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8142E08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936BACE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63A938C4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6DF39F6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36380BD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F2AF8AC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E928F7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6797804E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A221EA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9FDEEB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DBBAF5C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7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4431DD6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642B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</w:p>
        </w:tc>
      </w:tr>
      <w:tr w:rsidR="00C6161E" w:rsidRPr="0013286A" w14:paraId="63C4B426" w14:textId="77777777" w:rsidTr="00564D20">
        <w:trPr>
          <w:trHeight w:val="336"/>
        </w:trPr>
        <w:tc>
          <w:tcPr>
            <w:tcW w:w="340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C80E1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92DF9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59B6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862B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FD03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C37745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348C4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CB519B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68F4F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B4A80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F2F0B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DCA7A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90989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FB260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BACC0B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327A31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868C7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82CF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2CBBC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EE5B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0092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B1ACC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776" w:type="pct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FFFFFF"/>
            <w:noWrap/>
            <w:vAlign w:val="bottom"/>
            <w:hideMark/>
          </w:tcPr>
          <w:p w14:paraId="27AFB57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D24ACA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F1B7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</w:tr>
      <w:tr w:rsidR="00C6161E" w:rsidRPr="0013286A" w14:paraId="2DCCED59" w14:textId="77777777" w:rsidTr="00564D20">
        <w:trPr>
          <w:trHeight w:val="336"/>
        </w:trPr>
        <w:tc>
          <w:tcPr>
            <w:tcW w:w="340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C3FF844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D23EFBF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6B117DA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2ECD924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35316D8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5A00AFF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2D120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D6F1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8BEDF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42AEB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F303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9ACB0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F2A3CB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82840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EEB5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680FD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3DE9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FA8B1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753C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521E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362E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52D26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01FBB8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2B7C8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149E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7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4ACD905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E4DD6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</w:p>
        </w:tc>
      </w:tr>
      <w:tr w:rsidR="00C6161E" w:rsidRPr="0013286A" w14:paraId="7651F1BF" w14:textId="77777777" w:rsidTr="00564D20">
        <w:trPr>
          <w:trHeight w:val="336"/>
        </w:trPr>
        <w:tc>
          <w:tcPr>
            <w:tcW w:w="340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9BA4AAC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ACF6C11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271C23C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1354D9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4EE72E0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359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AB9A6C2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F3F40D5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8A71BD9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DE41FF5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3AAE8D3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EB2B2EF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8872AD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483D79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00F2B95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ABDE1D9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618E4375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29BECE06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7F292F3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FFC34C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9821249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2E043963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31A4DA6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776" w:type="pct"/>
            <w:gridSpan w:val="3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pct12" w:color="000000" w:fill="E7E6E6"/>
            <w:noWrap/>
            <w:vAlign w:val="bottom"/>
            <w:hideMark/>
          </w:tcPr>
          <w:p w14:paraId="5321CC78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2ADF87A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34D6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</w:tr>
      <w:tr w:rsidR="00C6161E" w:rsidRPr="0013286A" w14:paraId="7F60A9CB" w14:textId="77777777" w:rsidTr="00564D20">
        <w:trPr>
          <w:trHeight w:val="336"/>
        </w:trPr>
        <w:tc>
          <w:tcPr>
            <w:tcW w:w="340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0B41DE7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8EC07F3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71F9D7BB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93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8D614B3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7E4E2ED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359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52E29E60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AE2A184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35B1A39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909CB4F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27C95DEF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3255132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9A8CDEB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BF099CB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3848F07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613DD866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CA3B2B9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4F0C2BB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20F6C4E8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35ECCA8E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8236DFF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623FA341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3E66E9BA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D215ABE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53A2DA2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2997EDAD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 </w:t>
            </w:r>
          </w:p>
        </w:tc>
        <w:tc>
          <w:tcPr>
            <w:tcW w:w="274" w:type="pct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485C1B7" w14:textId="77777777" w:rsidR="00C6161E" w:rsidRPr="0013286A" w:rsidRDefault="00C6161E" w:rsidP="00FC76E1">
            <w:pPr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6857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</w:p>
        </w:tc>
      </w:tr>
      <w:tr w:rsidR="00C6161E" w:rsidRPr="0013286A" w14:paraId="2471C14A" w14:textId="77777777" w:rsidTr="00564D20">
        <w:trPr>
          <w:trHeight w:val="276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C8EF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39C9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8C05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A2A6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A59B" w14:textId="77777777" w:rsidR="00C6161E" w:rsidRPr="0013286A" w:rsidRDefault="00C6161E" w:rsidP="00FC76E1">
            <w:pPr>
              <w:jc w:val="center"/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E2FA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8F73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07B7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E8A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0064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D3FF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A50B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74C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EC8F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0F1A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3A8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1DF7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36D2A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CC55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BE2F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DABB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009D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6837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F66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8609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D3D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F7BD" w14:textId="77777777" w:rsidR="00C6161E" w:rsidRPr="0013286A" w:rsidRDefault="00C6161E" w:rsidP="00FC76E1">
            <w:pPr>
              <w:jc w:val="center"/>
            </w:pPr>
          </w:p>
        </w:tc>
      </w:tr>
      <w:tr w:rsidR="00C6161E" w:rsidRPr="0013286A" w14:paraId="4D98C5DE" w14:textId="77777777" w:rsidTr="00564D20">
        <w:trPr>
          <w:trHeight w:val="276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0ED21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5DC23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AF9B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9C003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7FC3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3D4F9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E2C2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F8F0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F03B8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E6D34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0490C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3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0D14" w14:textId="77777777" w:rsidR="00C6161E" w:rsidRPr="0013286A" w:rsidRDefault="00C6161E" w:rsidP="00FC76E1">
            <w:pPr>
              <w:jc w:val="center"/>
            </w:pPr>
            <w:r w:rsidRPr="0013286A">
              <w:rPr>
                <w:rFonts w:ascii="Arial" w:hAnsi="Arial"/>
                <w:b/>
                <w:bCs/>
                <w:color w:val="000000"/>
                <w:szCs w:val="22"/>
              </w:rPr>
              <w:t>Firma del responsabile dell'Ente beneficiario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5892F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CD6D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BFA28" w14:textId="77777777" w:rsidR="00C6161E" w:rsidRPr="0013286A" w:rsidRDefault="00C6161E" w:rsidP="00FC76E1">
            <w:pPr>
              <w:jc w:val="center"/>
            </w:pPr>
          </w:p>
        </w:tc>
      </w:tr>
      <w:tr w:rsidR="00C6161E" w:rsidRPr="0013286A" w14:paraId="6E762F5B" w14:textId="77777777" w:rsidTr="00564D20">
        <w:trPr>
          <w:trHeight w:val="276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BC0D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30215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395C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6BFD3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9E022" w14:textId="77777777" w:rsidR="00C6161E" w:rsidRPr="0013286A" w:rsidRDefault="00C6161E" w:rsidP="00FC76E1">
            <w:pPr>
              <w:jc w:val="center"/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87A6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D8E06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E61A2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45B72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4E4DA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C612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6F1FA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DC649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C966A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35B5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3011B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E11CC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D804D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FD57F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E6CF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5FA25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A37C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BB5ED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F01A5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EC16D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F4C10" w14:textId="77777777" w:rsidR="00C6161E" w:rsidRPr="0013286A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5D701" w14:textId="77777777" w:rsidR="00C6161E" w:rsidRPr="0013286A" w:rsidRDefault="00C6161E" w:rsidP="00FC76E1">
            <w:pPr>
              <w:jc w:val="center"/>
            </w:pPr>
          </w:p>
        </w:tc>
      </w:tr>
      <w:tr w:rsidR="00C6161E" w:rsidRPr="0013286A" w14:paraId="65F0503F" w14:textId="77777777" w:rsidTr="00564D20">
        <w:trPr>
          <w:trHeight w:val="276"/>
        </w:trPr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A8C6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915D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8A09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B2874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B1ED" w14:textId="77777777" w:rsidR="00C6161E" w:rsidRPr="0013286A" w:rsidRDefault="00C6161E" w:rsidP="00FC76E1">
            <w:pPr>
              <w:jc w:val="center"/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8506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0C4C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A6A2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8BC3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9BDE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805F" w14:textId="77777777" w:rsidR="00C6161E" w:rsidRPr="0013286A" w:rsidRDefault="00C6161E" w:rsidP="00FC76E1">
            <w:pPr>
              <w:jc w:val="center"/>
            </w:pPr>
          </w:p>
        </w:tc>
        <w:tc>
          <w:tcPr>
            <w:tcW w:w="173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5857E" w14:textId="77777777" w:rsidR="00C6161E" w:rsidRPr="0013286A" w:rsidRDefault="00C6161E" w:rsidP="00FC76E1">
            <w:pPr>
              <w:jc w:val="right"/>
              <w:rPr>
                <w:rFonts w:ascii="Arial" w:hAnsi="Arial"/>
                <w:color w:val="000000"/>
                <w:szCs w:val="22"/>
              </w:rPr>
            </w:pPr>
            <w:r w:rsidRPr="0013286A">
              <w:rPr>
                <w:rFonts w:ascii="Arial" w:hAnsi="Arial"/>
                <w:color w:val="000000"/>
                <w:szCs w:val="22"/>
              </w:rPr>
              <w:t>________</w:t>
            </w:r>
            <w:r>
              <w:rPr>
                <w:rFonts w:ascii="Arial" w:hAnsi="Arial"/>
                <w:color w:val="000000"/>
                <w:szCs w:val="22"/>
              </w:rPr>
              <w:t>_________________________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0978" w14:textId="77777777" w:rsidR="00C6161E" w:rsidRPr="0013286A" w:rsidRDefault="00C6161E" w:rsidP="00FC76E1">
            <w:pPr>
              <w:jc w:val="center"/>
              <w:rPr>
                <w:rFonts w:ascii="Arial" w:hAnsi="Arial"/>
                <w:color w:val="000000"/>
                <w:szCs w:val="22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FA23" w14:textId="77777777" w:rsidR="00C6161E" w:rsidRPr="0013286A" w:rsidRDefault="00C6161E" w:rsidP="00FC76E1">
            <w:pPr>
              <w:jc w:val="center"/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FDBD" w14:textId="77777777" w:rsidR="00C6161E" w:rsidRPr="0013286A" w:rsidRDefault="00C6161E" w:rsidP="00FC76E1">
            <w:pPr>
              <w:jc w:val="center"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4FA3A" w14:textId="77777777" w:rsidR="00C6161E" w:rsidRPr="0013286A" w:rsidRDefault="00C6161E" w:rsidP="00FC76E1">
            <w:pPr>
              <w:jc w:val="center"/>
            </w:pPr>
          </w:p>
        </w:tc>
      </w:tr>
    </w:tbl>
    <w:p w14:paraId="1E2CFB72" w14:textId="58B6903B" w:rsidR="00C6161E" w:rsidRPr="00C6161E" w:rsidRDefault="00C6161E" w:rsidP="00C6161E"/>
    <w:sectPr w:rsidR="00C6161E" w:rsidRPr="00C6161E" w:rsidSect="00272244">
      <w:headerReference w:type="default" r:id="rId18"/>
      <w:footerReference w:type="even" r:id="rId19"/>
      <w:footerReference w:type="default" r:id="rId20"/>
      <w:headerReference w:type="first" r:id="rId21"/>
      <w:pgSz w:w="11906" w:h="16838" w:code="9"/>
      <w:pgMar w:top="1701" w:right="1418" w:bottom="1418" w:left="1418" w:header="567" w:footer="42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B6CE9" w14:textId="77777777" w:rsidR="00D01DA2" w:rsidRDefault="00D01DA2" w:rsidP="005F0CA2">
      <w:r>
        <w:separator/>
      </w:r>
    </w:p>
  </w:endnote>
  <w:endnote w:type="continuationSeparator" w:id="0">
    <w:p w14:paraId="3DA7DF2A" w14:textId="77777777" w:rsidR="00D01DA2" w:rsidRDefault="00D01DA2" w:rsidP="005F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, 'Arial Unicode MS'"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GHDJ K+ Myria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 Light">
    <w:altName w:val="Courier New"/>
    <w:charset w:val="00"/>
    <w:family w:val="swiss"/>
    <w:pitch w:val="variable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 Avant Garde Std Bk">
    <w:altName w:val="Arial"/>
    <w:charset w:val="00"/>
    <w:family w:val="swiss"/>
    <w:pitch w:val="default"/>
  </w:font>
  <w:font w:name="ITC Avant Garde Gothic Std">
    <w:charset w:val="00"/>
    <w:family w:val="swiss"/>
    <w:pitch w:val="default"/>
  </w:font>
  <w:font w:name="Myriad Pro">
    <w:altName w:val="Arial"/>
    <w:panose1 w:val="00000000000000000000"/>
    <w:charset w:val="A1"/>
    <w:family w:val="swiss"/>
    <w:notTrueType/>
    <w:pitch w:val="default"/>
    <w:sig w:usb0="00000083" w:usb1="00000000" w:usb2="00000000" w:usb3="00000000" w:csb0="00000009" w:csb1="00000000"/>
  </w:font>
  <w:font w:name="Liberation Sans">
    <w:altName w:val="Arial"/>
    <w:charset w:val="01"/>
    <w:family w:val="swiss"/>
    <w:pitch w:val="variable"/>
  </w:font>
  <w:font w:name="Droid Sans Fallback">
    <w:altName w:val="Segoe UI"/>
    <w:charset w:val="01"/>
    <w:family w:val="auto"/>
    <w:pitch w:val="variable"/>
  </w:font>
  <w:font w:name="FreeSans">
    <w:altName w:val="Arial"/>
    <w:charset w:val="01"/>
    <w:family w:val="swiss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hicago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ralewayregularitalic">
    <w:altName w:val="Trebuchet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51B94" w14:textId="77777777" w:rsidR="000E5B4B" w:rsidRDefault="000E5B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0BD75" w14:textId="77777777" w:rsidR="000E5B4B" w:rsidRDefault="000E5B4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D71BD" w14:textId="77777777" w:rsidR="000E5B4B" w:rsidRDefault="000E5B4B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D47EB" w14:textId="77777777" w:rsidR="0092006E" w:rsidRPr="00980468" w:rsidRDefault="0092006E" w:rsidP="005F0CA2">
    <w:pPr>
      <w:pStyle w:val="Nessunaspaziatur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D2DFD6" wp14:editId="49E1D854">
              <wp:simplePos x="0" y="0"/>
              <wp:positionH relativeFrom="column">
                <wp:posOffset>4919345</wp:posOffset>
              </wp:positionH>
              <wp:positionV relativeFrom="paragraph">
                <wp:posOffset>-25400</wp:posOffset>
              </wp:positionV>
              <wp:extent cx="419100" cy="180975"/>
              <wp:effectExtent l="0" t="0" r="0" b="0"/>
              <wp:wrapNone/>
              <wp:docPr id="2" name="Rettango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19100" cy="180975"/>
                      </a:xfrm>
                      <a:prstGeom prst="rect">
                        <a:avLst/>
                      </a:prstGeom>
                      <a:solidFill>
                        <a:srgbClr val="88234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AE72C2" id="Rettangolo 2" o:spid="_x0000_s1026" style="position:absolute;margin-left:387.35pt;margin-top:-2pt;width:33pt;height:1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" fillcolor="#882345" stroked="f" strokeweight="2pt"/>
          </w:pict>
        </mc:Fallback>
      </mc:AlternateContent>
    </w:r>
    <w:r w:rsidRPr="00980468">
      <w:t xml:space="preserve">pag. </w:t>
    </w:r>
    <w:r w:rsidRPr="00980468">
      <w:fldChar w:fldCharType="begin"/>
    </w:r>
    <w:r w:rsidRPr="00980468">
      <w:instrText>PAGE   \* MERGEFORMAT</w:instrText>
    </w:r>
    <w:r w:rsidRPr="00980468">
      <w:fldChar w:fldCharType="separate"/>
    </w:r>
    <w:r>
      <w:rPr>
        <w:noProof/>
      </w:rPr>
      <w:t>2</w:t>
    </w:r>
    <w:r w:rsidRPr="00980468"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6591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7812D4D" w14:textId="02FA16AC" w:rsidR="000E5B4B" w:rsidRDefault="000E5B4B" w:rsidP="000E5B4B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bookmarkStart w:id="10" w:name="_GoBack"/>
            <w:bookmarkEnd w:id="10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F5707A" w14:textId="77777777" w:rsidR="0092006E" w:rsidRPr="00E30CB1" w:rsidRDefault="0092006E" w:rsidP="00A873A4">
    <w:pPr>
      <w:pStyle w:val="Nessunaspaziatur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8ED79" w14:textId="77777777" w:rsidR="00D01DA2" w:rsidRDefault="00D01DA2" w:rsidP="005F0CA2">
      <w:r>
        <w:separator/>
      </w:r>
    </w:p>
  </w:footnote>
  <w:footnote w:type="continuationSeparator" w:id="0">
    <w:p w14:paraId="73D18AB2" w14:textId="77777777" w:rsidR="00D01DA2" w:rsidRDefault="00D01DA2" w:rsidP="005F0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CD38D" w14:textId="77777777" w:rsidR="000E5B4B" w:rsidRDefault="000E5B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A1BD8" w14:textId="77777777" w:rsidR="000E5B4B" w:rsidRDefault="000E5B4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1D3ED" w14:textId="77777777" w:rsidR="000E5B4B" w:rsidRDefault="000E5B4B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E3855" w14:textId="7B6EFC8E" w:rsidR="0092006E" w:rsidRDefault="0092006E" w:rsidP="00E042A4">
    <w:pPr>
      <w:pStyle w:val="Intestazione"/>
    </w:pPr>
    <w:r>
      <w:rPr>
        <w:b/>
        <w:iCs/>
      </w:rPr>
      <w:t>Allegato D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DE883" w14:textId="77777777" w:rsidR="0092006E" w:rsidRDefault="0092006E" w:rsidP="008132F8">
    <w:pPr>
      <w:pStyle w:val="Intestazione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B06A0" w14:textId="77777777" w:rsidR="0092006E" w:rsidRDefault="0092006E" w:rsidP="005F0CA2">
    <w:pPr>
      <w:pStyle w:val="Logo1pagina"/>
    </w:pPr>
  </w:p>
  <w:p w14:paraId="569A2315" w14:textId="77777777" w:rsidR="0092006E" w:rsidRDefault="0092006E" w:rsidP="005F0CA2">
    <w:pPr>
      <w:pStyle w:val="Logo1pagina"/>
    </w:pPr>
  </w:p>
  <w:p w14:paraId="7240B950" w14:textId="77777777" w:rsidR="0092006E" w:rsidRDefault="0092006E" w:rsidP="00272244">
    <w:pPr>
      <w:pStyle w:val="Logo1pagina"/>
      <w:jc w:val="center"/>
    </w:pPr>
    <w:r w:rsidRPr="00B50CCB">
      <w:rPr>
        <w:szCs w:val="22"/>
      </w:rPr>
      <w:drawing>
        <wp:inline distT="0" distB="0" distL="0" distR="0" wp14:anchorId="7834E235" wp14:editId="1FD70756">
          <wp:extent cx="5591175" cy="5619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5619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812265A" w14:textId="77777777" w:rsidR="0092006E" w:rsidRDefault="0092006E" w:rsidP="005F0CA2">
    <w:pPr>
      <w:pStyle w:val="Logo1pagina"/>
    </w:pPr>
  </w:p>
  <w:p w14:paraId="2B5620F0" w14:textId="77777777" w:rsidR="0092006E" w:rsidRDefault="0092006E" w:rsidP="005F0CA2">
    <w:pPr>
      <w:pStyle w:val="Logo1pagina"/>
    </w:pPr>
  </w:p>
  <w:p w14:paraId="223A73A7" w14:textId="77777777" w:rsidR="0092006E" w:rsidRPr="00A65607" w:rsidRDefault="0092006E" w:rsidP="005F0C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B4A8235A"/>
    <w:lvl w:ilvl="0">
      <w:numFmt w:val="bullet"/>
      <w:pStyle w:val="Puntato2"/>
      <w:lvlText w:val="−"/>
      <w:lvlJc w:val="left"/>
      <w:pPr>
        <w:tabs>
          <w:tab w:val="num" w:pos="207"/>
        </w:tabs>
        <w:ind w:left="207" w:firstLine="340"/>
      </w:pPr>
      <w:rPr>
        <w:rFonts w:ascii="Lucida Grande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284"/>
        </w:tabs>
        <w:ind w:left="284" w:firstLine="2292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"/>
      <w:lvlJc w:val="left"/>
      <w:pPr>
        <w:tabs>
          <w:tab w:val="num" w:pos="284"/>
        </w:tabs>
        <w:ind w:left="284" w:firstLine="3012"/>
      </w:pPr>
      <w:rPr>
        <w:rFonts w:ascii="Wingdings" w:eastAsia="ヒラギノ角ゴ Pro W3" w:hAnsi="Wingdings" w:hint="default"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284"/>
        </w:tabs>
        <w:ind w:left="284" w:firstLine="3732"/>
      </w:pPr>
      <w:rPr>
        <w:rFonts w:ascii="Lucida Grande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284"/>
        </w:tabs>
        <w:ind w:left="284" w:firstLine="4452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"/>
      <w:lvlJc w:val="left"/>
      <w:pPr>
        <w:tabs>
          <w:tab w:val="num" w:pos="284"/>
        </w:tabs>
        <w:ind w:left="284" w:firstLine="5172"/>
      </w:pPr>
      <w:rPr>
        <w:rFonts w:ascii="Wingdings" w:eastAsia="ヒラギノ角ゴ Pro W3" w:hAnsi="Wingdings" w:hint="default"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284"/>
        </w:tabs>
        <w:ind w:left="284" w:firstLine="5892"/>
      </w:pPr>
      <w:rPr>
        <w:rFonts w:ascii="Lucida Grande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284"/>
        </w:tabs>
        <w:ind w:left="284" w:firstLine="6612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"/>
      <w:lvlJc w:val="left"/>
      <w:pPr>
        <w:tabs>
          <w:tab w:val="num" w:pos="284"/>
        </w:tabs>
        <w:ind w:left="284" w:firstLine="7332"/>
      </w:pPr>
      <w:rPr>
        <w:rFonts w:ascii="Wingdings" w:eastAsia="ヒラギノ角ゴ Pro W3" w:hAnsi="Wingdings" w:hint="default"/>
        <w:color w:val="000000"/>
        <w:position w:val="0"/>
      </w:rPr>
    </w:lvl>
  </w:abstractNum>
  <w:abstractNum w:abstractNumId="1" w15:restartNumberingAfterBreak="0">
    <w:nsid w:val="010F57FC"/>
    <w:multiLevelType w:val="hybridMultilevel"/>
    <w:tmpl w:val="32740A2E"/>
    <w:lvl w:ilvl="0" w:tplc="2F869894">
      <w:start w:val="1"/>
      <w:numFmt w:val="bullet"/>
      <w:pStyle w:val="elencopuntato"/>
      <w:lvlText w:val=""/>
      <w:lvlJc w:val="left"/>
      <w:pPr>
        <w:tabs>
          <w:tab w:val="num" w:pos="-708"/>
        </w:tabs>
        <w:ind w:left="-708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2" w15:restartNumberingAfterBreak="0">
    <w:nsid w:val="019A308F"/>
    <w:multiLevelType w:val="multilevel"/>
    <w:tmpl w:val="440A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21C2230"/>
    <w:multiLevelType w:val="multilevel"/>
    <w:tmpl w:val="636A57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A06D3B"/>
    <w:multiLevelType w:val="hybridMultilevel"/>
    <w:tmpl w:val="5732A306"/>
    <w:lvl w:ilvl="0" w:tplc="B57029F6">
      <w:start w:val="1"/>
      <w:numFmt w:val="lowerLetter"/>
      <w:pStyle w:val="Stileelencoalfabetico"/>
      <w:lvlText w:val="%1)"/>
      <w:lvlJc w:val="left"/>
      <w:pPr>
        <w:ind w:left="717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86DF0"/>
    <w:multiLevelType w:val="multilevel"/>
    <w:tmpl w:val="B74C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2D010CB"/>
    <w:multiLevelType w:val="multilevel"/>
    <w:tmpl w:val="C50E24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2E66F58"/>
    <w:multiLevelType w:val="hybridMultilevel"/>
    <w:tmpl w:val="F8C2B8F6"/>
    <w:lvl w:ilvl="0" w:tplc="FFFFFFFF">
      <w:numFmt w:val="bullet"/>
      <w:pStyle w:val="Elencopuntato1"/>
      <w:lvlText w:val="-"/>
      <w:lvlJc w:val="left"/>
      <w:pPr>
        <w:tabs>
          <w:tab w:val="num" w:pos="1413"/>
        </w:tabs>
        <w:ind w:left="1413" w:hanging="420"/>
      </w:pPr>
      <w:rPr>
        <w:rFonts w:ascii="Verdana" w:eastAsia="Times New Roman" w:hAnsi="Verdana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C0FB8"/>
    <w:multiLevelType w:val="hybridMultilevel"/>
    <w:tmpl w:val="213EBA9C"/>
    <w:lvl w:ilvl="0" w:tplc="737823E4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E2C7A"/>
    <w:multiLevelType w:val="multilevel"/>
    <w:tmpl w:val="EC7A8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B44748"/>
    <w:multiLevelType w:val="multilevel"/>
    <w:tmpl w:val="C330A8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963508"/>
    <w:multiLevelType w:val="multilevel"/>
    <w:tmpl w:val="572C8D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8D329D"/>
    <w:multiLevelType w:val="multilevel"/>
    <w:tmpl w:val="E232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AA475D8"/>
    <w:multiLevelType w:val="multilevel"/>
    <w:tmpl w:val="54DCF70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3A6C39"/>
    <w:multiLevelType w:val="multilevel"/>
    <w:tmpl w:val="24FAFA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5306B0"/>
    <w:multiLevelType w:val="hybridMultilevel"/>
    <w:tmpl w:val="B41AF2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BF3EF0"/>
    <w:multiLevelType w:val="multilevel"/>
    <w:tmpl w:val="5DB4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16E6244"/>
    <w:multiLevelType w:val="hybridMultilevel"/>
    <w:tmpl w:val="083056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33E5B69"/>
    <w:multiLevelType w:val="hybridMultilevel"/>
    <w:tmpl w:val="692416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Stile4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35D16CF"/>
    <w:multiLevelType w:val="hybridMultilevel"/>
    <w:tmpl w:val="6E60F440"/>
    <w:lvl w:ilvl="0" w:tplc="BB7863C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EC0BB6"/>
    <w:multiLevelType w:val="multilevel"/>
    <w:tmpl w:val="0FA48A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5D36454"/>
    <w:multiLevelType w:val="multilevel"/>
    <w:tmpl w:val="8E421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5E81D33"/>
    <w:multiLevelType w:val="multilevel"/>
    <w:tmpl w:val="A642C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7ED272E"/>
    <w:multiLevelType w:val="multilevel"/>
    <w:tmpl w:val="76645198"/>
    <w:styleLink w:val="WW8Num10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24" w15:restartNumberingAfterBreak="0">
    <w:nsid w:val="192A03ED"/>
    <w:multiLevelType w:val="multilevel"/>
    <w:tmpl w:val="81BE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B0A72E1"/>
    <w:multiLevelType w:val="multilevel"/>
    <w:tmpl w:val="0054D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3176A0E"/>
    <w:multiLevelType w:val="multilevel"/>
    <w:tmpl w:val="D2967A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4660401"/>
    <w:multiLevelType w:val="multilevel"/>
    <w:tmpl w:val="9354AC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46C05BF"/>
    <w:multiLevelType w:val="multilevel"/>
    <w:tmpl w:val="49D86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8203C7"/>
    <w:multiLevelType w:val="multilevel"/>
    <w:tmpl w:val="57445B7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8613CA3"/>
    <w:multiLevelType w:val="multilevel"/>
    <w:tmpl w:val="D79E68F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8E350EC"/>
    <w:multiLevelType w:val="hybridMultilevel"/>
    <w:tmpl w:val="480ED6D8"/>
    <w:lvl w:ilvl="0" w:tplc="04100015">
      <w:start w:val="1"/>
      <w:numFmt w:val="upp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9DC07FA"/>
    <w:multiLevelType w:val="multilevel"/>
    <w:tmpl w:val="838E3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2BCD1175"/>
    <w:multiLevelType w:val="multilevel"/>
    <w:tmpl w:val="CEB239A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F0A580E"/>
    <w:multiLevelType w:val="multilevel"/>
    <w:tmpl w:val="989E8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2F9E07C3"/>
    <w:multiLevelType w:val="multilevel"/>
    <w:tmpl w:val="EACE79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03B04C2"/>
    <w:multiLevelType w:val="multilevel"/>
    <w:tmpl w:val="594ABD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055588E"/>
    <w:multiLevelType w:val="multilevel"/>
    <w:tmpl w:val="316697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2F652AE"/>
    <w:multiLevelType w:val="multilevel"/>
    <w:tmpl w:val="45CC01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EC30FA"/>
    <w:multiLevelType w:val="multilevel"/>
    <w:tmpl w:val="3384AB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245A04"/>
    <w:multiLevelType w:val="multilevel"/>
    <w:tmpl w:val="2EFAA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64E06DA"/>
    <w:multiLevelType w:val="hybridMultilevel"/>
    <w:tmpl w:val="D0747E78"/>
    <w:lvl w:ilvl="0" w:tplc="04100001">
      <w:start w:val="1"/>
      <w:numFmt w:val="lowerLetter"/>
      <w:pStyle w:val="titolo6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6D71599"/>
    <w:multiLevelType w:val="multilevel"/>
    <w:tmpl w:val="99F4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7AA43DF"/>
    <w:multiLevelType w:val="hybridMultilevel"/>
    <w:tmpl w:val="E63E6168"/>
    <w:lvl w:ilvl="0" w:tplc="6D3E4102">
      <w:start w:val="1"/>
      <w:numFmt w:val="bullet"/>
      <w:pStyle w:val="Puntoelenco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AE35023"/>
    <w:multiLevelType w:val="multilevel"/>
    <w:tmpl w:val="2E4A1F48"/>
    <w:styleLink w:val="WW8Num8"/>
    <w:lvl w:ilvl="0">
      <w:numFmt w:val="bullet"/>
      <w:lvlText w:val=""/>
      <w:lvlJc w:val="left"/>
      <w:rPr>
        <w:rFonts w:ascii="Symbol" w:hAnsi="Symbol" w:cs="OpenSymbol, 'Arial Unicode MS'"/>
        <w:shd w:val="clear" w:color="auto" w:fill="auto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  <w:shd w:val="clear" w:color="auto" w:fill="auto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  <w:shd w:val="clear" w:color="auto" w:fill="auto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46" w15:restartNumberingAfterBreak="0">
    <w:nsid w:val="3D1B673E"/>
    <w:multiLevelType w:val="multilevel"/>
    <w:tmpl w:val="EF7E3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D286648"/>
    <w:multiLevelType w:val="hybridMultilevel"/>
    <w:tmpl w:val="66A8D37E"/>
    <w:lvl w:ilvl="0" w:tplc="FFFFFFFF">
      <w:start w:val="1"/>
      <w:numFmt w:val="bullet"/>
      <w:pStyle w:val="Elencopuntato2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5F158F"/>
    <w:multiLevelType w:val="multilevel"/>
    <w:tmpl w:val="96362D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A8107B"/>
    <w:multiLevelType w:val="hybridMultilevel"/>
    <w:tmpl w:val="626A1696"/>
    <w:lvl w:ilvl="0" w:tplc="2F5A15A0">
      <w:start w:val="1"/>
      <w:numFmt w:val="bullet"/>
      <w:pStyle w:val="Stilepuntoelenco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DA93107"/>
    <w:multiLevelType w:val="singleLevel"/>
    <w:tmpl w:val="9B06A4F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3EAD4231"/>
    <w:multiLevelType w:val="multilevel"/>
    <w:tmpl w:val="2612E63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F136FC0"/>
    <w:multiLevelType w:val="multilevel"/>
    <w:tmpl w:val="E826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41AD3C5C"/>
    <w:multiLevelType w:val="hybridMultilevel"/>
    <w:tmpl w:val="480ED6D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F056E2"/>
    <w:multiLevelType w:val="multilevel"/>
    <w:tmpl w:val="B336A6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2D82B5E"/>
    <w:multiLevelType w:val="multilevel"/>
    <w:tmpl w:val="41F4B54E"/>
    <w:styleLink w:val="111111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4320" w:hanging="1440"/>
      </w:pPr>
    </w:lvl>
  </w:abstractNum>
  <w:abstractNum w:abstractNumId="56" w15:restartNumberingAfterBreak="0">
    <w:nsid w:val="42F02FCC"/>
    <w:multiLevelType w:val="multilevel"/>
    <w:tmpl w:val="BB0E7C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6E62204"/>
    <w:multiLevelType w:val="hybridMultilevel"/>
    <w:tmpl w:val="3ECA5CBA"/>
    <w:lvl w:ilvl="0" w:tplc="B52A8706">
      <w:start w:val="1"/>
      <w:numFmt w:val="decimal"/>
      <w:pStyle w:val="titolofasi"/>
      <w:lvlText w:val="Fase %1"/>
      <w:lvlJc w:val="left"/>
      <w:pPr>
        <w:tabs>
          <w:tab w:val="num" w:pos="680"/>
        </w:tabs>
        <w:ind w:left="720" w:hanging="36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77D3C35"/>
    <w:multiLevelType w:val="hybridMultilevel"/>
    <w:tmpl w:val="7A2A354C"/>
    <w:lvl w:ilvl="0" w:tplc="10A4CF2C">
      <w:start w:val="1"/>
      <w:numFmt w:val="bullet"/>
      <w:pStyle w:val="Stiletrattino"/>
      <w:lvlText w:val="-"/>
      <w:lvlJc w:val="left"/>
      <w:pPr>
        <w:ind w:left="360" w:hanging="360"/>
      </w:pPr>
      <w:rPr>
        <w:rFonts w:ascii="Calibri" w:hAnsi="Calibri" w:cs="Times New Roman"/>
        <w:vanish w:val="0"/>
        <w:sz w:val="20"/>
        <w:szCs w:val="20"/>
        <w:lang w:eastAsia="it-IT"/>
      </w:rPr>
    </w:lvl>
    <w:lvl w:ilvl="1" w:tplc="309C2668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vanish w:val="0"/>
        <w:sz w:val="20"/>
        <w:szCs w:val="20"/>
        <w:lang w:eastAsia="it-I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48301933"/>
    <w:multiLevelType w:val="hybridMultilevel"/>
    <w:tmpl w:val="F502FDBA"/>
    <w:lvl w:ilvl="0" w:tplc="5F3855EE">
      <w:start w:val="1"/>
      <w:numFmt w:val="bullet"/>
      <w:pStyle w:val="Elencopuntato0"/>
      <w:lvlText w:val=""/>
      <w:lvlJc w:val="left"/>
      <w:pPr>
        <w:ind w:left="360" w:hanging="360"/>
      </w:pPr>
      <w:rPr>
        <w:rFonts w:ascii="Symbol" w:hAnsi="Symbol" w:hint="default"/>
        <w:color w:val="7F7F7F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49E80DC1"/>
    <w:multiLevelType w:val="multilevel"/>
    <w:tmpl w:val="AAB67D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AA2009B"/>
    <w:multiLevelType w:val="multilevel"/>
    <w:tmpl w:val="BA24A3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D05109F"/>
    <w:multiLevelType w:val="multilevel"/>
    <w:tmpl w:val="C640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4DFB68BC"/>
    <w:multiLevelType w:val="hybridMultilevel"/>
    <w:tmpl w:val="60586962"/>
    <w:lvl w:ilvl="0" w:tplc="81202DD2">
      <w:start w:val="1"/>
      <w:numFmt w:val="decimal"/>
      <w:pStyle w:val="Stileelenconumerato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E0B5473"/>
    <w:multiLevelType w:val="multilevel"/>
    <w:tmpl w:val="0484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54532BB3"/>
    <w:multiLevelType w:val="multilevel"/>
    <w:tmpl w:val="630666B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51973A3"/>
    <w:multiLevelType w:val="multilevel"/>
    <w:tmpl w:val="2C4A7A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53F0EDB"/>
    <w:multiLevelType w:val="multilevel"/>
    <w:tmpl w:val="487E68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5E2036C"/>
    <w:multiLevelType w:val="hybridMultilevel"/>
    <w:tmpl w:val="F686318E"/>
    <w:lvl w:ilvl="0" w:tplc="D00AAB86">
      <w:start w:val="1"/>
      <w:numFmt w:val="decimal"/>
      <w:pStyle w:val="elenconumerat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64F5233"/>
    <w:multiLevelType w:val="multilevel"/>
    <w:tmpl w:val="865CE4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6DB5EA7"/>
    <w:multiLevelType w:val="multilevel"/>
    <w:tmpl w:val="09FC7BA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6F96372"/>
    <w:multiLevelType w:val="multilevel"/>
    <w:tmpl w:val="94C4D2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9740574"/>
    <w:multiLevelType w:val="multilevel"/>
    <w:tmpl w:val="BB08CF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A1A71D5"/>
    <w:multiLevelType w:val="multilevel"/>
    <w:tmpl w:val="B560C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5B3E1408"/>
    <w:multiLevelType w:val="multilevel"/>
    <w:tmpl w:val="6FDCB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5D7E0830"/>
    <w:multiLevelType w:val="multilevel"/>
    <w:tmpl w:val="70362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3AC7AC7"/>
    <w:multiLevelType w:val="multilevel"/>
    <w:tmpl w:val="117C2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66243300"/>
    <w:multiLevelType w:val="multilevel"/>
    <w:tmpl w:val="8AEC0A3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72130EC"/>
    <w:multiLevelType w:val="multilevel"/>
    <w:tmpl w:val="0CB4C24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7893F8C"/>
    <w:multiLevelType w:val="multilevel"/>
    <w:tmpl w:val="61F2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67BC5BE8"/>
    <w:multiLevelType w:val="hybridMultilevel"/>
    <w:tmpl w:val="22568AD8"/>
    <w:lvl w:ilvl="0" w:tplc="D7B867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8820620"/>
    <w:multiLevelType w:val="multilevel"/>
    <w:tmpl w:val="6ECAD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68C238C3"/>
    <w:multiLevelType w:val="multilevel"/>
    <w:tmpl w:val="8D427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91E6FB1"/>
    <w:multiLevelType w:val="multilevel"/>
    <w:tmpl w:val="780C0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6A947929"/>
    <w:multiLevelType w:val="multilevel"/>
    <w:tmpl w:val="BBE01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6BB714CE"/>
    <w:multiLevelType w:val="multilevel"/>
    <w:tmpl w:val="A11C3C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BF26A0D"/>
    <w:multiLevelType w:val="multilevel"/>
    <w:tmpl w:val="4EDA653C"/>
    <w:lvl w:ilvl="0">
      <w:start w:val="2"/>
      <w:numFmt w:val="decimal"/>
      <w:pStyle w:val="Stile3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34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7" w15:restartNumberingAfterBreak="0">
    <w:nsid w:val="6C513B23"/>
    <w:multiLevelType w:val="multilevel"/>
    <w:tmpl w:val="C75A7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6E003408"/>
    <w:multiLevelType w:val="hybridMultilevel"/>
    <w:tmpl w:val="0F0CB5E6"/>
    <w:lvl w:ilvl="0" w:tplc="1D50FD22">
      <w:start w:val="1"/>
      <w:numFmt w:val="bullet"/>
      <w:pStyle w:val="Paragrafoelenco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9" w15:restartNumberingAfterBreak="0">
    <w:nsid w:val="6EB72B0C"/>
    <w:multiLevelType w:val="hybridMultilevel"/>
    <w:tmpl w:val="6AEA2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0B063E1"/>
    <w:multiLevelType w:val="multilevel"/>
    <w:tmpl w:val="0EC2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1C145D3"/>
    <w:multiLevelType w:val="multilevel"/>
    <w:tmpl w:val="C7BCFC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2" w15:restartNumberingAfterBreak="0">
    <w:nsid w:val="71DC4960"/>
    <w:multiLevelType w:val="multilevel"/>
    <w:tmpl w:val="66043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71E66520"/>
    <w:multiLevelType w:val="multilevel"/>
    <w:tmpl w:val="70D05C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2306C76"/>
    <w:multiLevelType w:val="multilevel"/>
    <w:tmpl w:val="5B645D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3C63FFB"/>
    <w:multiLevelType w:val="hybridMultilevel"/>
    <w:tmpl w:val="8C74C5DE"/>
    <w:lvl w:ilvl="0" w:tplc="D7B86734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 w15:restartNumberingAfterBreak="0">
    <w:nsid w:val="743E3756"/>
    <w:multiLevelType w:val="multilevel"/>
    <w:tmpl w:val="3C8C1CB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5633B68"/>
    <w:multiLevelType w:val="multilevel"/>
    <w:tmpl w:val="7060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759D63E0"/>
    <w:multiLevelType w:val="multilevel"/>
    <w:tmpl w:val="8F80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77553C46"/>
    <w:multiLevelType w:val="multilevel"/>
    <w:tmpl w:val="3320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79561E3B"/>
    <w:multiLevelType w:val="multilevel"/>
    <w:tmpl w:val="F9C210D4"/>
    <w:styleLink w:val="WW8Num11"/>
    <w:lvl w:ilvl="0">
      <w:numFmt w:val="bullet"/>
      <w:lvlText w:val="-"/>
      <w:lvlJc w:val="left"/>
      <w:rPr>
        <w:rFonts w:ascii="Liberation Serif" w:hAnsi="Liberation Serif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79A21773"/>
    <w:multiLevelType w:val="multilevel"/>
    <w:tmpl w:val="DD1C31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0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2" w15:restartNumberingAfterBreak="0">
    <w:nsid w:val="7A3B0C63"/>
    <w:multiLevelType w:val="multilevel"/>
    <w:tmpl w:val="A232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7B7D31A3"/>
    <w:multiLevelType w:val="multilevel"/>
    <w:tmpl w:val="D8582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B9F4F8A"/>
    <w:multiLevelType w:val="multilevel"/>
    <w:tmpl w:val="64CA0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 w15:restartNumberingAfterBreak="0">
    <w:nsid w:val="7C966964"/>
    <w:multiLevelType w:val="multilevel"/>
    <w:tmpl w:val="14EC06C4"/>
    <w:lvl w:ilvl="0">
      <w:start w:val="7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lvlText w:val="%2"/>
      <w:lvlJc w:val="left"/>
      <w:pPr>
        <w:ind w:left="1800" w:hanging="360"/>
      </w:pPr>
      <w:rPr>
        <w:rFonts w:ascii="Century Gothic" w:hAnsi="Century Gothic" w:hint="default"/>
        <w:b w:val="0"/>
        <w:color w:val="000000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6" w15:restartNumberingAfterBreak="0">
    <w:nsid w:val="7CD70965"/>
    <w:multiLevelType w:val="multilevel"/>
    <w:tmpl w:val="4FF28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" w15:restartNumberingAfterBreak="0">
    <w:nsid w:val="7D7078C3"/>
    <w:multiLevelType w:val="multilevel"/>
    <w:tmpl w:val="663C93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EA961BB"/>
    <w:multiLevelType w:val="hybridMultilevel"/>
    <w:tmpl w:val="3698F2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55"/>
  </w:num>
  <w:num w:numId="3">
    <w:abstractNumId w:val="1"/>
  </w:num>
  <w:num w:numId="4">
    <w:abstractNumId w:val="42"/>
  </w:num>
  <w:num w:numId="5">
    <w:abstractNumId w:val="68"/>
  </w:num>
  <w:num w:numId="6">
    <w:abstractNumId w:val="44"/>
  </w:num>
  <w:num w:numId="7">
    <w:abstractNumId w:val="7"/>
  </w:num>
  <w:num w:numId="8">
    <w:abstractNumId w:val="0"/>
  </w:num>
  <w:num w:numId="9">
    <w:abstractNumId w:val="47"/>
  </w:num>
  <w:num w:numId="10">
    <w:abstractNumId w:val="59"/>
  </w:num>
  <w:num w:numId="11">
    <w:abstractNumId w:val="101"/>
  </w:num>
  <w:num w:numId="12">
    <w:abstractNumId w:val="88"/>
  </w:num>
  <w:num w:numId="13">
    <w:abstractNumId w:val="8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9"/>
  </w:num>
  <w:num w:numId="16">
    <w:abstractNumId w:val="91"/>
  </w:num>
  <w:num w:numId="17">
    <w:abstractNumId w:val="34"/>
  </w:num>
  <w:num w:numId="18">
    <w:abstractNumId w:val="60"/>
  </w:num>
  <w:num w:numId="19">
    <w:abstractNumId w:val="70"/>
  </w:num>
  <w:num w:numId="20">
    <w:abstractNumId w:val="17"/>
  </w:num>
  <w:num w:numId="21">
    <w:abstractNumId w:val="2"/>
  </w:num>
  <w:num w:numId="22">
    <w:abstractNumId w:val="84"/>
  </w:num>
  <w:num w:numId="23">
    <w:abstractNumId w:val="38"/>
  </w:num>
  <w:num w:numId="24">
    <w:abstractNumId w:val="65"/>
  </w:num>
  <w:num w:numId="25">
    <w:abstractNumId w:val="29"/>
  </w:num>
  <w:num w:numId="26">
    <w:abstractNumId w:val="77"/>
  </w:num>
  <w:num w:numId="27">
    <w:abstractNumId w:val="13"/>
  </w:num>
  <w:num w:numId="28">
    <w:abstractNumId w:val="51"/>
  </w:num>
  <w:num w:numId="29">
    <w:abstractNumId w:val="12"/>
  </w:num>
  <w:num w:numId="30">
    <w:abstractNumId w:val="79"/>
  </w:num>
  <w:num w:numId="31">
    <w:abstractNumId w:val="105"/>
  </w:num>
  <w:num w:numId="32">
    <w:abstractNumId w:val="99"/>
  </w:num>
  <w:num w:numId="33">
    <w:abstractNumId w:val="83"/>
  </w:num>
  <w:num w:numId="34">
    <w:abstractNumId w:val="106"/>
  </w:num>
  <w:num w:numId="35">
    <w:abstractNumId w:val="98"/>
  </w:num>
  <w:num w:numId="36">
    <w:abstractNumId w:val="52"/>
  </w:num>
  <w:num w:numId="37">
    <w:abstractNumId w:val="62"/>
  </w:num>
  <w:num w:numId="38">
    <w:abstractNumId w:val="8"/>
  </w:num>
  <w:num w:numId="39">
    <w:abstractNumId w:val="108"/>
  </w:num>
  <w:num w:numId="40">
    <w:abstractNumId w:val="18"/>
  </w:num>
  <w:num w:numId="41">
    <w:abstractNumId w:val="100"/>
  </w:num>
  <w:num w:numId="42">
    <w:abstractNumId w:val="23"/>
  </w:num>
  <w:num w:numId="43">
    <w:abstractNumId w:val="45"/>
  </w:num>
  <w:num w:numId="44">
    <w:abstractNumId w:val="19"/>
  </w:num>
  <w:num w:numId="45">
    <w:abstractNumId w:val="26"/>
  </w:num>
  <w:num w:numId="46">
    <w:abstractNumId w:val="32"/>
  </w:num>
  <w:num w:numId="47">
    <w:abstractNumId w:val="53"/>
  </w:num>
  <w:num w:numId="48">
    <w:abstractNumId w:val="58"/>
  </w:num>
  <w:num w:numId="49">
    <w:abstractNumId w:val="86"/>
  </w:num>
  <w:num w:numId="50">
    <w:abstractNumId w:val="49"/>
  </w:num>
  <w:num w:numId="51">
    <w:abstractNumId w:val="4"/>
  </w:num>
  <w:num w:numId="52">
    <w:abstractNumId w:val="63"/>
    <w:lvlOverride w:ilvl="0">
      <w:startOverride w:val="1"/>
    </w:lvlOverride>
  </w:num>
  <w:num w:numId="53">
    <w:abstractNumId w:val="50"/>
  </w:num>
  <w:num w:numId="54">
    <w:abstractNumId w:val="33"/>
  </w:num>
  <w:num w:numId="55">
    <w:abstractNumId w:val="87"/>
  </w:num>
  <w:num w:numId="56">
    <w:abstractNumId w:val="5"/>
  </w:num>
  <w:num w:numId="57">
    <w:abstractNumId w:val="69"/>
  </w:num>
  <w:num w:numId="58">
    <w:abstractNumId w:val="61"/>
  </w:num>
  <w:num w:numId="59">
    <w:abstractNumId w:val="103"/>
  </w:num>
  <w:num w:numId="60">
    <w:abstractNumId w:val="3"/>
  </w:num>
  <w:num w:numId="61">
    <w:abstractNumId w:val="56"/>
  </w:num>
  <w:num w:numId="62">
    <w:abstractNumId w:val="28"/>
  </w:num>
  <w:num w:numId="63">
    <w:abstractNumId w:val="71"/>
  </w:num>
  <w:num w:numId="64">
    <w:abstractNumId w:val="66"/>
  </w:num>
  <w:num w:numId="65">
    <w:abstractNumId w:val="11"/>
  </w:num>
  <w:num w:numId="66">
    <w:abstractNumId w:val="67"/>
  </w:num>
  <w:num w:numId="67">
    <w:abstractNumId w:val="72"/>
  </w:num>
  <w:num w:numId="68">
    <w:abstractNumId w:val="31"/>
  </w:num>
  <w:num w:numId="69">
    <w:abstractNumId w:val="78"/>
  </w:num>
  <w:num w:numId="70">
    <w:abstractNumId w:val="24"/>
  </w:num>
  <w:num w:numId="71">
    <w:abstractNumId w:val="85"/>
  </w:num>
  <w:num w:numId="72">
    <w:abstractNumId w:val="54"/>
  </w:num>
  <w:num w:numId="73">
    <w:abstractNumId w:val="37"/>
  </w:num>
  <w:num w:numId="74">
    <w:abstractNumId w:val="48"/>
  </w:num>
  <w:num w:numId="75">
    <w:abstractNumId w:val="40"/>
  </w:num>
  <w:num w:numId="76">
    <w:abstractNumId w:val="107"/>
  </w:num>
  <w:num w:numId="77">
    <w:abstractNumId w:val="21"/>
  </w:num>
  <w:num w:numId="78">
    <w:abstractNumId w:val="39"/>
  </w:num>
  <w:num w:numId="79">
    <w:abstractNumId w:val="73"/>
  </w:num>
  <w:num w:numId="80">
    <w:abstractNumId w:val="97"/>
  </w:num>
  <w:num w:numId="81">
    <w:abstractNumId w:val="81"/>
  </w:num>
  <w:num w:numId="82">
    <w:abstractNumId w:val="76"/>
  </w:num>
  <w:num w:numId="83">
    <w:abstractNumId w:val="6"/>
  </w:num>
  <w:num w:numId="84">
    <w:abstractNumId w:val="14"/>
  </w:num>
  <w:num w:numId="85">
    <w:abstractNumId w:val="30"/>
  </w:num>
  <w:num w:numId="86">
    <w:abstractNumId w:val="20"/>
  </w:num>
  <w:num w:numId="87">
    <w:abstractNumId w:val="75"/>
  </w:num>
  <w:num w:numId="88">
    <w:abstractNumId w:val="93"/>
  </w:num>
  <w:num w:numId="89">
    <w:abstractNumId w:val="104"/>
  </w:num>
  <w:num w:numId="90">
    <w:abstractNumId w:val="43"/>
  </w:num>
  <w:num w:numId="91">
    <w:abstractNumId w:val="9"/>
  </w:num>
  <w:num w:numId="92">
    <w:abstractNumId w:val="16"/>
  </w:num>
  <w:num w:numId="93">
    <w:abstractNumId w:val="27"/>
  </w:num>
  <w:num w:numId="94">
    <w:abstractNumId w:val="74"/>
  </w:num>
  <w:num w:numId="95">
    <w:abstractNumId w:val="10"/>
  </w:num>
  <w:num w:numId="96">
    <w:abstractNumId w:val="64"/>
  </w:num>
  <w:num w:numId="97">
    <w:abstractNumId w:val="94"/>
  </w:num>
  <w:num w:numId="98">
    <w:abstractNumId w:val="41"/>
  </w:num>
  <w:num w:numId="99">
    <w:abstractNumId w:val="25"/>
  </w:num>
  <w:num w:numId="100">
    <w:abstractNumId w:val="96"/>
  </w:num>
  <w:num w:numId="101">
    <w:abstractNumId w:val="35"/>
  </w:num>
  <w:num w:numId="102">
    <w:abstractNumId w:val="22"/>
  </w:num>
  <w:num w:numId="103">
    <w:abstractNumId w:val="102"/>
  </w:num>
  <w:num w:numId="104">
    <w:abstractNumId w:val="46"/>
  </w:num>
  <w:num w:numId="105">
    <w:abstractNumId w:val="92"/>
  </w:num>
  <w:num w:numId="106">
    <w:abstractNumId w:val="90"/>
  </w:num>
  <w:num w:numId="107">
    <w:abstractNumId w:val="36"/>
  </w:num>
  <w:num w:numId="108">
    <w:abstractNumId w:val="82"/>
  </w:num>
  <w:num w:numId="109">
    <w:abstractNumId w:val="95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autoHyphenation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63F"/>
    <w:rsid w:val="00002424"/>
    <w:rsid w:val="0000251A"/>
    <w:rsid w:val="0000341F"/>
    <w:rsid w:val="00004BD7"/>
    <w:rsid w:val="000060D0"/>
    <w:rsid w:val="00006B5D"/>
    <w:rsid w:val="00007161"/>
    <w:rsid w:val="0001008E"/>
    <w:rsid w:val="00010CD4"/>
    <w:rsid w:val="0001107D"/>
    <w:rsid w:val="000140D7"/>
    <w:rsid w:val="00015134"/>
    <w:rsid w:val="000166F4"/>
    <w:rsid w:val="00016C12"/>
    <w:rsid w:val="00017FB0"/>
    <w:rsid w:val="00021909"/>
    <w:rsid w:val="00022306"/>
    <w:rsid w:val="0002276E"/>
    <w:rsid w:val="00022C28"/>
    <w:rsid w:val="00022EF0"/>
    <w:rsid w:val="000234FF"/>
    <w:rsid w:val="000235C3"/>
    <w:rsid w:val="00023ADF"/>
    <w:rsid w:val="00024BF6"/>
    <w:rsid w:val="00025052"/>
    <w:rsid w:val="000254A6"/>
    <w:rsid w:val="000264F6"/>
    <w:rsid w:val="00027017"/>
    <w:rsid w:val="0002760F"/>
    <w:rsid w:val="000306E1"/>
    <w:rsid w:val="000309BF"/>
    <w:rsid w:val="00031337"/>
    <w:rsid w:val="00033838"/>
    <w:rsid w:val="00033EB3"/>
    <w:rsid w:val="00035297"/>
    <w:rsid w:val="000357FD"/>
    <w:rsid w:val="00035ADB"/>
    <w:rsid w:val="000361B1"/>
    <w:rsid w:val="00040C9D"/>
    <w:rsid w:val="00044799"/>
    <w:rsid w:val="00044A9A"/>
    <w:rsid w:val="00045877"/>
    <w:rsid w:val="00046704"/>
    <w:rsid w:val="00046EE8"/>
    <w:rsid w:val="00050730"/>
    <w:rsid w:val="00050E7F"/>
    <w:rsid w:val="000519DC"/>
    <w:rsid w:val="00053417"/>
    <w:rsid w:val="00054A08"/>
    <w:rsid w:val="00055932"/>
    <w:rsid w:val="00055B41"/>
    <w:rsid w:val="00055F99"/>
    <w:rsid w:val="000567EE"/>
    <w:rsid w:val="00057A94"/>
    <w:rsid w:val="00060A3F"/>
    <w:rsid w:val="000613F1"/>
    <w:rsid w:val="00063553"/>
    <w:rsid w:val="00066726"/>
    <w:rsid w:val="0007020A"/>
    <w:rsid w:val="00071681"/>
    <w:rsid w:val="00072FD5"/>
    <w:rsid w:val="00073307"/>
    <w:rsid w:val="00073434"/>
    <w:rsid w:val="00073926"/>
    <w:rsid w:val="00073EE6"/>
    <w:rsid w:val="000745CC"/>
    <w:rsid w:val="000752B1"/>
    <w:rsid w:val="000752FD"/>
    <w:rsid w:val="000775C9"/>
    <w:rsid w:val="00080001"/>
    <w:rsid w:val="00084A86"/>
    <w:rsid w:val="00086711"/>
    <w:rsid w:val="00086C45"/>
    <w:rsid w:val="00090280"/>
    <w:rsid w:val="000907A1"/>
    <w:rsid w:val="00091DB1"/>
    <w:rsid w:val="00092155"/>
    <w:rsid w:val="00093727"/>
    <w:rsid w:val="000945A1"/>
    <w:rsid w:val="000951E1"/>
    <w:rsid w:val="0009527B"/>
    <w:rsid w:val="000A1C28"/>
    <w:rsid w:val="000A1D5C"/>
    <w:rsid w:val="000A27B1"/>
    <w:rsid w:val="000A2B43"/>
    <w:rsid w:val="000A3D8D"/>
    <w:rsid w:val="000A4163"/>
    <w:rsid w:val="000A45A9"/>
    <w:rsid w:val="000A4BC1"/>
    <w:rsid w:val="000A7FDB"/>
    <w:rsid w:val="000B16D6"/>
    <w:rsid w:val="000B1A5B"/>
    <w:rsid w:val="000B1D84"/>
    <w:rsid w:val="000B30E4"/>
    <w:rsid w:val="000B3D6A"/>
    <w:rsid w:val="000B3ED1"/>
    <w:rsid w:val="000B46FC"/>
    <w:rsid w:val="000B6221"/>
    <w:rsid w:val="000B7F34"/>
    <w:rsid w:val="000C05D6"/>
    <w:rsid w:val="000C0A2F"/>
    <w:rsid w:val="000C3FE6"/>
    <w:rsid w:val="000C4809"/>
    <w:rsid w:val="000C48EF"/>
    <w:rsid w:val="000C4983"/>
    <w:rsid w:val="000C49D1"/>
    <w:rsid w:val="000C5001"/>
    <w:rsid w:val="000C538C"/>
    <w:rsid w:val="000C64C3"/>
    <w:rsid w:val="000D044D"/>
    <w:rsid w:val="000D0A60"/>
    <w:rsid w:val="000D0CE5"/>
    <w:rsid w:val="000D0D18"/>
    <w:rsid w:val="000D196F"/>
    <w:rsid w:val="000D2C31"/>
    <w:rsid w:val="000D4CA1"/>
    <w:rsid w:val="000D4F1B"/>
    <w:rsid w:val="000D4F8B"/>
    <w:rsid w:val="000E2A06"/>
    <w:rsid w:val="000E30A5"/>
    <w:rsid w:val="000E5021"/>
    <w:rsid w:val="000E5B4B"/>
    <w:rsid w:val="000F0757"/>
    <w:rsid w:val="000F1FF5"/>
    <w:rsid w:val="000F263E"/>
    <w:rsid w:val="000F2F04"/>
    <w:rsid w:val="000F3497"/>
    <w:rsid w:val="000F5007"/>
    <w:rsid w:val="000F5FC8"/>
    <w:rsid w:val="000F6B7E"/>
    <w:rsid w:val="000F6CF6"/>
    <w:rsid w:val="000F75D8"/>
    <w:rsid w:val="000F7B61"/>
    <w:rsid w:val="00100B7A"/>
    <w:rsid w:val="00101463"/>
    <w:rsid w:val="00106779"/>
    <w:rsid w:val="0010690A"/>
    <w:rsid w:val="001115B6"/>
    <w:rsid w:val="001129D3"/>
    <w:rsid w:val="00112EDC"/>
    <w:rsid w:val="0011386F"/>
    <w:rsid w:val="00113EA1"/>
    <w:rsid w:val="00114719"/>
    <w:rsid w:val="001157E0"/>
    <w:rsid w:val="001167C2"/>
    <w:rsid w:val="001208D1"/>
    <w:rsid w:val="001221A5"/>
    <w:rsid w:val="00122EC0"/>
    <w:rsid w:val="00123818"/>
    <w:rsid w:val="001263D0"/>
    <w:rsid w:val="0012695C"/>
    <w:rsid w:val="00126CC9"/>
    <w:rsid w:val="001270E4"/>
    <w:rsid w:val="001273C4"/>
    <w:rsid w:val="00127BA1"/>
    <w:rsid w:val="00127C96"/>
    <w:rsid w:val="00127D15"/>
    <w:rsid w:val="00130490"/>
    <w:rsid w:val="001305ED"/>
    <w:rsid w:val="00131291"/>
    <w:rsid w:val="00132482"/>
    <w:rsid w:val="0014018F"/>
    <w:rsid w:val="0014027E"/>
    <w:rsid w:val="00140EB7"/>
    <w:rsid w:val="00141157"/>
    <w:rsid w:val="00141308"/>
    <w:rsid w:val="00141426"/>
    <w:rsid w:val="00141BB4"/>
    <w:rsid w:val="001472D9"/>
    <w:rsid w:val="001475F5"/>
    <w:rsid w:val="00150FC0"/>
    <w:rsid w:val="0015116F"/>
    <w:rsid w:val="00151176"/>
    <w:rsid w:val="001511F8"/>
    <w:rsid w:val="001516DF"/>
    <w:rsid w:val="001521F7"/>
    <w:rsid w:val="00152B46"/>
    <w:rsid w:val="0015667A"/>
    <w:rsid w:val="00157745"/>
    <w:rsid w:val="001579DF"/>
    <w:rsid w:val="001663FA"/>
    <w:rsid w:val="00167BAE"/>
    <w:rsid w:val="00176289"/>
    <w:rsid w:val="00176B65"/>
    <w:rsid w:val="001810E6"/>
    <w:rsid w:val="00181DC0"/>
    <w:rsid w:val="00182166"/>
    <w:rsid w:val="001824C0"/>
    <w:rsid w:val="00182C82"/>
    <w:rsid w:val="00184203"/>
    <w:rsid w:val="0018495B"/>
    <w:rsid w:val="00184A83"/>
    <w:rsid w:val="00186013"/>
    <w:rsid w:val="001866EB"/>
    <w:rsid w:val="00186849"/>
    <w:rsid w:val="00187EDF"/>
    <w:rsid w:val="00187F51"/>
    <w:rsid w:val="001900D3"/>
    <w:rsid w:val="00190613"/>
    <w:rsid w:val="0019118E"/>
    <w:rsid w:val="00192621"/>
    <w:rsid w:val="001928D5"/>
    <w:rsid w:val="001929C3"/>
    <w:rsid w:val="001935BD"/>
    <w:rsid w:val="00194234"/>
    <w:rsid w:val="00195CCF"/>
    <w:rsid w:val="00196C19"/>
    <w:rsid w:val="00197230"/>
    <w:rsid w:val="00197528"/>
    <w:rsid w:val="00197705"/>
    <w:rsid w:val="001A1F08"/>
    <w:rsid w:val="001A7E6B"/>
    <w:rsid w:val="001B0E46"/>
    <w:rsid w:val="001B2DEC"/>
    <w:rsid w:val="001B316C"/>
    <w:rsid w:val="001B3E07"/>
    <w:rsid w:val="001B42FF"/>
    <w:rsid w:val="001B4772"/>
    <w:rsid w:val="001B4C04"/>
    <w:rsid w:val="001B62F0"/>
    <w:rsid w:val="001B669F"/>
    <w:rsid w:val="001B66E5"/>
    <w:rsid w:val="001B6C97"/>
    <w:rsid w:val="001B73E3"/>
    <w:rsid w:val="001B7CD4"/>
    <w:rsid w:val="001C14BD"/>
    <w:rsid w:val="001C1CF2"/>
    <w:rsid w:val="001C20F0"/>
    <w:rsid w:val="001C2DDE"/>
    <w:rsid w:val="001C335C"/>
    <w:rsid w:val="001C3D25"/>
    <w:rsid w:val="001C4B48"/>
    <w:rsid w:val="001C6887"/>
    <w:rsid w:val="001C6DA1"/>
    <w:rsid w:val="001C78DF"/>
    <w:rsid w:val="001D17AA"/>
    <w:rsid w:val="001D274B"/>
    <w:rsid w:val="001D2D7F"/>
    <w:rsid w:val="001D3168"/>
    <w:rsid w:val="001D31A4"/>
    <w:rsid w:val="001D4824"/>
    <w:rsid w:val="001D5166"/>
    <w:rsid w:val="001D688C"/>
    <w:rsid w:val="001E1569"/>
    <w:rsid w:val="001E2884"/>
    <w:rsid w:val="001E4FAD"/>
    <w:rsid w:val="001E5344"/>
    <w:rsid w:val="001E6401"/>
    <w:rsid w:val="001F0D72"/>
    <w:rsid w:val="001F2734"/>
    <w:rsid w:val="001F3E58"/>
    <w:rsid w:val="001F420A"/>
    <w:rsid w:val="001F5170"/>
    <w:rsid w:val="001F5370"/>
    <w:rsid w:val="001F5A24"/>
    <w:rsid w:val="001F726E"/>
    <w:rsid w:val="001F748A"/>
    <w:rsid w:val="001F7783"/>
    <w:rsid w:val="001F787B"/>
    <w:rsid w:val="002009D1"/>
    <w:rsid w:val="00200C94"/>
    <w:rsid w:val="00201926"/>
    <w:rsid w:val="00201A44"/>
    <w:rsid w:val="0020476B"/>
    <w:rsid w:val="00205F76"/>
    <w:rsid w:val="00206975"/>
    <w:rsid w:val="00206DA6"/>
    <w:rsid w:val="00207BEA"/>
    <w:rsid w:val="00211DE6"/>
    <w:rsid w:val="002125DB"/>
    <w:rsid w:val="0021338D"/>
    <w:rsid w:val="00214B0A"/>
    <w:rsid w:val="00215A00"/>
    <w:rsid w:val="0021610F"/>
    <w:rsid w:val="002162D5"/>
    <w:rsid w:val="00216D5E"/>
    <w:rsid w:val="00216FC1"/>
    <w:rsid w:val="002172ED"/>
    <w:rsid w:val="00220767"/>
    <w:rsid w:val="00223F86"/>
    <w:rsid w:val="00224AC9"/>
    <w:rsid w:val="00224E11"/>
    <w:rsid w:val="002259FB"/>
    <w:rsid w:val="002262E8"/>
    <w:rsid w:val="002264C5"/>
    <w:rsid w:val="0022750D"/>
    <w:rsid w:val="0022772D"/>
    <w:rsid w:val="00230102"/>
    <w:rsid w:val="00233BB3"/>
    <w:rsid w:val="002356A3"/>
    <w:rsid w:val="00237C70"/>
    <w:rsid w:val="002405EE"/>
    <w:rsid w:val="00240D34"/>
    <w:rsid w:val="0024440C"/>
    <w:rsid w:val="00244755"/>
    <w:rsid w:val="002452AA"/>
    <w:rsid w:val="00246A68"/>
    <w:rsid w:val="00247EAE"/>
    <w:rsid w:val="00247F70"/>
    <w:rsid w:val="002500FD"/>
    <w:rsid w:val="00250B8C"/>
    <w:rsid w:val="00251E97"/>
    <w:rsid w:val="0025221F"/>
    <w:rsid w:val="00256F65"/>
    <w:rsid w:val="0026022F"/>
    <w:rsid w:val="00262296"/>
    <w:rsid w:val="00263592"/>
    <w:rsid w:val="0026438C"/>
    <w:rsid w:val="002678D2"/>
    <w:rsid w:val="00270170"/>
    <w:rsid w:val="00272244"/>
    <w:rsid w:val="0027454D"/>
    <w:rsid w:val="00274674"/>
    <w:rsid w:val="00276413"/>
    <w:rsid w:val="002765B8"/>
    <w:rsid w:val="00280CEC"/>
    <w:rsid w:val="00281BD8"/>
    <w:rsid w:val="002825B5"/>
    <w:rsid w:val="00282920"/>
    <w:rsid w:val="00282997"/>
    <w:rsid w:val="002854EF"/>
    <w:rsid w:val="002859FE"/>
    <w:rsid w:val="00285A69"/>
    <w:rsid w:val="0028612E"/>
    <w:rsid w:val="0028627A"/>
    <w:rsid w:val="00286599"/>
    <w:rsid w:val="00287577"/>
    <w:rsid w:val="0029009B"/>
    <w:rsid w:val="002909F2"/>
    <w:rsid w:val="00290ECB"/>
    <w:rsid w:val="0029165C"/>
    <w:rsid w:val="00291884"/>
    <w:rsid w:val="00293D54"/>
    <w:rsid w:val="0029433C"/>
    <w:rsid w:val="0029492A"/>
    <w:rsid w:val="00296B4A"/>
    <w:rsid w:val="00296BDC"/>
    <w:rsid w:val="002A0634"/>
    <w:rsid w:val="002A0D66"/>
    <w:rsid w:val="002A1BA5"/>
    <w:rsid w:val="002A1D9D"/>
    <w:rsid w:val="002A3247"/>
    <w:rsid w:val="002A4619"/>
    <w:rsid w:val="002A4CFF"/>
    <w:rsid w:val="002A4F9B"/>
    <w:rsid w:val="002A5226"/>
    <w:rsid w:val="002A5F8D"/>
    <w:rsid w:val="002A6AA4"/>
    <w:rsid w:val="002B2135"/>
    <w:rsid w:val="002B22FD"/>
    <w:rsid w:val="002B6815"/>
    <w:rsid w:val="002B70B1"/>
    <w:rsid w:val="002B732D"/>
    <w:rsid w:val="002B7611"/>
    <w:rsid w:val="002C0527"/>
    <w:rsid w:val="002C1188"/>
    <w:rsid w:val="002C1585"/>
    <w:rsid w:val="002C1916"/>
    <w:rsid w:val="002C23D5"/>
    <w:rsid w:val="002C265F"/>
    <w:rsid w:val="002C3D9C"/>
    <w:rsid w:val="002C429E"/>
    <w:rsid w:val="002C55AB"/>
    <w:rsid w:val="002C585E"/>
    <w:rsid w:val="002C757F"/>
    <w:rsid w:val="002D243E"/>
    <w:rsid w:val="002D3A0E"/>
    <w:rsid w:val="002D45FC"/>
    <w:rsid w:val="002D5BF4"/>
    <w:rsid w:val="002D6F9D"/>
    <w:rsid w:val="002D7206"/>
    <w:rsid w:val="002E1461"/>
    <w:rsid w:val="002E296D"/>
    <w:rsid w:val="002E3EB5"/>
    <w:rsid w:val="002E658B"/>
    <w:rsid w:val="002E7411"/>
    <w:rsid w:val="002F03E9"/>
    <w:rsid w:val="002F03FD"/>
    <w:rsid w:val="002F065B"/>
    <w:rsid w:val="002F1AC0"/>
    <w:rsid w:val="002F2971"/>
    <w:rsid w:val="002F2AD1"/>
    <w:rsid w:val="002F2D12"/>
    <w:rsid w:val="002F5CD2"/>
    <w:rsid w:val="002F6D00"/>
    <w:rsid w:val="003003D8"/>
    <w:rsid w:val="0030159F"/>
    <w:rsid w:val="00302D78"/>
    <w:rsid w:val="00303B17"/>
    <w:rsid w:val="00303CAD"/>
    <w:rsid w:val="00304B17"/>
    <w:rsid w:val="00305000"/>
    <w:rsid w:val="00306E28"/>
    <w:rsid w:val="003076D4"/>
    <w:rsid w:val="0031092A"/>
    <w:rsid w:val="00310D7D"/>
    <w:rsid w:val="00313B67"/>
    <w:rsid w:val="0031408C"/>
    <w:rsid w:val="00314217"/>
    <w:rsid w:val="0031499B"/>
    <w:rsid w:val="00314EBC"/>
    <w:rsid w:val="00315177"/>
    <w:rsid w:val="00317B6E"/>
    <w:rsid w:val="00321174"/>
    <w:rsid w:val="00321266"/>
    <w:rsid w:val="00321711"/>
    <w:rsid w:val="00321B83"/>
    <w:rsid w:val="00326582"/>
    <w:rsid w:val="00327580"/>
    <w:rsid w:val="00330745"/>
    <w:rsid w:val="00332A6E"/>
    <w:rsid w:val="00332D0A"/>
    <w:rsid w:val="0033354A"/>
    <w:rsid w:val="00333A17"/>
    <w:rsid w:val="00334998"/>
    <w:rsid w:val="00334CDD"/>
    <w:rsid w:val="00335292"/>
    <w:rsid w:val="0034158C"/>
    <w:rsid w:val="0034222F"/>
    <w:rsid w:val="00342354"/>
    <w:rsid w:val="00343013"/>
    <w:rsid w:val="00343064"/>
    <w:rsid w:val="00344B5F"/>
    <w:rsid w:val="00347B0D"/>
    <w:rsid w:val="003516C7"/>
    <w:rsid w:val="00352EBE"/>
    <w:rsid w:val="00354D0B"/>
    <w:rsid w:val="0035568F"/>
    <w:rsid w:val="00355AD8"/>
    <w:rsid w:val="00356438"/>
    <w:rsid w:val="00357BD1"/>
    <w:rsid w:val="003606DE"/>
    <w:rsid w:val="00361CA1"/>
    <w:rsid w:val="00362B24"/>
    <w:rsid w:val="003644DB"/>
    <w:rsid w:val="00364D42"/>
    <w:rsid w:val="00365510"/>
    <w:rsid w:val="00365CAC"/>
    <w:rsid w:val="00366228"/>
    <w:rsid w:val="00366949"/>
    <w:rsid w:val="003672D2"/>
    <w:rsid w:val="00371F18"/>
    <w:rsid w:val="00374746"/>
    <w:rsid w:val="00375F79"/>
    <w:rsid w:val="00376CD0"/>
    <w:rsid w:val="00380C9B"/>
    <w:rsid w:val="00381B6C"/>
    <w:rsid w:val="00382582"/>
    <w:rsid w:val="003826E7"/>
    <w:rsid w:val="003834A3"/>
    <w:rsid w:val="00384339"/>
    <w:rsid w:val="00387D78"/>
    <w:rsid w:val="00387FA4"/>
    <w:rsid w:val="00390312"/>
    <w:rsid w:val="003908AB"/>
    <w:rsid w:val="00390A71"/>
    <w:rsid w:val="00392194"/>
    <w:rsid w:val="00393BBF"/>
    <w:rsid w:val="00393E71"/>
    <w:rsid w:val="003941FB"/>
    <w:rsid w:val="0039426C"/>
    <w:rsid w:val="003946A9"/>
    <w:rsid w:val="003A14F6"/>
    <w:rsid w:val="003A15B3"/>
    <w:rsid w:val="003A17B9"/>
    <w:rsid w:val="003A1B00"/>
    <w:rsid w:val="003A26BC"/>
    <w:rsid w:val="003A468F"/>
    <w:rsid w:val="003A504F"/>
    <w:rsid w:val="003A7081"/>
    <w:rsid w:val="003A770A"/>
    <w:rsid w:val="003B22A2"/>
    <w:rsid w:val="003B2782"/>
    <w:rsid w:val="003B2977"/>
    <w:rsid w:val="003B4925"/>
    <w:rsid w:val="003B4978"/>
    <w:rsid w:val="003B4ED3"/>
    <w:rsid w:val="003B520E"/>
    <w:rsid w:val="003B5A32"/>
    <w:rsid w:val="003B7CB9"/>
    <w:rsid w:val="003C5823"/>
    <w:rsid w:val="003C5B9C"/>
    <w:rsid w:val="003C7142"/>
    <w:rsid w:val="003D01ED"/>
    <w:rsid w:val="003D0B1C"/>
    <w:rsid w:val="003D1281"/>
    <w:rsid w:val="003D1DCF"/>
    <w:rsid w:val="003D2012"/>
    <w:rsid w:val="003D2652"/>
    <w:rsid w:val="003D395B"/>
    <w:rsid w:val="003D468D"/>
    <w:rsid w:val="003D74E6"/>
    <w:rsid w:val="003E458E"/>
    <w:rsid w:val="003E5463"/>
    <w:rsid w:val="003E5A08"/>
    <w:rsid w:val="003F030C"/>
    <w:rsid w:val="003F1A38"/>
    <w:rsid w:val="003F51E8"/>
    <w:rsid w:val="003F7372"/>
    <w:rsid w:val="003F7CF6"/>
    <w:rsid w:val="003F7DBF"/>
    <w:rsid w:val="004003F7"/>
    <w:rsid w:val="0040400C"/>
    <w:rsid w:val="00404327"/>
    <w:rsid w:val="00404C93"/>
    <w:rsid w:val="00405534"/>
    <w:rsid w:val="00405EA2"/>
    <w:rsid w:val="00407857"/>
    <w:rsid w:val="00410B9F"/>
    <w:rsid w:val="0041159B"/>
    <w:rsid w:val="004123C3"/>
    <w:rsid w:val="0041253E"/>
    <w:rsid w:val="00412809"/>
    <w:rsid w:val="0041369C"/>
    <w:rsid w:val="00413E7F"/>
    <w:rsid w:val="00414C96"/>
    <w:rsid w:val="00416B5B"/>
    <w:rsid w:val="00417EFC"/>
    <w:rsid w:val="004228D1"/>
    <w:rsid w:val="0042311F"/>
    <w:rsid w:val="004256E0"/>
    <w:rsid w:val="00425F6F"/>
    <w:rsid w:val="00426175"/>
    <w:rsid w:val="00426288"/>
    <w:rsid w:val="00426BCB"/>
    <w:rsid w:val="00426EED"/>
    <w:rsid w:val="004277D9"/>
    <w:rsid w:val="004300B2"/>
    <w:rsid w:val="00431DCA"/>
    <w:rsid w:val="00432AB5"/>
    <w:rsid w:val="00432AB6"/>
    <w:rsid w:val="004333E8"/>
    <w:rsid w:val="00434185"/>
    <w:rsid w:val="00434657"/>
    <w:rsid w:val="00434C6B"/>
    <w:rsid w:val="00434E55"/>
    <w:rsid w:val="004358F8"/>
    <w:rsid w:val="00435944"/>
    <w:rsid w:val="00435B9E"/>
    <w:rsid w:val="00436AC5"/>
    <w:rsid w:val="00436B33"/>
    <w:rsid w:val="00436D0D"/>
    <w:rsid w:val="004370F6"/>
    <w:rsid w:val="00442A86"/>
    <w:rsid w:val="00443A2B"/>
    <w:rsid w:val="00446048"/>
    <w:rsid w:val="004462C5"/>
    <w:rsid w:val="00446B64"/>
    <w:rsid w:val="00447BC4"/>
    <w:rsid w:val="00450572"/>
    <w:rsid w:val="00450B40"/>
    <w:rsid w:val="0045226A"/>
    <w:rsid w:val="00452290"/>
    <w:rsid w:val="004523CA"/>
    <w:rsid w:val="004526D8"/>
    <w:rsid w:val="00452A13"/>
    <w:rsid w:val="00453B39"/>
    <w:rsid w:val="004540C9"/>
    <w:rsid w:val="00456B37"/>
    <w:rsid w:val="00456E64"/>
    <w:rsid w:val="0046017D"/>
    <w:rsid w:val="004622B3"/>
    <w:rsid w:val="00463204"/>
    <w:rsid w:val="00463C6B"/>
    <w:rsid w:val="004646DD"/>
    <w:rsid w:val="0046799B"/>
    <w:rsid w:val="0047069A"/>
    <w:rsid w:val="00470B62"/>
    <w:rsid w:val="00470DF2"/>
    <w:rsid w:val="004729F1"/>
    <w:rsid w:val="00472C0E"/>
    <w:rsid w:val="00472CB6"/>
    <w:rsid w:val="00474AE1"/>
    <w:rsid w:val="00475673"/>
    <w:rsid w:val="0047575B"/>
    <w:rsid w:val="00476DDE"/>
    <w:rsid w:val="004827DE"/>
    <w:rsid w:val="00483133"/>
    <w:rsid w:val="00483C19"/>
    <w:rsid w:val="00491135"/>
    <w:rsid w:val="00492AE6"/>
    <w:rsid w:val="00495242"/>
    <w:rsid w:val="0049582D"/>
    <w:rsid w:val="0049687E"/>
    <w:rsid w:val="00496DFB"/>
    <w:rsid w:val="00497461"/>
    <w:rsid w:val="004A0804"/>
    <w:rsid w:val="004A259D"/>
    <w:rsid w:val="004A266B"/>
    <w:rsid w:val="004A270C"/>
    <w:rsid w:val="004A3139"/>
    <w:rsid w:val="004A4DD6"/>
    <w:rsid w:val="004A5887"/>
    <w:rsid w:val="004A5E89"/>
    <w:rsid w:val="004A5F3B"/>
    <w:rsid w:val="004A6286"/>
    <w:rsid w:val="004A6394"/>
    <w:rsid w:val="004A678F"/>
    <w:rsid w:val="004A74A2"/>
    <w:rsid w:val="004A79B9"/>
    <w:rsid w:val="004A7CAA"/>
    <w:rsid w:val="004B0296"/>
    <w:rsid w:val="004B3847"/>
    <w:rsid w:val="004B3C3B"/>
    <w:rsid w:val="004B4064"/>
    <w:rsid w:val="004B703A"/>
    <w:rsid w:val="004C16BB"/>
    <w:rsid w:val="004C17DD"/>
    <w:rsid w:val="004C1ACF"/>
    <w:rsid w:val="004C1CE0"/>
    <w:rsid w:val="004C2548"/>
    <w:rsid w:val="004C2B8B"/>
    <w:rsid w:val="004C4C46"/>
    <w:rsid w:val="004C5037"/>
    <w:rsid w:val="004C5CC3"/>
    <w:rsid w:val="004C65A9"/>
    <w:rsid w:val="004C7875"/>
    <w:rsid w:val="004C7AC0"/>
    <w:rsid w:val="004D220E"/>
    <w:rsid w:val="004D2C3C"/>
    <w:rsid w:val="004D615F"/>
    <w:rsid w:val="004D74D1"/>
    <w:rsid w:val="004E1C75"/>
    <w:rsid w:val="004E327A"/>
    <w:rsid w:val="004E3431"/>
    <w:rsid w:val="004E38F7"/>
    <w:rsid w:val="004E4983"/>
    <w:rsid w:val="004E541A"/>
    <w:rsid w:val="004E576F"/>
    <w:rsid w:val="004E5B72"/>
    <w:rsid w:val="004E768F"/>
    <w:rsid w:val="004F0302"/>
    <w:rsid w:val="004F0409"/>
    <w:rsid w:val="004F13C6"/>
    <w:rsid w:val="004F3B3F"/>
    <w:rsid w:val="004F3DEF"/>
    <w:rsid w:val="004F419B"/>
    <w:rsid w:val="004F5293"/>
    <w:rsid w:val="004F6767"/>
    <w:rsid w:val="004F6E03"/>
    <w:rsid w:val="004F6EC9"/>
    <w:rsid w:val="004F7AEA"/>
    <w:rsid w:val="00500085"/>
    <w:rsid w:val="00500305"/>
    <w:rsid w:val="005005F7"/>
    <w:rsid w:val="0050094E"/>
    <w:rsid w:val="00500BC9"/>
    <w:rsid w:val="00500E93"/>
    <w:rsid w:val="00501F97"/>
    <w:rsid w:val="00503E25"/>
    <w:rsid w:val="00504516"/>
    <w:rsid w:val="0051060D"/>
    <w:rsid w:val="005116BC"/>
    <w:rsid w:val="00511E38"/>
    <w:rsid w:val="00512BC5"/>
    <w:rsid w:val="00515D5F"/>
    <w:rsid w:val="00516236"/>
    <w:rsid w:val="00516456"/>
    <w:rsid w:val="0051684B"/>
    <w:rsid w:val="00516CC5"/>
    <w:rsid w:val="005201BA"/>
    <w:rsid w:val="005204FB"/>
    <w:rsid w:val="00520B60"/>
    <w:rsid w:val="00520D23"/>
    <w:rsid w:val="00521551"/>
    <w:rsid w:val="00521BDF"/>
    <w:rsid w:val="00521C0F"/>
    <w:rsid w:val="00523AFA"/>
    <w:rsid w:val="005240F4"/>
    <w:rsid w:val="00524490"/>
    <w:rsid w:val="00524D64"/>
    <w:rsid w:val="00527114"/>
    <w:rsid w:val="00527668"/>
    <w:rsid w:val="00530568"/>
    <w:rsid w:val="00530E4A"/>
    <w:rsid w:val="00531419"/>
    <w:rsid w:val="005319F8"/>
    <w:rsid w:val="00532F09"/>
    <w:rsid w:val="00533A0E"/>
    <w:rsid w:val="005348C4"/>
    <w:rsid w:val="00536EE0"/>
    <w:rsid w:val="005408EB"/>
    <w:rsid w:val="00541A8B"/>
    <w:rsid w:val="00542D1E"/>
    <w:rsid w:val="00543650"/>
    <w:rsid w:val="005467E5"/>
    <w:rsid w:val="00546B20"/>
    <w:rsid w:val="005476A8"/>
    <w:rsid w:val="00550883"/>
    <w:rsid w:val="00550EB8"/>
    <w:rsid w:val="0055162E"/>
    <w:rsid w:val="00553248"/>
    <w:rsid w:val="00554DF0"/>
    <w:rsid w:val="00555051"/>
    <w:rsid w:val="005568F1"/>
    <w:rsid w:val="00560C9D"/>
    <w:rsid w:val="00561D43"/>
    <w:rsid w:val="00563901"/>
    <w:rsid w:val="00564D20"/>
    <w:rsid w:val="005659AC"/>
    <w:rsid w:val="00565D6C"/>
    <w:rsid w:val="00566B87"/>
    <w:rsid w:val="00567DA8"/>
    <w:rsid w:val="00567F10"/>
    <w:rsid w:val="0057047C"/>
    <w:rsid w:val="005764C6"/>
    <w:rsid w:val="00577EDA"/>
    <w:rsid w:val="005807D9"/>
    <w:rsid w:val="00580AA5"/>
    <w:rsid w:val="00580FF6"/>
    <w:rsid w:val="005810C7"/>
    <w:rsid w:val="00581E22"/>
    <w:rsid w:val="0058320A"/>
    <w:rsid w:val="005832BE"/>
    <w:rsid w:val="005836B1"/>
    <w:rsid w:val="005841EA"/>
    <w:rsid w:val="0058430C"/>
    <w:rsid w:val="00585297"/>
    <w:rsid w:val="00585D3B"/>
    <w:rsid w:val="005874C5"/>
    <w:rsid w:val="00591594"/>
    <w:rsid w:val="00592F1B"/>
    <w:rsid w:val="005933EC"/>
    <w:rsid w:val="00595A91"/>
    <w:rsid w:val="00596823"/>
    <w:rsid w:val="005968E7"/>
    <w:rsid w:val="005977B2"/>
    <w:rsid w:val="00597993"/>
    <w:rsid w:val="005A0ED0"/>
    <w:rsid w:val="005A1211"/>
    <w:rsid w:val="005A13B8"/>
    <w:rsid w:val="005A233E"/>
    <w:rsid w:val="005A2730"/>
    <w:rsid w:val="005A4114"/>
    <w:rsid w:val="005A50A0"/>
    <w:rsid w:val="005A5222"/>
    <w:rsid w:val="005A55C2"/>
    <w:rsid w:val="005A577E"/>
    <w:rsid w:val="005A632F"/>
    <w:rsid w:val="005A6A55"/>
    <w:rsid w:val="005A70B6"/>
    <w:rsid w:val="005A761A"/>
    <w:rsid w:val="005A7F79"/>
    <w:rsid w:val="005B1FAD"/>
    <w:rsid w:val="005B23AE"/>
    <w:rsid w:val="005B3764"/>
    <w:rsid w:val="005B5F41"/>
    <w:rsid w:val="005B6ADA"/>
    <w:rsid w:val="005C08B7"/>
    <w:rsid w:val="005C0AA1"/>
    <w:rsid w:val="005C12AC"/>
    <w:rsid w:val="005C306C"/>
    <w:rsid w:val="005C3BEC"/>
    <w:rsid w:val="005C3D4D"/>
    <w:rsid w:val="005C403F"/>
    <w:rsid w:val="005C4833"/>
    <w:rsid w:val="005C496A"/>
    <w:rsid w:val="005C50B8"/>
    <w:rsid w:val="005C550F"/>
    <w:rsid w:val="005C620A"/>
    <w:rsid w:val="005C6BE3"/>
    <w:rsid w:val="005C769E"/>
    <w:rsid w:val="005D058C"/>
    <w:rsid w:val="005D25B8"/>
    <w:rsid w:val="005D448F"/>
    <w:rsid w:val="005D4ED4"/>
    <w:rsid w:val="005D56A3"/>
    <w:rsid w:val="005D5CD3"/>
    <w:rsid w:val="005E0067"/>
    <w:rsid w:val="005E33C7"/>
    <w:rsid w:val="005E3B26"/>
    <w:rsid w:val="005E3DA5"/>
    <w:rsid w:val="005E44FF"/>
    <w:rsid w:val="005E54A6"/>
    <w:rsid w:val="005E6B2E"/>
    <w:rsid w:val="005E7C41"/>
    <w:rsid w:val="005F019A"/>
    <w:rsid w:val="005F046B"/>
    <w:rsid w:val="005F05FD"/>
    <w:rsid w:val="005F0CA2"/>
    <w:rsid w:val="005F0D89"/>
    <w:rsid w:val="005F1E93"/>
    <w:rsid w:val="005F3256"/>
    <w:rsid w:val="005F33D8"/>
    <w:rsid w:val="005F3DBE"/>
    <w:rsid w:val="005F4C8A"/>
    <w:rsid w:val="005F60BE"/>
    <w:rsid w:val="005F60FD"/>
    <w:rsid w:val="005F6742"/>
    <w:rsid w:val="005F6E9A"/>
    <w:rsid w:val="005F761C"/>
    <w:rsid w:val="006015F0"/>
    <w:rsid w:val="00603444"/>
    <w:rsid w:val="006045A7"/>
    <w:rsid w:val="00605C4F"/>
    <w:rsid w:val="006074A3"/>
    <w:rsid w:val="006075E9"/>
    <w:rsid w:val="00610116"/>
    <w:rsid w:val="006144EF"/>
    <w:rsid w:val="00614F2C"/>
    <w:rsid w:val="00615DCD"/>
    <w:rsid w:val="0062122C"/>
    <w:rsid w:val="0062258C"/>
    <w:rsid w:val="00622C35"/>
    <w:rsid w:val="00622D82"/>
    <w:rsid w:val="00623F4F"/>
    <w:rsid w:val="006241C2"/>
    <w:rsid w:val="006247FD"/>
    <w:rsid w:val="0062523E"/>
    <w:rsid w:val="006258A1"/>
    <w:rsid w:val="00626478"/>
    <w:rsid w:val="0062657E"/>
    <w:rsid w:val="006312F3"/>
    <w:rsid w:val="006359A9"/>
    <w:rsid w:val="006359B8"/>
    <w:rsid w:val="006402E1"/>
    <w:rsid w:val="00640995"/>
    <w:rsid w:val="00642B3A"/>
    <w:rsid w:val="006438DB"/>
    <w:rsid w:val="00644D17"/>
    <w:rsid w:val="006451C7"/>
    <w:rsid w:val="00645859"/>
    <w:rsid w:val="00645C3C"/>
    <w:rsid w:val="00646D85"/>
    <w:rsid w:val="006536B3"/>
    <w:rsid w:val="00655F5A"/>
    <w:rsid w:val="006566E7"/>
    <w:rsid w:val="006569DF"/>
    <w:rsid w:val="00657C82"/>
    <w:rsid w:val="00660CB4"/>
    <w:rsid w:val="00662455"/>
    <w:rsid w:val="006624E3"/>
    <w:rsid w:val="006628C7"/>
    <w:rsid w:val="006628CB"/>
    <w:rsid w:val="006636B9"/>
    <w:rsid w:val="00667294"/>
    <w:rsid w:val="006706A6"/>
    <w:rsid w:val="00670D26"/>
    <w:rsid w:val="006723EC"/>
    <w:rsid w:val="00672BEB"/>
    <w:rsid w:val="0067419D"/>
    <w:rsid w:val="00675055"/>
    <w:rsid w:val="006750AC"/>
    <w:rsid w:val="00675385"/>
    <w:rsid w:val="006764A1"/>
    <w:rsid w:val="0067668D"/>
    <w:rsid w:val="006773A6"/>
    <w:rsid w:val="00677A25"/>
    <w:rsid w:val="00680764"/>
    <w:rsid w:val="00680AE0"/>
    <w:rsid w:val="0068134F"/>
    <w:rsid w:val="00681895"/>
    <w:rsid w:val="00681CC2"/>
    <w:rsid w:val="00681E84"/>
    <w:rsid w:val="00682754"/>
    <w:rsid w:val="00683581"/>
    <w:rsid w:val="00683FEB"/>
    <w:rsid w:val="0068425B"/>
    <w:rsid w:val="00685180"/>
    <w:rsid w:val="0068592D"/>
    <w:rsid w:val="006859B3"/>
    <w:rsid w:val="00686BC1"/>
    <w:rsid w:val="00686E1A"/>
    <w:rsid w:val="0068779C"/>
    <w:rsid w:val="00687BAE"/>
    <w:rsid w:val="00690635"/>
    <w:rsid w:val="00690A75"/>
    <w:rsid w:val="00690FAA"/>
    <w:rsid w:val="006918D5"/>
    <w:rsid w:val="00692223"/>
    <w:rsid w:val="006924FC"/>
    <w:rsid w:val="00693EBA"/>
    <w:rsid w:val="00694B22"/>
    <w:rsid w:val="00695449"/>
    <w:rsid w:val="00695F0F"/>
    <w:rsid w:val="00697E22"/>
    <w:rsid w:val="006A05E3"/>
    <w:rsid w:val="006A1AA1"/>
    <w:rsid w:val="006A2E41"/>
    <w:rsid w:val="006A5467"/>
    <w:rsid w:val="006A595B"/>
    <w:rsid w:val="006A6DB9"/>
    <w:rsid w:val="006B058F"/>
    <w:rsid w:val="006B186A"/>
    <w:rsid w:val="006B22AA"/>
    <w:rsid w:val="006B2B62"/>
    <w:rsid w:val="006B331F"/>
    <w:rsid w:val="006B3A4C"/>
    <w:rsid w:val="006B40C5"/>
    <w:rsid w:val="006B450C"/>
    <w:rsid w:val="006B4709"/>
    <w:rsid w:val="006B4EA7"/>
    <w:rsid w:val="006B54B2"/>
    <w:rsid w:val="006B6A6F"/>
    <w:rsid w:val="006B7CA1"/>
    <w:rsid w:val="006C36D7"/>
    <w:rsid w:val="006C3D23"/>
    <w:rsid w:val="006C5E44"/>
    <w:rsid w:val="006C77F2"/>
    <w:rsid w:val="006D1DA9"/>
    <w:rsid w:val="006D2513"/>
    <w:rsid w:val="006D2567"/>
    <w:rsid w:val="006D305E"/>
    <w:rsid w:val="006D3B36"/>
    <w:rsid w:val="006D43A9"/>
    <w:rsid w:val="006D5D13"/>
    <w:rsid w:val="006D7123"/>
    <w:rsid w:val="006D7F05"/>
    <w:rsid w:val="006E2994"/>
    <w:rsid w:val="006E34F0"/>
    <w:rsid w:val="006E3CEA"/>
    <w:rsid w:val="006E49BC"/>
    <w:rsid w:val="006E4DAC"/>
    <w:rsid w:val="006E5F17"/>
    <w:rsid w:val="006E6BA7"/>
    <w:rsid w:val="006E71CB"/>
    <w:rsid w:val="006F1F20"/>
    <w:rsid w:val="006F2026"/>
    <w:rsid w:val="006F21C7"/>
    <w:rsid w:val="006F2828"/>
    <w:rsid w:val="006F2B6F"/>
    <w:rsid w:val="006F3C46"/>
    <w:rsid w:val="006F57C7"/>
    <w:rsid w:val="006F5D67"/>
    <w:rsid w:val="006F619F"/>
    <w:rsid w:val="006F7354"/>
    <w:rsid w:val="006F7DD2"/>
    <w:rsid w:val="00700437"/>
    <w:rsid w:val="0070048A"/>
    <w:rsid w:val="0070069F"/>
    <w:rsid w:val="00700AE0"/>
    <w:rsid w:val="007017CE"/>
    <w:rsid w:val="00703C06"/>
    <w:rsid w:val="00706BB1"/>
    <w:rsid w:val="00707323"/>
    <w:rsid w:val="00710365"/>
    <w:rsid w:val="007104A9"/>
    <w:rsid w:val="00711115"/>
    <w:rsid w:val="00711224"/>
    <w:rsid w:val="00711F60"/>
    <w:rsid w:val="00712C47"/>
    <w:rsid w:val="007132C7"/>
    <w:rsid w:val="007138EE"/>
    <w:rsid w:val="00713FB7"/>
    <w:rsid w:val="00714994"/>
    <w:rsid w:val="00714E79"/>
    <w:rsid w:val="007153C8"/>
    <w:rsid w:val="00715BBC"/>
    <w:rsid w:val="007179FA"/>
    <w:rsid w:val="007202A5"/>
    <w:rsid w:val="00721626"/>
    <w:rsid w:val="007230F9"/>
    <w:rsid w:val="00723551"/>
    <w:rsid w:val="007236E7"/>
    <w:rsid w:val="00723814"/>
    <w:rsid w:val="00723D00"/>
    <w:rsid w:val="007260A9"/>
    <w:rsid w:val="00730040"/>
    <w:rsid w:val="00730E0F"/>
    <w:rsid w:val="00731D41"/>
    <w:rsid w:val="00734C0D"/>
    <w:rsid w:val="00735B74"/>
    <w:rsid w:val="00737862"/>
    <w:rsid w:val="00741BE6"/>
    <w:rsid w:val="00742186"/>
    <w:rsid w:val="007440E5"/>
    <w:rsid w:val="00747FCF"/>
    <w:rsid w:val="00756AFE"/>
    <w:rsid w:val="0075700F"/>
    <w:rsid w:val="00757A1E"/>
    <w:rsid w:val="00757C33"/>
    <w:rsid w:val="007605B5"/>
    <w:rsid w:val="007611D6"/>
    <w:rsid w:val="007615F5"/>
    <w:rsid w:val="0076162D"/>
    <w:rsid w:val="00761B90"/>
    <w:rsid w:val="00762E6D"/>
    <w:rsid w:val="007654F0"/>
    <w:rsid w:val="00765A6C"/>
    <w:rsid w:val="00765C35"/>
    <w:rsid w:val="00766AC9"/>
    <w:rsid w:val="007673F9"/>
    <w:rsid w:val="00767E68"/>
    <w:rsid w:val="00767FC0"/>
    <w:rsid w:val="007700FD"/>
    <w:rsid w:val="00771251"/>
    <w:rsid w:val="007717B4"/>
    <w:rsid w:val="00772CFB"/>
    <w:rsid w:val="00773F62"/>
    <w:rsid w:val="0077408B"/>
    <w:rsid w:val="00774653"/>
    <w:rsid w:val="007749B0"/>
    <w:rsid w:val="00775075"/>
    <w:rsid w:val="007776FE"/>
    <w:rsid w:val="00777E98"/>
    <w:rsid w:val="00780A50"/>
    <w:rsid w:val="007812CA"/>
    <w:rsid w:val="00781ED4"/>
    <w:rsid w:val="00782BC1"/>
    <w:rsid w:val="00783067"/>
    <w:rsid w:val="007845E4"/>
    <w:rsid w:val="00786A97"/>
    <w:rsid w:val="00786AD0"/>
    <w:rsid w:val="00786DDE"/>
    <w:rsid w:val="00787691"/>
    <w:rsid w:val="00790D8B"/>
    <w:rsid w:val="0079242B"/>
    <w:rsid w:val="007941C7"/>
    <w:rsid w:val="00796493"/>
    <w:rsid w:val="00797A6E"/>
    <w:rsid w:val="007A0152"/>
    <w:rsid w:val="007A13FF"/>
    <w:rsid w:val="007A21D6"/>
    <w:rsid w:val="007A2367"/>
    <w:rsid w:val="007A2B04"/>
    <w:rsid w:val="007A31CB"/>
    <w:rsid w:val="007A430E"/>
    <w:rsid w:val="007A508C"/>
    <w:rsid w:val="007A51B2"/>
    <w:rsid w:val="007A5ABB"/>
    <w:rsid w:val="007A632D"/>
    <w:rsid w:val="007A7C1D"/>
    <w:rsid w:val="007B0433"/>
    <w:rsid w:val="007B05CD"/>
    <w:rsid w:val="007B19EC"/>
    <w:rsid w:val="007B2B64"/>
    <w:rsid w:val="007B4C60"/>
    <w:rsid w:val="007B607D"/>
    <w:rsid w:val="007B664E"/>
    <w:rsid w:val="007C1544"/>
    <w:rsid w:val="007C1DB2"/>
    <w:rsid w:val="007C3C2D"/>
    <w:rsid w:val="007C3DA1"/>
    <w:rsid w:val="007C4DD7"/>
    <w:rsid w:val="007C559F"/>
    <w:rsid w:val="007C67EC"/>
    <w:rsid w:val="007D0895"/>
    <w:rsid w:val="007D0E93"/>
    <w:rsid w:val="007D12C0"/>
    <w:rsid w:val="007D1392"/>
    <w:rsid w:val="007D1D3D"/>
    <w:rsid w:val="007D2839"/>
    <w:rsid w:val="007D4606"/>
    <w:rsid w:val="007D5DCD"/>
    <w:rsid w:val="007D7384"/>
    <w:rsid w:val="007E0A4E"/>
    <w:rsid w:val="007E105C"/>
    <w:rsid w:val="007E1134"/>
    <w:rsid w:val="007E37BE"/>
    <w:rsid w:val="007E4788"/>
    <w:rsid w:val="007E4C3B"/>
    <w:rsid w:val="007F074B"/>
    <w:rsid w:val="007F3410"/>
    <w:rsid w:val="007F3CAC"/>
    <w:rsid w:val="007F4B99"/>
    <w:rsid w:val="007F5357"/>
    <w:rsid w:val="007F56CC"/>
    <w:rsid w:val="007F6AFF"/>
    <w:rsid w:val="007F7860"/>
    <w:rsid w:val="008004DA"/>
    <w:rsid w:val="0080123D"/>
    <w:rsid w:val="00801373"/>
    <w:rsid w:val="00802B6A"/>
    <w:rsid w:val="00802E36"/>
    <w:rsid w:val="008031A8"/>
    <w:rsid w:val="008045CE"/>
    <w:rsid w:val="00804D31"/>
    <w:rsid w:val="00805507"/>
    <w:rsid w:val="008075CD"/>
    <w:rsid w:val="00810CEE"/>
    <w:rsid w:val="0081159A"/>
    <w:rsid w:val="008132F8"/>
    <w:rsid w:val="00813A21"/>
    <w:rsid w:val="00813EDB"/>
    <w:rsid w:val="008151EB"/>
    <w:rsid w:val="00815760"/>
    <w:rsid w:val="008165F7"/>
    <w:rsid w:val="008176F5"/>
    <w:rsid w:val="0082050A"/>
    <w:rsid w:val="00820746"/>
    <w:rsid w:val="00821091"/>
    <w:rsid w:val="00821158"/>
    <w:rsid w:val="00822A7F"/>
    <w:rsid w:val="00822AF6"/>
    <w:rsid w:val="008247C2"/>
    <w:rsid w:val="00825457"/>
    <w:rsid w:val="00825862"/>
    <w:rsid w:val="008261AF"/>
    <w:rsid w:val="008261D3"/>
    <w:rsid w:val="00827B97"/>
    <w:rsid w:val="00830C04"/>
    <w:rsid w:val="00831304"/>
    <w:rsid w:val="00833763"/>
    <w:rsid w:val="00834185"/>
    <w:rsid w:val="00836753"/>
    <w:rsid w:val="00837145"/>
    <w:rsid w:val="008407D8"/>
    <w:rsid w:val="008407F5"/>
    <w:rsid w:val="008417DD"/>
    <w:rsid w:val="00842096"/>
    <w:rsid w:val="008427D5"/>
    <w:rsid w:val="00842ADB"/>
    <w:rsid w:val="008437AF"/>
    <w:rsid w:val="0084401B"/>
    <w:rsid w:val="008443D7"/>
    <w:rsid w:val="00845B53"/>
    <w:rsid w:val="00846B78"/>
    <w:rsid w:val="00846DBB"/>
    <w:rsid w:val="00850A0D"/>
    <w:rsid w:val="00850B0A"/>
    <w:rsid w:val="00850C68"/>
    <w:rsid w:val="00851582"/>
    <w:rsid w:val="00851D59"/>
    <w:rsid w:val="00851F4D"/>
    <w:rsid w:val="0085346C"/>
    <w:rsid w:val="00853B08"/>
    <w:rsid w:val="00853F3E"/>
    <w:rsid w:val="00854E6A"/>
    <w:rsid w:val="008554A7"/>
    <w:rsid w:val="00856D08"/>
    <w:rsid w:val="00857F8E"/>
    <w:rsid w:val="008631A4"/>
    <w:rsid w:val="00863566"/>
    <w:rsid w:val="00863F4A"/>
    <w:rsid w:val="00864128"/>
    <w:rsid w:val="00864B9A"/>
    <w:rsid w:val="0086548D"/>
    <w:rsid w:val="008673BE"/>
    <w:rsid w:val="0086766D"/>
    <w:rsid w:val="00872299"/>
    <w:rsid w:val="0087462C"/>
    <w:rsid w:val="00874BAC"/>
    <w:rsid w:val="00875A1B"/>
    <w:rsid w:val="0087708E"/>
    <w:rsid w:val="008770B1"/>
    <w:rsid w:val="00880FB2"/>
    <w:rsid w:val="00884AEA"/>
    <w:rsid w:val="00887129"/>
    <w:rsid w:val="008872C7"/>
    <w:rsid w:val="00887E54"/>
    <w:rsid w:val="008901AC"/>
    <w:rsid w:val="00890498"/>
    <w:rsid w:val="008913B6"/>
    <w:rsid w:val="0089414E"/>
    <w:rsid w:val="00895C61"/>
    <w:rsid w:val="00896FAB"/>
    <w:rsid w:val="0089739C"/>
    <w:rsid w:val="008976BF"/>
    <w:rsid w:val="0089778D"/>
    <w:rsid w:val="008A04B5"/>
    <w:rsid w:val="008A27A7"/>
    <w:rsid w:val="008A32F3"/>
    <w:rsid w:val="008A3AE6"/>
    <w:rsid w:val="008A3C61"/>
    <w:rsid w:val="008A404D"/>
    <w:rsid w:val="008A421C"/>
    <w:rsid w:val="008A5804"/>
    <w:rsid w:val="008A5923"/>
    <w:rsid w:val="008A67CC"/>
    <w:rsid w:val="008A6BA6"/>
    <w:rsid w:val="008A7779"/>
    <w:rsid w:val="008A7A41"/>
    <w:rsid w:val="008A7DCD"/>
    <w:rsid w:val="008B1329"/>
    <w:rsid w:val="008B1CF6"/>
    <w:rsid w:val="008B2198"/>
    <w:rsid w:val="008B3851"/>
    <w:rsid w:val="008B3C83"/>
    <w:rsid w:val="008B6D33"/>
    <w:rsid w:val="008C20BB"/>
    <w:rsid w:val="008C2F23"/>
    <w:rsid w:val="008C6703"/>
    <w:rsid w:val="008C71C4"/>
    <w:rsid w:val="008D07D0"/>
    <w:rsid w:val="008D091C"/>
    <w:rsid w:val="008D0B60"/>
    <w:rsid w:val="008D2C89"/>
    <w:rsid w:val="008D3478"/>
    <w:rsid w:val="008D3935"/>
    <w:rsid w:val="008D57F0"/>
    <w:rsid w:val="008D631D"/>
    <w:rsid w:val="008D6C86"/>
    <w:rsid w:val="008D7623"/>
    <w:rsid w:val="008D7C86"/>
    <w:rsid w:val="008E0266"/>
    <w:rsid w:val="008E1855"/>
    <w:rsid w:val="008E2839"/>
    <w:rsid w:val="008E2E11"/>
    <w:rsid w:val="008E3E82"/>
    <w:rsid w:val="008F18FA"/>
    <w:rsid w:val="008F376B"/>
    <w:rsid w:val="008F37D8"/>
    <w:rsid w:val="008F47FA"/>
    <w:rsid w:val="008F61A0"/>
    <w:rsid w:val="008F67C2"/>
    <w:rsid w:val="008F6A97"/>
    <w:rsid w:val="00900E49"/>
    <w:rsid w:val="009011C4"/>
    <w:rsid w:val="00902354"/>
    <w:rsid w:val="00903CB0"/>
    <w:rsid w:val="00905565"/>
    <w:rsid w:val="00907C50"/>
    <w:rsid w:val="00911BB2"/>
    <w:rsid w:val="00911C3A"/>
    <w:rsid w:val="00911CB6"/>
    <w:rsid w:val="00912F8B"/>
    <w:rsid w:val="00915012"/>
    <w:rsid w:val="00915E05"/>
    <w:rsid w:val="00917062"/>
    <w:rsid w:val="00917395"/>
    <w:rsid w:val="00917FC9"/>
    <w:rsid w:val="0092006E"/>
    <w:rsid w:val="00920B0A"/>
    <w:rsid w:val="00924B67"/>
    <w:rsid w:val="00924CD7"/>
    <w:rsid w:val="00925EEA"/>
    <w:rsid w:val="00926476"/>
    <w:rsid w:val="00926690"/>
    <w:rsid w:val="009266ED"/>
    <w:rsid w:val="00926891"/>
    <w:rsid w:val="0092729C"/>
    <w:rsid w:val="009274F5"/>
    <w:rsid w:val="0093061B"/>
    <w:rsid w:val="00930AD9"/>
    <w:rsid w:val="009318E3"/>
    <w:rsid w:val="00931A89"/>
    <w:rsid w:val="0093202C"/>
    <w:rsid w:val="00932D14"/>
    <w:rsid w:val="00932EBF"/>
    <w:rsid w:val="00933389"/>
    <w:rsid w:val="00933942"/>
    <w:rsid w:val="00933C08"/>
    <w:rsid w:val="00933CB8"/>
    <w:rsid w:val="00934128"/>
    <w:rsid w:val="0093496E"/>
    <w:rsid w:val="00935C7E"/>
    <w:rsid w:val="00936EDF"/>
    <w:rsid w:val="00937924"/>
    <w:rsid w:val="00940326"/>
    <w:rsid w:val="0094050C"/>
    <w:rsid w:val="00942E0C"/>
    <w:rsid w:val="00942F61"/>
    <w:rsid w:val="0094357C"/>
    <w:rsid w:val="009442E4"/>
    <w:rsid w:val="009457B0"/>
    <w:rsid w:val="00945F8E"/>
    <w:rsid w:val="0094657A"/>
    <w:rsid w:val="009501C2"/>
    <w:rsid w:val="00950F15"/>
    <w:rsid w:val="009534F2"/>
    <w:rsid w:val="00953EE9"/>
    <w:rsid w:val="00954388"/>
    <w:rsid w:val="009558DD"/>
    <w:rsid w:val="00955AF1"/>
    <w:rsid w:val="00955E50"/>
    <w:rsid w:val="00956488"/>
    <w:rsid w:val="00957152"/>
    <w:rsid w:val="009609AB"/>
    <w:rsid w:val="00962EE0"/>
    <w:rsid w:val="009632EB"/>
    <w:rsid w:val="00963A4D"/>
    <w:rsid w:val="00964689"/>
    <w:rsid w:val="00965BE2"/>
    <w:rsid w:val="009666EC"/>
    <w:rsid w:val="00966E29"/>
    <w:rsid w:val="009670A0"/>
    <w:rsid w:val="00967171"/>
    <w:rsid w:val="00970017"/>
    <w:rsid w:val="00970920"/>
    <w:rsid w:val="00971328"/>
    <w:rsid w:val="00972D23"/>
    <w:rsid w:val="00974684"/>
    <w:rsid w:val="00974904"/>
    <w:rsid w:val="00974D76"/>
    <w:rsid w:val="00975CB8"/>
    <w:rsid w:val="00977150"/>
    <w:rsid w:val="00980468"/>
    <w:rsid w:val="0098067B"/>
    <w:rsid w:val="00981864"/>
    <w:rsid w:val="00981E68"/>
    <w:rsid w:val="00982482"/>
    <w:rsid w:val="00982A78"/>
    <w:rsid w:val="00982C57"/>
    <w:rsid w:val="00982CCD"/>
    <w:rsid w:val="00983B93"/>
    <w:rsid w:val="009842F2"/>
    <w:rsid w:val="009845C5"/>
    <w:rsid w:val="0098748F"/>
    <w:rsid w:val="009906CD"/>
    <w:rsid w:val="0099133D"/>
    <w:rsid w:val="009924D1"/>
    <w:rsid w:val="00992529"/>
    <w:rsid w:val="009927AF"/>
    <w:rsid w:val="00992C67"/>
    <w:rsid w:val="009931EF"/>
    <w:rsid w:val="0099472B"/>
    <w:rsid w:val="0099529D"/>
    <w:rsid w:val="00995AAD"/>
    <w:rsid w:val="00995B28"/>
    <w:rsid w:val="0099655A"/>
    <w:rsid w:val="00996AE4"/>
    <w:rsid w:val="00996E90"/>
    <w:rsid w:val="00997E3F"/>
    <w:rsid w:val="009A0B06"/>
    <w:rsid w:val="009A0DD4"/>
    <w:rsid w:val="009A20B8"/>
    <w:rsid w:val="009A2B8B"/>
    <w:rsid w:val="009A30C7"/>
    <w:rsid w:val="009A3325"/>
    <w:rsid w:val="009A3564"/>
    <w:rsid w:val="009A3770"/>
    <w:rsid w:val="009A3A38"/>
    <w:rsid w:val="009A3AA9"/>
    <w:rsid w:val="009A3B0F"/>
    <w:rsid w:val="009A416F"/>
    <w:rsid w:val="009A44A2"/>
    <w:rsid w:val="009A57E3"/>
    <w:rsid w:val="009A6F63"/>
    <w:rsid w:val="009B0A7E"/>
    <w:rsid w:val="009B31AC"/>
    <w:rsid w:val="009B3D06"/>
    <w:rsid w:val="009B3D97"/>
    <w:rsid w:val="009B3FB4"/>
    <w:rsid w:val="009B4C45"/>
    <w:rsid w:val="009B52D7"/>
    <w:rsid w:val="009B5D25"/>
    <w:rsid w:val="009B6817"/>
    <w:rsid w:val="009B6AB1"/>
    <w:rsid w:val="009B7CBB"/>
    <w:rsid w:val="009C04F3"/>
    <w:rsid w:val="009C0569"/>
    <w:rsid w:val="009C07E4"/>
    <w:rsid w:val="009C08A8"/>
    <w:rsid w:val="009C1091"/>
    <w:rsid w:val="009C34CB"/>
    <w:rsid w:val="009C52BB"/>
    <w:rsid w:val="009C5462"/>
    <w:rsid w:val="009C6599"/>
    <w:rsid w:val="009D027B"/>
    <w:rsid w:val="009D02B3"/>
    <w:rsid w:val="009D0FFE"/>
    <w:rsid w:val="009D1895"/>
    <w:rsid w:val="009D1C72"/>
    <w:rsid w:val="009D211E"/>
    <w:rsid w:val="009D2287"/>
    <w:rsid w:val="009D3352"/>
    <w:rsid w:val="009D50EE"/>
    <w:rsid w:val="009D56D2"/>
    <w:rsid w:val="009D6598"/>
    <w:rsid w:val="009D7215"/>
    <w:rsid w:val="009D72E3"/>
    <w:rsid w:val="009D7D41"/>
    <w:rsid w:val="009E0A77"/>
    <w:rsid w:val="009E157A"/>
    <w:rsid w:val="009E1A43"/>
    <w:rsid w:val="009E2BBC"/>
    <w:rsid w:val="009E33DF"/>
    <w:rsid w:val="009E3EFD"/>
    <w:rsid w:val="009E5B22"/>
    <w:rsid w:val="009E6059"/>
    <w:rsid w:val="009E6446"/>
    <w:rsid w:val="009E7EA1"/>
    <w:rsid w:val="009F0160"/>
    <w:rsid w:val="009F03E0"/>
    <w:rsid w:val="009F5A0A"/>
    <w:rsid w:val="009F622D"/>
    <w:rsid w:val="009F74F2"/>
    <w:rsid w:val="009F771E"/>
    <w:rsid w:val="009F79B1"/>
    <w:rsid w:val="00A0036F"/>
    <w:rsid w:val="00A00BB6"/>
    <w:rsid w:val="00A02735"/>
    <w:rsid w:val="00A04883"/>
    <w:rsid w:val="00A050A3"/>
    <w:rsid w:val="00A10996"/>
    <w:rsid w:val="00A10D0E"/>
    <w:rsid w:val="00A14123"/>
    <w:rsid w:val="00A14593"/>
    <w:rsid w:val="00A17729"/>
    <w:rsid w:val="00A20F81"/>
    <w:rsid w:val="00A2255C"/>
    <w:rsid w:val="00A228DA"/>
    <w:rsid w:val="00A25531"/>
    <w:rsid w:val="00A265C1"/>
    <w:rsid w:val="00A27D6B"/>
    <w:rsid w:val="00A30CDC"/>
    <w:rsid w:val="00A31486"/>
    <w:rsid w:val="00A31F25"/>
    <w:rsid w:val="00A3343B"/>
    <w:rsid w:val="00A34BFB"/>
    <w:rsid w:val="00A35E06"/>
    <w:rsid w:val="00A35E2D"/>
    <w:rsid w:val="00A41819"/>
    <w:rsid w:val="00A41ECE"/>
    <w:rsid w:val="00A424E5"/>
    <w:rsid w:val="00A43830"/>
    <w:rsid w:val="00A44E26"/>
    <w:rsid w:val="00A45155"/>
    <w:rsid w:val="00A4525E"/>
    <w:rsid w:val="00A45A7B"/>
    <w:rsid w:val="00A5212F"/>
    <w:rsid w:val="00A53E6F"/>
    <w:rsid w:val="00A53FAD"/>
    <w:rsid w:val="00A541A8"/>
    <w:rsid w:val="00A5475B"/>
    <w:rsid w:val="00A54E98"/>
    <w:rsid w:val="00A55C87"/>
    <w:rsid w:val="00A55FBC"/>
    <w:rsid w:val="00A56723"/>
    <w:rsid w:val="00A57A78"/>
    <w:rsid w:val="00A60F8D"/>
    <w:rsid w:val="00A61BC7"/>
    <w:rsid w:val="00A62757"/>
    <w:rsid w:val="00A64D7B"/>
    <w:rsid w:val="00A65447"/>
    <w:rsid w:val="00A65607"/>
    <w:rsid w:val="00A656BB"/>
    <w:rsid w:val="00A65A98"/>
    <w:rsid w:val="00A66276"/>
    <w:rsid w:val="00A67368"/>
    <w:rsid w:val="00A704E9"/>
    <w:rsid w:val="00A716A0"/>
    <w:rsid w:val="00A726AA"/>
    <w:rsid w:val="00A72C29"/>
    <w:rsid w:val="00A75B40"/>
    <w:rsid w:val="00A766FA"/>
    <w:rsid w:val="00A769CF"/>
    <w:rsid w:val="00A77121"/>
    <w:rsid w:val="00A813ED"/>
    <w:rsid w:val="00A81C31"/>
    <w:rsid w:val="00A81F07"/>
    <w:rsid w:val="00A82442"/>
    <w:rsid w:val="00A8411A"/>
    <w:rsid w:val="00A8419E"/>
    <w:rsid w:val="00A85D7E"/>
    <w:rsid w:val="00A86319"/>
    <w:rsid w:val="00A86C55"/>
    <w:rsid w:val="00A873A4"/>
    <w:rsid w:val="00A90173"/>
    <w:rsid w:val="00A905B0"/>
    <w:rsid w:val="00A90EA5"/>
    <w:rsid w:val="00A9163C"/>
    <w:rsid w:val="00A91FC0"/>
    <w:rsid w:val="00A924C2"/>
    <w:rsid w:val="00A92979"/>
    <w:rsid w:val="00A92F3E"/>
    <w:rsid w:val="00A943D2"/>
    <w:rsid w:val="00A950B5"/>
    <w:rsid w:val="00A97EBD"/>
    <w:rsid w:val="00AA0D54"/>
    <w:rsid w:val="00AA13AD"/>
    <w:rsid w:val="00AA32B6"/>
    <w:rsid w:val="00AA4B2A"/>
    <w:rsid w:val="00AA4EBA"/>
    <w:rsid w:val="00AA6243"/>
    <w:rsid w:val="00AA7F8C"/>
    <w:rsid w:val="00AB0283"/>
    <w:rsid w:val="00AB1C3E"/>
    <w:rsid w:val="00AB2700"/>
    <w:rsid w:val="00AB2FB4"/>
    <w:rsid w:val="00AB551C"/>
    <w:rsid w:val="00AB552A"/>
    <w:rsid w:val="00AB64C9"/>
    <w:rsid w:val="00AB76A1"/>
    <w:rsid w:val="00AC032D"/>
    <w:rsid w:val="00AC0562"/>
    <w:rsid w:val="00AC3D12"/>
    <w:rsid w:val="00AC3D82"/>
    <w:rsid w:val="00AC46AC"/>
    <w:rsid w:val="00AC4F02"/>
    <w:rsid w:val="00AC545A"/>
    <w:rsid w:val="00AC7031"/>
    <w:rsid w:val="00AD17EE"/>
    <w:rsid w:val="00AD1996"/>
    <w:rsid w:val="00AD26EA"/>
    <w:rsid w:val="00AD28DE"/>
    <w:rsid w:val="00AD40BB"/>
    <w:rsid w:val="00AD42F9"/>
    <w:rsid w:val="00AD48DB"/>
    <w:rsid w:val="00AD56E8"/>
    <w:rsid w:val="00AD578A"/>
    <w:rsid w:val="00AD5B01"/>
    <w:rsid w:val="00AD78A9"/>
    <w:rsid w:val="00AE02A2"/>
    <w:rsid w:val="00AE076E"/>
    <w:rsid w:val="00AE1230"/>
    <w:rsid w:val="00AE2AEC"/>
    <w:rsid w:val="00AE39D9"/>
    <w:rsid w:val="00AE4442"/>
    <w:rsid w:val="00AE4E2D"/>
    <w:rsid w:val="00AE596E"/>
    <w:rsid w:val="00AE6079"/>
    <w:rsid w:val="00AE6315"/>
    <w:rsid w:val="00AE68B1"/>
    <w:rsid w:val="00AE7725"/>
    <w:rsid w:val="00AE7888"/>
    <w:rsid w:val="00AF0324"/>
    <w:rsid w:val="00AF0B16"/>
    <w:rsid w:val="00AF29F7"/>
    <w:rsid w:val="00AF2CB7"/>
    <w:rsid w:val="00AF3852"/>
    <w:rsid w:val="00AF3E07"/>
    <w:rsid w:val="00AF4126"/>
    <w:rsid w:val="00AF417A"/>
    <w:rsid w:val="00AF4487"/>
    <w:rsid w:val="00AF5983"/>
    <w:rsid w:val="00AF5E56"/>
    <w:rsid w:val="00AF5FA1"/>
    <w:rsid w:val="00AF6BE1"/>
    <w:rsid w:val="00B0047A"/>
    <w:rsid w:val="00B013F1"/>
    <w:rsid w:val="00B01532"/>
    <w:rsid w:val="00B03A25"/>
    <w:rsid w:val="00B0499C"/>
    <w:rsid w:val="00B04F5D"/>
    <w:rsid w:val="00B0510A"/>
    <w:rsid w:val="00B05B12"/>
    <w:rsid w:val="00B06BDD"/>
    <w:rsid w:val="00B079CC"/>
    <w:rsid w:val="00B1017E"/>
    <w:rsid w:val="00B10553"/>
    <w:rsid w:val="00B11646"/>
    <w:rsid w:val="00B1193D"/>
    <w:rsid w:val="00B11E10"/>
    <w:rsid w:val="00B124AC"/>
    <w:rsid w:val="00B14732"/>
    <w:rsid w:val="00B15D46"/>
    <w:rsid w:val="00B15E4B"/>
    <w:rsid w:val="00B2021D"/>
    <w:rsid w:val="00B228DE"/>
    <w:rsid w:val="00B242E2"/>
    <w:rsid w:val="00B24740"/>
    <w:rsid w:val="00B24D93"/>
    <w:rsid w:val="00B30794"/>
    <w:rsid w:val="00B30C3B"/>
    <w:rsid w:val="00B32710"/>
    <w:rsid w:val="00B33A2B"/>
    <w:rsid w:val="00B36E7C"/>
    <w:rsid w:val="00B375B5"/>
    <w:rsid w:val="00B411F9"/>
    <w:rsid w:val="00B41351"/>
    <w:rsid w:val="00B41804"/>
    <w:rsid w:val="00B41C33"/>
    <w:rsid w:val="00B4201E"/>
    <w:rsid w:val="00B42282"/>
    <w:rsid w:val="00B42896"/>
    <w:rsid w:val="00B4358E"/>
    <w:rsid w:val="00B43EC0"/>
    <w:rsid w:val="00B46F47"/>
    <w:rsid w:val="00B473DE"/>
    <w:rsid w:val="00B50649"/>
    <w:rsid w:val="00B5086D"/>
    <w:rsid w:val="00B50CCB"/>
    <w:rsid w:val="00B5166F"/>
    <w:rsid w:val="00B51AC0"/>
    <w:rsid w:val="00B51E8D"/>
    <w:rsid w:val="00B51FA7"/>
    <w:rsid w:val="00B5251D"/>
    <w:rsid w:val="00B53FDA"/>
    <w:rsid w:val="00B55644"/>
    <w:rsid w:val="00B565FB"/>
    <w:rsid w:val="00B56F4E"/>
    <w:rsid w:val="00B570E2"/>
    <w:rsid w:val="00B62A5F"/>
    <w:rsid w:val="00B63316"/>
    <w:rsid w:val="00B637A6"/>
    <w:rsid w:val="00B64480"/>
    <w:rsid w:val="00B6517B"/>
    <w:rsid w:val="00B66200"/>
    <w:rsid w:val="00B67719"/>
    <w:rsid w:val="00B678CA"/>
    <w:rsid w:val="00B67D7E"/>
    <w:rsid w:val="00B70A1F"/>
    <w:rsid w:val="00B70DC2"/>
    <w:rsid w:val="00B739E9"/>
    <w:rsid w:val="00B73FDB"/>
    <w:rsid w:val="00B7622D"/>
    <w:rsid w:val="00B7651B"/>
    <w:rsid w:val="00B76A16"/>
    <w:rsid w:val="00B77891"/>
    <w:rsid w:val="00B810DF"/>
    <w:rsid w:val="00B81D9F"/>
    <w:rsid w:val="00B8463C"/>
    <w:rsid w:val="00B847DF"/>
    <w:rsid w:val="00B857BE"/>
    <w:rsid w:val="00B85981"/>
    <w:rsid w:val="00B85A12"/>
    <w:rsid w:val="00B865DB"/>
    <w:rsid w:val="00B868CF"/>
    <w:rsid w:val="00B90436"/>
    <w:rsid w:val="00B9174B"/>
    <w:rsid w:val="00B91F8A"/>
    <w:rsid w:val="00B93278"/>
    <w:rsid w:val="00B9439A"/>
    <w:rsid w:val="00B95C72"/>
    <w:rsid w:val="00B9673F"/>
    <w:rsid w:val="00B96749"/>
    <w:rsid w:val="00BA0048"/>
    <w:rsid w:val="00BA0A74"/>
    <w:rsid w:val="00BA1590"/>
    <w:rsid w:val="00BA2DAC"/>
    <w:rsid w:val="00BA3B7B"/>
    <w:rsid w:val="00BA4119"/>
    <w:rsid w:val="00BA41DD"/>
    <w:rsid w:val="00BA46AB"/>
    <w:rsid w:val="00BA6B76"/>
    <w:rsid w:val="00BB03C7"/>
    <w:rsid w:val="00BB05F6"/>
    <w:rsid w:val="00BB167C"/>
    <w:rsid w:val="00BB1E1A"/>
    <w:rsid w:val="00BB289B"/>
    <w:rsid w:val="00BB563E"/>
    <w:rsid w:val="00BB569E"/>
    <w:rsid w:val="00BB56E2"/>
    <w:rsid w:val="00BB633B"/>
    <w:rsid w:val="00BC11B8"/>
    <w:rsid w:val="00BC16D0"/>
    <w:rsid w:val="00BC2E2D"/>
    <w:rsid w:val="00BC4E33"/>
    <w:rsid w:val="00BD0528"/>
    <w:rsid w:val="00BD1ABB"/>
    <w:rsid w:val="00BD1F93"/>
    <w:rsid w:val="00BD2A8B"/>
    <w:rsid w:val="00BD2C44"/>
    <w:rsid w:val="00BD2CE8"/>
    <w:rsid w:val="00BD2FD9"/>
    <w:rsid w:val="00BD397D"/>
    <w:rsid w:val="00BD4E21"/>
    <w:rsid w:val="00BD53DF"/>
    <w:rsid w:val="00BD53F6"/>
    <w:rsid w:val="00BD552E"/>
    <w:rsid w:val="00BD5BAF"/>
    <w:rsid w:val="00BE00A4"/>
    <w:rsid w:val="00BE0320"/>
    <w:rsid w:val="00BE0621"/>
    <w:rsid w:val="00BE06B8"/>
    <w:rsid w:val="00BE108F"/>
    <w:rsid w:val="00BE2421"/>
    <w:rsid w:val="00BE4D44"/>
    <w:rsid w:val="00BE50A4"/>
    <w:rsid w:val="00BE532D"/>
    <w:rsid w:val="00BE5EAF"/>
    <w:rsid w:val="00BE67CB"/>
    <w:rsid w:val="00BE6823"/>
    <w:rsid w:val="00BE7537"/>
    <w:rsid w:val="00BE7A2E"/>
    <w:rsid w:val="00BF009D"/>
    <w:rsid w:val="00BF1064"/>
    <w:rsid w:val="00BF14ED"/>
    <w:rsid w:val="00BF2E6D"/>
    <w:rsid w:val="00BF2FB4"/>
    <w:rsid w:val="00BF3D6A"/>
    <w:rsid w:val="00BF492A"/>
    <w:rsid w:val="00BF4C42"/>
    <w:rsid w:val="00BF5852"/>
    <w:rsid w:val="00BF6B16"/>
    <w:rsid w:val="00C04640"/>
    <w:rsid w:val="00C04AE8"/>
    <w:rsid w:val="00C055DB"/>
    <w:rsid w:val="00C05E39"/>
    <w:rsid w:val="00C06733"/>
    <w:rsid w:val="00C110D8"/>
    <w:rsid w:val="00C113D6"/>
    <w:rsid w:val="00C145D5"/>
    <w:rsid w:val="00C1578D"/>
    <w:rsid w:val="00C16A71"/>
    <w:rsid w:val="00C17505"/>
    <w:rsid w:val="00C17810"/>
    <w:rsid w:val="00C2087A"/>
    <w:rsid w:val="00C21324"/>
    <w:rsid w:val="00C21FFC"/>
    <w:rsid w:val="00C22566"/>
    <w:rsid w:val="00C23862"/>
    <w:rsid w:val="00C24749"/>
    <w:rsid w:val="00C24D6D"/>
    <w:rsid w:val="00C271AD"/>
    <w:rsid w:val="00C27367"/>
    <w:rsid w:val="00C27586"/>
    <w:rsid w:val="00C311DA"/>
    <w:rsid w:val="00C32394"/>
    <w:rsid w:val="00C3264B"/>
    <w:rsid w:val="00C34977"/>
    <w:rsid w:val="00C36B53"/>
    <w:rsid w:val="00C40879"/>
    <w:rsid w:val="00C41A0A"/>
    <w:rsid w:val="00C42960"/>
    <w:rsid w:val="00C438C1"/>
    <w:rsid w:val="00C43AE6"/>
    <w:rsid w:val="00C43D19"/>
    <w:rsid w:val="00C44EE4"/>
    <w:rsid w:val="00C4587D"/>
    <w:rsid w:val="00C4648E"/>
    <w:rsid w:val="00C472C8"/>
    <w:rsid w:val="00C5064A"/>
    <w:rsid w:val="00C51DEA"/>
    <w:rsid w:val="00C54832"/>
    <w:rsid w:val="00C54D82"/>
    <w:rsid w:val="00C55A9C"/>
    <w:rsid w:val="00C55B17"/>
    <w:rsid w:val="00C576A0"/>
    <w:rsid w:val="00C602E2"/>
    <w:rsid w:val="00C61070"/>
    <w:rsid w:val="00C6161E"/>
    <w:rsid w:val="00C616BE"/>
    <w:rsid w:val="00C61A68"/>
    <w:rsid w:val="00C61EC9"/>
    <w:rsid w:val="00C6348A"/>
    <w:rsid w:val="00C64729"/>
    <w:rsid w:val="00C64C24"/>
    <w:rsid w:val="00C64E83"/>
    <w:rsid w:val="00C66563"/>
    <w:rsid w:val="00C73068"/>
    <w:rsid w:val="00C73C3D"/>
    <w:rsid w:val="00C75263"/>
    <w:rsid w:val="00C758E2"/>
    <w:rsid w:val="00C764A8"/>
    <w:rsid w:val="00C76A7E"/>
    <w:rsid w:val="00C80906"/>
    <w:rsid w:val="00C8395E"/>
    <w:rsid w:val="00C866B8"/>
    <w:rsid w:val="00C87A3B"/>
    <w:rsid w:val="00C9005D"/>
    <w:rsid w:val="00C90FFC"/>
    <w:rsid w:val="00C92A8F"/>
    <w:rsid w:val="00C9408E"/>
    <w:rsid w:val="00C940B0"/>
    <w:rsid w:val="00C945DE"/>
    <w:rsid w:val="00C958D4"/>
    <w:rsid w:val="00C95982"/>
    <w:rsid w:val="00C95F34"/>
    <w:rsid w:val="00C9636C"/>
    <w:rsid w:val="00C969EC"/>
    <w:rsid w:val="00CA1439"/>
    <w:rsid w:val="00CA4500"/>
    <w:rsid w:val="00CA64D9"/>
    <w:rsid w:val="00CA6BD1"/>
    <w:rsid w:val="00CA7A1E"/>
    <w:rsid w:val="00CA7ED0"/>
    <w:rsid w:val="00CB0F50"/>
    <w:rsid w:val="00CB1363"/>
    <w:rsid w:val="00CB1E87"/>
    <w:rsid w:val="00CB215E"/>
    <w:rsid w:val="00CB2170"/>
    <w:rsid w:val="00CB3CA1"/>
    <w:rsid w:val="00CB3F6A"/>
    <w:rsid w:val="00CB4FD1"/>
    <w:rsid w:val="00CB5034"/>
    <w:rsid w:val="00CB6E12"/>
    <w:rsid w:val="00CB6FEE"/>
    <w:rsid w:val="00CB73D8"/>
    <w:rsid w:val="00CB7848"/>
    <w:rsid w:val="00CB7A4C"/>
    <w:rsid w:val="00CC0C18"/>
    <w:rsid w:val="00CC11DF"/>
    <w:rsid w:val="00CC14FA"/>
    <w:rsid w:val="00CC2865"/>
    <w:rsid w:val="00CC28EE"/>
    <w:rsid w:val="00CC3846"/>
    <w:rsid w:val="00CC39B4"/>
    <w:rsid w:val="00CC3E56"/>
    <w:rsid w:val="00CD1D33"/>
    <w:rsid w:val="00CD1FA4"/>
    <w:rsid w:val="00CD37EF"/>
    <w:rsid w:val="00CD3927"/>
    <w:rsid w:val="00CD47AA"/>
    <w:rsid w:val="00CD536A"/>
    <w:rsid w:val="00CD641F"/>
    <w:rsid w:val="00CD7BFE"/>
    <w:rsid w:val="00CE01D7"/>
    <w:rsid w:val="00CE1266"/>
    <w:rsid w:val="00CE1B5D"/>
    <w:rsid w:val="00CE205A"/>
    <w:rsid w:val="00CE433E"/>
    <w:rsid w:val="00CE4510"/>
    <w:rsid w:val="00CE45D0"/>
    <w:rsid w:val="00CE5482"/>
    <w:rsid w:val="00CE5990"/>
    <w:rsid w:val="00CE6A6A"/>
    <w:rsid w:val="00CE71CE"/>
    <w:rsid w:val="00CF10F3"/>
    <w:rsid w:val="00CF1DE7"/>
    <w:rsid w:val="00CF202F"/>
    <w:rsid w:val="00CF2184"/>
    <w:rsid w:val="00CF237B"/>
    <w:rsid w:val="00CF35D3"/>
    <w:rsid w:val="00CF503A"/>
    <w:rsid w:val="00CF5209"/>
    <w:rsid w:val="00CF5871"/>
    <w:rsid w:val="00D00178"/>
    <w:rsid w:val="00D011FF"/>
    <w:rsid w:val="00D0155A"/>
    <w:rsid w:val="00D01DA2"/>
    <w:rsid w:val="00D022E9"/>
    <w:rsid w:val="00D02412"/>
    <w:rsid w:val="00D044FA"/>
    <w:rsid w:val="00D04985"/>
    <w:rsid w:val="00D0516F"/>
    <w:rsid w:val="00D05E39"/>
    <w:rsid w:val="00D06726"/>
    <w:rsid w:val="00D07CBF"/>
    <w:rsid w:val="00D100C4"/>
    <w:rsid w:val="00D10A6F"/>
    <w:rsid w:val="00D1323D"/>
    <w:rsid w:val="00D14C2F"/>
    <w:rsid w:val="00D14DD3"/>
    <w:rsid w:val="00D15D17"/>
    <w:rsid w:val="00D201AB"/>
    <w:rsid w:val="00D214FE"/>
    <w:rsid w:val="00D2290C"/>
    <w:rsid w:val="00D22BE2"/>
    <w:rsid w:val="00D267B1"/>
    <w:rsid w:val="00D27D82"/>
    <w:rsid w:val="00D306F2"/>
    <w:rsid w:val="00D31059"/>
    <w:rsid w:val="00D32A71"/>
    <w:rsid w:val="00D32F6D"/>
    <w:rsid w:val="00D3438A"/>
    <w:rsid w:val="00D349B5"/>
    <w:rsid w:val="00D34E5E"/>
    <w:rsid w:val="00D35091"/>
    <w:rsid w:val="00D3551B"/>
    <w:rsid w:val="00D37909"/>
    <w:rsid w:val="00D37A83"/>
    <w:rsid w:val="00D40C39"/>
    <w:rsid w:val="00D40D87"/>
    <w:rsid w:val="00D4136A"/>
    <w:rsid w:val="00D427AA"/>
    <w:rsid w:val="00D439EE"/>
    <w:rsid w:val="00D43A11"/>
    <w:rsid w:val="00D43B16"/>
    <w:rsid w:val="00D442F4"/>
    <w:rsid w:val="00D44789"/>
    <w:rsid w:val="00D474A6"/>
    <w:rsid w:val="00D47B9C"/>
    <w:rsid w:val="00D47C27"/>
    <w:rsid w:val="00D50052"/>
    <w:rsid w:val="00D50844"/>
    <w:rsid w:val="00D5096D"/>
    <w:rsid w:val="00D553D3"/>
    <w:rsid w:val="00D56F58"/>
    <w:rsid w:val="00D60CFF"/>
    <w:rsid w:val="00D60FD6"/>
    <w:rsid w:val="00D61257"/>
    <w:rsid w:val="00D615CC"/>
    <w:rsid w:val="00D61818"/>
    <w:rsid w:val="00D61D92"/>
    <w:rsid w:val="00D64955"/>
    <w:rsid w:val="00D64FF7"/>
    <w:rsid w:val="00D66786"/>
    <w:rsid w:val="00D669CB"/>
    <w:rsid w:val="00D67932"/>
    <w:rsid w:val="00D7284A"/>
    <w:rsid w:val="00D72EFE"/>
    <w:rsid w:val="00D732D1"/>
    <w:rsid w:val="00D746A2"/>
    <w:rsid w:val="00D75252"/>
    <w:rsid w:val="00D7656F"/>
    <w:rsid w:val="00D76DD6"/>
    <w:rsid w:val="00D815BD"/>
    <w:rsid w:val="00D82729"/>
    <w:rsid w:val="00D82A6B"/>
    <w:rsid w:val="00D84CC4"/>
    <w:rsid w:val="00D86CD5"/>
    <w:rsid w:val="00D871CD"/>
    <w:rsid w:val="00D91ACD"/>
    <w:rsid w:val="00D91B2A"/>
    <w:rsid w:val="00D924FA"/>
    <w:rsid w:val="00D93B66"/>
    <w:rsid w:val="00D93E20"/>
    <w:rsid w:val="00D95A1D"/>
    <w:rsid w:val="00D95C10"/>
    <w:rsid w:val="00D9689F"/>
    <w:rsid w:val="00D97548"/>
    <w:rsid w:val="00DA0DB5"/>
    <w:rsid w:val="00DA57A6"/>
    <w:rsid w:val="00DA611B"/>
    <w:rsid w:val="00DA6F1B"/>
    <w:rsid w:val="00DB0444"/>
    <w:rsid w:val="00DB12E6"/>
    <w:rsid w:val="00DB20E6"/>
    <w:rsid w:val="00DB4A29"/>
    <w:rsid w:val="00DB51C4"/>
    <w:rsid w:val="00DB563F"/>
    <w:rsid w:val="00DB69D2"/>
    <w:rsid w:val="00DB69F1"/>
    <w:rsid w:val="00DB6BCA"/>
    <w:rsid w:val="00DC14C9"/>
    <w:rsid w:val="00DC1594"/>
    <w:rsid w:val="00DC412B"/>
    <w:rsid w:val="00DC41BD"/>
    <w:rsid w:val="00DC49A9"/>
    <w:rsid w:val="00DC6A04"/>
    <w:rsid w:val="00DC7BDC"/>
    <w:rsid w:val="00DD0412"/>
    <w:rsid w:val="00DD0845"/>
    <w:rsid w:val="00DD0F9A"/>
    <w:rsid w:val="00DD3811"/>
    <w:rsid w:val="00DD4106"/>
    <w:rsid w:val="00DD612E"/>
    <w:rsid w:val="00DD73B9"/>
    <w:rsid w:val="00DE008C"/>
    <w:rsid w:val="00DE01E6"/>
    <w:rsid w:val="00DE0A9E"/>
    <w:rsid w:val="00DE1A9A"/>
    <w:rsid w:val="00DE2041"/>
    <w:rsid w:val="00DE2EBB"/>
    <w:rsid w:val="00DE37E7"/>
    <w:rsid w:val="00DE525C"/>
    <w:rsid w:val="00DE6227"/>
    <w:rsid w:val="00DE70FF"/>
    <w:rsid w:val="00DE7CEF"/>
    <w:rsid w:val="00DF23CC"/>
    <w:rsid w:val="00DF3C5E"/>
    <w:rsid w:val="00DF49CA"/>
    <w:rsid w:val="00DF5693"/>
    <w:rsid w:val="00DF5777"/>
    <w:rsid w:val="00DF5D06"/>
    <w:rsid w:val="00DF6AD6"/>
    <w:rsid w:val="00DF74B7"/>
    <w:rsid w:val="00DF7CA3"/>
    <w:rsid w:val="00DF7CBE"/>
    <w:rsid w:val="00E032A3"/>
    <w:rsid w:val="00E03940"/>
    <w:rsid w:val="00E042A4"/>
    <w:rsid w:val="00E05C78"/>
    <w:rsid w:val="00E05E19"/>
    <w:rsid w:val="00E05EE2"/>
    <w:rsid w:val="00E0736C"/>
    <w:rsid w:val="00E07781"/>
    <w:rsid w:val="00E1065D"/>
    <w:rsid w:val="00E1390B"/>
    <w:rsid w:val="00E14479"/>
    <w:rsid w:val="00E14EA4"/>
    <w:rsid w:val="00E15843"/>
    <w:rsid w:val="00E15876"/>
    <w:rsid w:val="00E16D74"/>
    <w:rsid w:val="00E20A06"/>
    <w:rsid w:val="00E22CDC"/>
    <w:rsid w:val="00E22EA1"/>
    <w:rsid w:val="00E240B4"/>
    <w:rsid w:val="00E24722"/>
    <w:rsid w:val="00E24C03"/>
    <w:rsid w:val="00E257C8"/>
    <w:rsid w:val="00E26E4A"/>
    <w:rsid w:val="00E30CB1"/>
    <w:rsid w:val="00E30DB6"/>
    <w:rsid w:val="00E31921"/>
    <w:rsid w:val="00E320CD"/>
    <w:rsid w:val="00E324BF"/>
    <w:rsid w:val="00E3257C"/>
    <w:rsid w:val="00E33302"/>
    <w:rsid w:val="00E33378"/>
    <w:rsid w:val="00E3569F"/>
    <w:rsid w:val="00E3628C"/>
    <w:rsid w:val="00E370C5"/>
    <w:rsid w:val="00E419DF"/>
    <w:rsid w:val="00E41F02"/>
    <w:rsid w:val="00E42363"/>
    <w:rsid w:val="00E44B5B"/>
    <w:rsid w:val="00E456CD"/>
    <w:rsid w:val="00E458A3"/>
    <w:rsid w:val="00E465AE"/>
    <w:rsid w:val="00E47DE9"/>
    <w:rsid w:val="00E47F4F"/>
    <w:rsid w:val="00E50167"/>
    <w:rsid w:val="00E50808"/>
    <w:rsid w:val="00E5189C"/>
    <w:rsid w:val="00E519A0"/>
    <w:rsid w:val="00E53114"/>
    <w:rsid w:val="00E539D3"/>
    <w:rsid w:val="00E54AA6"/>
    <w:rsid w:val="00E553A8"/>
    <w:rsid w:val="00E57215"/>
    <w:rsid w:val="00E6246E"/>
    <w:rsid w:val="00E62F46"/>
    <w:rsid w:val="00E642F5"/>
    <w:rsid w:val="00E649C3"/>
    <w:rsid w:val="00E64FC5"/>
    <w:rsid w:val="00E65B1F"/>
    <w:rsid w:val="00E716D7"/>
    <w:rsid w:val="00E71D5C"/>
    <w:rsid w:val="00E71D8E"/>
    <w:rsid w:val="00E72FB7"/>
    <w:rsid w:val="00E73FEE"/>
    <w:rsid w:val="00E75656"/>
    <w:rsid w:val="00E756BB"/>
    <w:rsid w:val="00E758F9"/>
    <w:rsid w:val="00E7642C"/>
    <w:rsid w:val="00E77736"/>
    <w:rsid w:val="00E815D7"/>
    <w:rsid w:val="00E819A2"/>
    <w:rsid w:val="00E832AF"/>
    <w:rsid w:val="00E83BA3"/>
    <w:rsid w:val="00E8529A"/>
    <w:rsid w:val="00E85D0C"/>
    <w:rsid w:val="00E85D67"/>
    <w:rsid w:val="00E8646E"/>
    <w:rsid w:val="00E86BF1"/>
    <w:rsid w:val="00E903B4"/>
    <w:rsid w:val="00E91858"/>
    <w:rsid w:val="00E9194B"/>
    <w:rsid w:val="00E9290A"/>
    <w:rsid w:val="00E946EB"/>
    <w:rsid w:val="00E95D37"/>
    <w:rsid w:val="00E96628"/>
    <w:rsid w:val="00E96D25"/>
    <w:rsid w:val="00E973DB"/>
    <w:rsid w:val="00E974A0"/>
    <w:rsid w:val="00EA0302"/>
    <w:rsid w:val="00EA045C"/>
    <w:rsid w:val="00EA08E6"/>
    <w:rsid w:val="00EA0971"/>
    <w:rsid w:val="00EA1F17"/>
    <w:rsid w:val="00EA2DB9"/>
    <w:rsid w:val="00EA3C57"/>
    <w:rsid w:val="00EA61B8"/>
    <w:rsid w:val="00EA6608"/>
    <w:rsid w:val="00EA6E22"/>
    <w:rsid w:val="00EA7492"/>
    <w:rsid w:val="00EB1776"/>
    <w:rsid w:val="00EB2469"/>
    <w:rsid w:val="00EB2C79"/>
    <w:rsid w:val="00EB46AB"/>
    <w:rsid w:val="00EB46CD"/>
    <w:rsid w:val="00EB5A59"/>
    <w:rsid w:val="00EB6895"/>
    <w:rsid w:val="00EB6A96"/>
    <w:rsid w:val="00EB7D46"/>
    <w:rsid w:val="00EB7F11"/>
    <w:rsid w:val="00EC01D8"/>
    <w:rsid w:val="00EC0268"/>
    <w:rsid w:val="00EC1354"/>
    <w:rsid w:val="00EC1D6F"/>
    <w:rsid w:val="00EC32D4"/>
    <w:rsid w:val="00EC3A9E"/>
    <w:rsid w:val="00EC3EB8"/>
    <w:rsid w:val="00EC4A97"/>
    <w:rsid w:val="00EC4AC9"/>
    <w:rsid w:val="00EC6076"/>
    <w:rsid w:val="00EC6899"/>
    <w:rsid w:val="00EC78BE"/>
    <w:rsid w:val="00ED0D98"/>
    <w:rsid w:val="00ED20FF"/>
    <w:rsid w:val="00ED2A40"/>
    <w:rsid w:val="00ED2EC7"/>
    <w:rsid w:val="00ED34D1"/>
    <w:rsid w:val="00ED34E9"/>
    <w:rsid w:val="00ED3AB8"/>
    <w:rsid w:val="00ED3B6E"/>
    <w:rsid w:val="00ED4C6F"/>
    <w:rsid w:val="00ED5AE8"/>
    <w:rsid w:val="00ED5BF6"/>
    <w:rsid w:val="00ED6198"/>
    <w:rsid w:val="00EE08F6"/>
    <w:rsid w:val="00EE131D"/>
    <w:rsid w:val="00EE1B87"/>
    <w:rsid w:val="00EE1E42"/>
    <w:rsid w:val="00EE3EB0"/>
    <w:rsid w:val="00EE3F76"/>
    <w:rsid w:val="00EE4DDC"/>
    <w:rsid w:val="00EE644B"/>
    <w:rsid w:val="00EF1832"/>
    <w:rsid w:val="00EF1ABA"/>
    <w:rsid w:val="00EF1CD3"/>
    <w:rsid w:val="00EF1CE3"/>
    <w:rsid w:val="00EF1DBC"/>
    <w:rsid w:val="00EF3067"/>
    <w:rsid w:val="00EF3E9E"/>
    <w:rsid w:val="00EF5504"/>
    <w:rsid w:val="00EF7F91"/>
    <w:rsid w:val="00F01AFD"/>
    <w:rsid w:val="00F04AC8"/>
    <w:rsid w:val="00F05595"/>
    <w:rsid w:val="00F056B7"/>
    <w:rsid w:val="00F0689D"/>
    <w:rsid w:val="00F07160"/>
    <w:rsid w:val="00F11658"/>
    <w:rsid w:val="00F11723"/>
    <w:rsid w:val="00F13095"/>
    <w:rsid w:val="00F13C38"/>
    <w:rsid w:val="00F1465F"/>
    <w:rsid w:val="00F15B6A"/>
    <w:rsid w:val="00F1617D"/>
    <w:rsid w:val="00F167D9"/>
    <w:rsid w:val="00F16F64"/>
    <w:rsid w:val="00F16FF2"/>
    <w:rsid w:val="00F175BD"/>
    <w:rsid w:val="00F213CA"/>
    <w:rsid w:val="00F2229E"/>
    <w:rsid w:val="00F22E6D"/>
    <w:rsid w:val="00F246A3"/>
    <w:rsid w:val="00F25513"/>
    <w:rsid w:val="00F25582"/>
    <w:rsid w:val="00F25751"/>
    <w:rsid w:val="00F26441"/>
    <w:rsid w:val="00F2680F"/>
    <w:rsid w:val="00F30383"/>
    <w:rsid w:val="00F303A1"/>
    <w:rsid w:val="00F30C08"/>
    <w:rsid w:val="00F319F4"/>
    <w:rsid w:val="00F32269"/>
    <w:rsid w:val="00F32D0F"/>
    <w:rsid w:val="00F33015"/>
    <w:rsid w:val="00F333EB"/>
    <w:rsid w:val="00F335E6"/>
    <w:rsid w:val="00F33612"/>
    <w:rsid w:val="00F33C86"/>
    <w:rsid w:val="00F343FD"/>
    <w:rsid w:val="00F34E68"/>
    <w:rsid w:val="00F356B7"/>
    <w:rsid w:val="00F35F51"/>
    <w:rsid w:val="00F36820"/>
    <w:rsid w:val="00F37D29"/>
    <w:rsid w:val="00F40A5C"/>
    <w:rsid w:val="00F4355E"/>
    <w:rsid w:val="00F43F19"/>
    <w:rsid w:val="00F44C56"/>
    <w:rsid w:val="00F45882"/>
    <w:rsid w:val="00F465CE"/>
    <w:rsid w:val="00F478E8"/>
    <w:rsid w:val="00F5012B"/>
    <w:rsid w:val="00F50907"/>
    <w:rsid w:val="00F51634"/>
    <w:rsid w:val="00F5240A"/>
    <w:rsid w:val="00F54577"/>
    <w:rsid w:val="00F55876"/>
    <w:rsid w:val="00F55E10"/>
    <w:rsid w:val="00F56433"/>
    <w:rsid w:val="00F566B5"/>
    <w:rsid w:val="00F57E74"/>
    <w:rsid w:val="00F57F5A"/>
    <w:rsid w:val="00F62304"/>
    <w:rsid w:val="00F624F0"/>
    <w:rsid w:val="00F62CE5"/>
    <w:rsid w:val="00F630C1"/>
    <w:rsid w:val="00F63278"/>
    <w:rsid w:val="00F64D47"/>
    <w:rsid w:val="00F653E5"/>
    <w:rsid w:val="00F6568D"/>
    <w:rsid w:val="00F65C30"/>
    <w:rsid w:val="00F674FD"/>
    <w:rsid w:val="00F67D56"/>
    <w:rsid w:val="00F71F28"/>
    <w:rsid w:val="00F7253E"/>
    <w:rsid w:val="00F734B6"/>
    <w:rsid w:val="00F747C4"/>
    <w:rsid w:val="00F74A4F"/>
    <w:rsid w:val="00F7663C"/>
    <w:rsid w:val="00F7705D"/>
    <w:rsid w:val="00F77412"/>
    <w:rsid w:val="00F77C71"/>
    <w:rsid w:val="00F83B3C"/>
    <w:rsid w:val="00F84997"/>
    <w:rsid w:val="00F86D04"/>
    <w:rsid w:val="00F86E60"/>
    <w:rsid w:val="00F92FD1"/>
    <w:rsid w:val="00F931BF"/>
    <w:rsid w:val="00F95DBF"/>
    <w:rsid w:val="00F97B6D"/>
    <w:rsid w:val="00FA11DE"/>
    <w:rsid w:val="00FA2CB3"/>
    <w:rsid w:val="00FA3F4B"/>
    <w:rsid w:val="00FA55DD"/>
    <w:rsid w:val="00FA68A1"/>
    <w:rsid w:val="00FA6BDE"/>
    <w:rsid w:val="00FA767F"/>
    <w:rsid w:val="00FA7796"/>
    <w:rsid w:val="00FA7F3F"/>
    <w:rsid w:val="00FB0658"/>
    <w:rsid w:val="00FB0C6B"/>
    <w:rsid w:val="00FB0D63"/>
    <w:rsid w:val="00FB1231"/>
    <w:rsid w:val="00FB1C72"/>
    <w:rsid w:val="00FB22C4"/>
    <w:rsid w:val="00FB35B5"/>
    <w:rsid w:val="00FB3E6C"/>
    <w:rsid w:val="00FB69D4"/>
    <w:rsid w:val="00FB6D30"/>
    <w:rsid w:val="00FC01A1"/>
    <w:rsid w:val="00FC0F2A"/>
    <w:rsid w:val="00FC25E9"/>
    <w:rsid w:val="00FC2F35"/>
    <w:rsid w:val="00FC3AF7"/>
    <w:rsid w:val="00FC3E3C"/>
    <w:rsid w:val="00FC4495"/>
    <w:rsid w:val="00FC4B70"/>
    <w:rsid w:val="00FC53B3"/>
    <w:rsid w:val="00FC5E41"/>
    <w:rsid w:val="00FC6B66"/>
    <w:rsid w:val="00FC6BA3"/>
    <w:rsid w:val="00FC74B1"/>
    <w:rsid w:val="00FD0BC7"/>
    <w:rsid w:val="00FD1F67"/>
    <w:rsid w:val="00FD374F"/>
    <w:rsid w:val="00FD3752"/>
    <w:rsid w:val="00FD3878"/>
    <w:rsid w:val="00FD3F11"/>
    <w:rsid w:val="00FD4E14"/>
    <w:rsid w:val="00FD4E96"/>
    <w:rsid w:val="00FD569A"/>
    <w:rsid w:val="00FD5781"/>
    <w:rsid w:val="00FE0A89"/>
    <w:rsid w:val="00FE1338"/>
    <w:rsid w:val="00FE14EF"/>
    <w:rsid w:val="00FE1666"/>
    <w:rsid w:val="00FE4BE6"/>
    <w:rsid w:val="00FE6416"/>
    <w:rsid w:val="00FE7818"/>
    <w:rsid w:val="00FE7F49"/>
    <w:rsid w:val="00FF155D"/>
    <w:rsid w:val="00FF1F7C"/>
    <w:rsid w:val="00FF4688"/>
    <w:rsid w:val="00FF486E"/>
    <w:rsid w:val="00FF4F42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61ABEF"/>
  <w15:docId w15:val="{01CA3B96-1540-4087-A30D-FF12E554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E2EBB"/>
    <w:pPr>
      <w:spacing w:after="120"/>
    </w:pPr>
    <w:rPr>
      <w:rFonts w:ascii="Century Gothic" w:hAnsi="Century Gothic" w:cs="Arial"/>
      <w:sz w:val="22"/>
      <w:lang w:eastAsia="en-US"/>
    </w:rPr>
  </w:style>
  <w:style w:type="paragraph" w:styleId="Titolo1">
    <w:name w:val="heading 1"/>
    <w:basedOn w:val="Normale"/>
    <w:next w:val="Normale"/>
    <w:link w:val="Titolo1Carattere"/>
    <w:autoRedefine/>
    <w:qFormat/>
    <w:rsid w:val="00EF1CD3"/>
    <w:pPr>
      <w:keepNext/>
      <w:keepLines/>
      <w:numPr>
        <w:numId w:val="38"/>
      </w:numPr>
      <w:spacing w:before="240"/>
      <w:outlineLvl w:val="0"/>
    </w:pPr>
    <w:rPr>
      <w:rFonts w:ascii="Trebuchet MS" w:hAnsi="Trebuchet MS"/>
      <w:b/>
      <w:caps/>
      <w:color w:val="006600"/>
      <w:sz w:val="28"/>
      <w:szCs w:val="28"/>
      <w:shd w:val="clear" w:color="auto" w:fill="FFFFFF"/>
    </w:rPr>
  </w:style>
  <w:style w:type="paragraph" w:styleId="Titolo2">
    <w:name w:val="heading 2"/>
    <w:basedOn w:val="Normale"/>
    <w:next w:val="Normale"/>
    <w:link w:val="Titolo2Carattere"/>
    <w:qFormat/>
    <w:rsid w:val="007A430E"/>
    <w:pPr>
      <w:keepNext/>
      <w:keepLines/>
      <w:numPr>
        <w:ilvl w:val="1"/>
        <w:numId w:val="11"/>
      </w:numPr>
      <w:spacing w:before="360" w:after="240"/>
      <w:outlineLvl w:val="1"/>
    </w:pPr>
    <w:rPr>
      <w:b/>
      <w:smallCaps/>
      <w:noProof/>
      <w:color w:val="842136"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A430E"/>
    <w:pPr>
      <w:keepNext/>
      <w:keepLines/>
      <w:numPr>
        <w:ilvl w:val="2"/>
        <w:numId w:val="11"/>
      </w:numPr>
      <w:spacing w:before="240"/>
      <w:outlineLvl w:val="2"/>
    </w:pPr>
    <w:rPr>
      <w:noProof/>
      <w:color w:val="842136"/>
    </w:rPr>
  </w:style>
  <w:style w:type="paragraph" w:styleId="Titolo4">
    <w:name w:val="heading 4"/>
    <w:basedOn w:val="Normale"/>
    <w:next w:val="Normale"/>
    <w:link w:val="Titolo4Carattere"/>
    <w:qFormat/>
    <w:rsid w:val="00CF2184"/>
    <w:pPr>
      <w:keepNext/>
      <w:numPr>
        <w:ilvl w:val="3"/>
        <w:numId w:val="11"/>
      </w:numPr>
      <w:spacing w:before="240"/>
      <w:outlineLvl w:val="3"/>
    </w:pPr>
    <w:rPr>
      <w:b/>
      <w:smallCaps/>
      <w:color w:val="842136"/>
    </w:rPr>
  </w:style>
  <w:style w:type="paragraph" w:styleId="Titolo5">
    <w:name w:val="heading 5"/>
    <w:basedOn w:val="Normale"/>
    <w:next w:val="Normale"/>
    <w:link w:val="Titolo5Carattere"/>
    <w:unhideWhenUsed/>
    <w:qFormat/>
    <w:rsid w:val="00E6246E"/>
    <w:pPr>
      <w:numPr>
        <w:ilvl w:val="4"/>
        <w:numId w:val="1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Titolo60">
    <w:name w:val="heading 6"/>
    <w:basedOn w:val="Normale"/>
    <w:next w:val="Normale"/>
    <w:link w:val="Titolo6Carattere"/>
    <w:unhideWhenUsed/>
    <w:qFormat/>
    <w:rsid w:val="00E6246E"/>
    <w:pPr>
      <w:numPr>
        <w:ilvl w:val="5"/>
        <w:numId w:val="11"/>
      </w:numPr>
      <w:spacing w:before="24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nhideWhenUsed/>
    <w:qFormat/>
    <w:rsid w:val="00E6246E"/>
    <w:pPr>
      <w:numPr>
        <w:ilvl w:val="6"/>
        <w:numId w:val="11"/>
      </w:numPr>
      <w:spacing w:before="240"/>
      <w:outlineLvl w:val="6"/>
    </w:pPr>
    <w:rPr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E6246E"/>
    <w:pPr>
      <w:numPr>
        <w:ilvl w:val="7"/>
        <w:numId w:val="11"/>
      </w:numPr>
      <w:spacing w:before="240"/>
      <w:outlineLvl w:val="7"/>
    </w:pPr>
    <w:rPr>
      <w:i/>
      <w:iCs/>
      <w:sz w:val="24"/>
    </w:rPr>
  </w:style>
  <w:style w:type="paragraph" w:styleId="Titolo9">
    <w:name w:val="heading 9"/>
    <w:basedOn w:val="Normale"/>
    <w:next w:val="Normale"/>
    <w:link w:val="Titolo9Carattere"/>
    <w:unhideWhenUsed/>
    <w:qFormat/>
    <w:rsid w:val="00E6246E"/>
    <w:pPr>
      <w:numPr>
        <w:ilvl w:val="8"/>
        <w:numId w:val="11"/>
      </w:numPr>
      <w:spacing w:before="24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autoRedefine/>
    <w:uiPriority w:val="39"/>
    <w:qFormat/>
    <w:rsid w:val="006636B9"/>
    <w:pPr>
      <w:tabs>
        <w:tab w:val="left" w:pos="1134"/>
        <w:tab w:val="right" w:leader="dot" w:pos="9072"/>
      </w:tabs>
      <w:ind w:firstLine="567"/>
    </w:pPr>
  </w:style>
  <w:style w:type="paragraph" w:styleId="Sommario3">
    <w:name w:val="toc 3"/>
    <w:basedOn w:val="Normale"/>
    <w:next w:val="Normale"/>
    <w:autoRedefine/>
    <w:uiPriority w:val="39"/>
    <w:qFormat/>
    <w:rsid w:val="00E71D5C"/>
    <w:pPr>
      <w:tabs>
        <w:tab w:val="left" w:pos="1134"/>
        <w:tab w:val="right" w:leader="dot" w:pos="9072"/>
      </w:tabs>
      <w:ind w:left="1145" w:hanging="663"/>
    </w:pPr>
    <w:rPr>
      <w:i/>
    </w:rPr>
  </w:style>
  <w:style w:type="paragraph" w:styleId="Sommario1">
    <w:name w:val="toc 1"/>
    <w:basedOn w:val="Normale"/>
    <w:next w:val="Normale"/>
    <w:autoRedefine/>
    <w:uiPriority w:val="39"/>
    <w:qFormat/>
    <w:rsid w:val="006636B9"/>
    <w:pPr>
      <w:tabs>
        <w:tab w:val="right" w:leader="dot" w:pos="9072"/>
      </w:tabs>
      <w:ind w:left="567" w:right="-2" w:hanging="567"/>
    </w:pPr>
    <w:rPr>
      <w:b/>
      <w:caps/>
      <w:sz w:val="24"/>
    </w:rPr>
  </w:style>
  <w:style w:type="paragraph" w:styleId="Intestazione">
    <w:name w:val="header"/>
    <w:basedOn w:val="Normale"/>
    <w:link w:val="IntestazioneCarattere"/>
    <w:rsid w:val="00917395"/>
    <w:pPr>
      <w:tabs>
        <w:tab w:val="center" w:pos="4819"/>
        <w:tab w:val="right" w:pos="9638"/>
      </w:tabs>
    </w:pPr>
  </w:style>
  <w:style w:type="paragraph" w:styleId="Pidipagina">
    <w:name w:val="footer"/>
    <w:aliases w:val="Piè di pagina Carattere1,Piè di pagina Carattere Carattere"/>
    <w:basedOn w:val="Normale"/>
    <w:link w:val="PidipaginaCarattere"/>
    <w:uiPriority w:val="99"/>
    <w:rsid w:val="0091739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17395"/>
  </w:style>
  <w:style w:type="paragraph" w:customStyle="1" w:styleId="A">
    <w:name w:val="A"/>
    <w:basedOn w:val="Normale"/>
    <w:rsid w:val="00917395"/>
    <w:rPr>
      <w:sz w:val="24"/>
    </w:rPr>
  </w:style>
  <w:style w:type="paragraph" w:customStyle="1" w:styleId="Da">
    <w:name w:val="Da"/>
    <w:basedOn w:val="Normale"/>
    <w:rsid w:val="00917395"/>
    <w:pPr>
      <w:widowControl w:val="0"/>
    </w:pPr>
    <w:rPr>
      <w:sz w:val="24"/>
    </w:rPr>
  </w:style>
  <w:style w:type="paragraph" w:styleId="Formuladiapertura">
    <w:name w:val="Salutation"/>
    <w:basedOn w:val="Normale"/>
    <w:next w:val="Normale"/>
    <w:rsid w:val="00917395"/>
    <w:rPr>
      <w:rFonts w:ascii="Times New Roman" w:hAnsi="Times New Roman"/>
      <w:sz w:val="24"/>
    </w:rPr>
  </w:style>
  <w:style w:type="table" w:styleId="Grigliatabella">
    <w:name w:val="Table Grid"/>
    <w:basedOn w:val="Tabellanormale"/>
    <w:uiPriority w:val="59"/>
    <w:rsid w:val="0072355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672D2"/>
    <w:pPr>
      <w:autoSpaceDE w:val="0"/>
      <w:autoSpaceDN w:val="0"/>
      <w:adjustRightInd w:val="0"/>
    </w:pPr>
    <w:rPr>
      <w:rFonts w:ascii="MGHDJ K+ Myriad" w:hAnsi="MGHDJ K+ Myriad" w:cs="MGHDJ K+ Myriad"/>
      <w:color w:val="000000"/>
      <w:sz w:val="24"/>
      <w:szCs w:val="24"/>
      <w:lang w:eastAsia="en-US"/>
    </w:rPr>
  </w:style>
  <w:style w:type="character" w:styleId="Enfasigrassetto">
    <w:name w:val="Strong"/>
    <w:qFormat/>
    <w:rsid w:val="00334998"/>
    <w:rPr>
      <w:rFonts w:ascii="Calibri" w:hAnsi="Calibri"/>
      <w:b/>
      <w:bCs/>
    </w:rPr>
  </w:style>
  <w:style w:type="character" w:styleId="Collegamentoipertestuale">
    <w:name w:val="Hyperlink"/>
    <w:uiPriority w:val="99"/>
    <w:unhideWhenUsed/>
    <w:rsid w:val="00CF2184"/>
    <w:rPr>
      <w:rFonts w:ascii="Calibri" w:hAnsi="Calibri"/>
      <w:color w:val="155656"/>
      <w:u w:val="single"/>
    </w:rPr>
  </w:style>
  <w:style w:type="paragraph" w:styleId="Testofumetto">
    <w:name w:val="Balloon Text"/>
    <w:basedOn w:val="Normale"/>
    <w:link w:val="TestofumettoCarattere"/>
    <w:uiPriority w:val="99"/>
    <w:rsid w:val="00CE6A6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CE6A6A"/>
    <w:rPr>
      <w:rFonts w:ascii="Tahoma" w:hAnsi="Tahoma" w:cs="Tahoma"/>
      <w:noProof/>
      <w:sz w:val="16"/>
      <w:szCs w:val="16"/>
    </w:rPr>
  </w:style>
  <w:style w:type="paragraph" w:customStyle="1" w:styleId="titletab">
    <w:name w:val="titletab"/>
    <w:basedOn w:val="Normale"/>
    <w:rsid w:val="00C271AD"/>
    <w:pPr>
      <w:keepLines/>
      <w:widowControl w:val="0"/>
      <w:jc w:val="center"/>
    </w:pPr>
    <w:rPr>
      <w:b/>
      <w:lang w:eastAsia="zh-CN"/>
    </w:rPr>
  </w:style>
  <w:style w:type="paragraph" w:customStyle="1" w:styleId="Stile1">
    <w:name w:val="Stile1"/>
    <w:basedOn w:val="Normale"/>
    <w:link w:val="Stile1Carattere"/>
    <w:autoRedefine/>
    <w:qFormat/>
    <w:rsid w:val="000A27B1"/>
    <w:pPr>
      <w:ind w:leftChars="810" w:left="1782"/>
      <w:jc w:val="center"/>
    </w:pPr>
    <w:rPr>
      <w:i/>
      <w:color w:val="808080"/>
    </w:rPr>
  </w:style>
  <w:style w:type="paragraph" w:styleId="Titolo">
    <w:name w:val="Title"/>
    <w:basedOn w:val="Normale"/>
    <w:link w:val="TitoloCarattere"/>
    <w:qFormat/>
    <w:rsid w:val="00E53114"/>
    <w:pPr>
      <w:jc w:val="center"/>
    </w:pPr>
    <w:rPr>
      <w:color w:val="882345"/>
      <w:sz w:val="40"/>
      <w:szCs w:val="40"/>
    </w:rPr>
  </w:style>
  <w:style w:type="character" w:customStyle="1" w:styleId="TitoloCarattere">
    <w:name w:val="Titolo Carattere"/>
    <w:link w:val="Titolo"/>
    <w:rsid w:val="00E53114"/>
    <w:rPr>
      <w:rFonts w:ascii="HelveticaNeueLT Std" w:hAnsi="HelveticaNeueLT Std" w:cs="Arial"/>
      <w:color w:val="882345"/>
      <w:sz w:val="40"/>
      <w:szCs w:val="40"/>
    </w:rPr>
  </w:style>
  <w:style w:type="paragraph" w:customStyle="1" w:styleId="TTITOLOCOPERTINA">
    <w:name w:val="TTITOLO COPERTINA"/>
    <w:basedOn w:val="Titolo"/>
    <w:rsid w:val="00106779"/>
  </w:style>
  <w:style w:type="paragraph" w:styleId="Sommario4">
    <w:name w:val="toc 4"/>
    <w:basedOn w:val="Normale"/>
    <w:next w:val="Normale"/>
    <w:autoRedefine/>
    <w:unhideWhenUsed/>
    <w:rsid w:val="000D4F8B"/>
    <w:pPr>
      <w:ind w:left="720"/>
    </w:pPr>
  </w:style>
  <w:style w:type="character" w:customStyle="1" w:styleId="PidipaginaCarattere">
    <w:name w:val="Piè di pagina Carattere"/>
    <w:aliases w:val="Piè di pagina Carattere1 Carattere,Piè di pagina Carattere Carattere Carattere"/>
    <w:link w:val="Pidipagina"/>
    <w:uiPriority w:val="99"/>
    <w:locked/>
    <w:rsid w:val="007A5ABB"/>
    <w:rPr>
      <w:sz w:val="24"/>
      <w:szCs w:val="24"/>
    </w:rPr>
  </w:style>
  <w:style w:type="paragraph" w:styleId="Citazione">
    <w:name w:val="Quote"/>
    <w:aliases w:val="Titolo tabella"/>
    <w:basedOn w:val="Normale"/>
    <w:next w:val="Normale"/>
    <w:link w:val="CitazioneCarattere"/>
    <w:qFormat/>
    <w:rsid w:val="00E53114"/>
    <w:pPr>
      <w:jc w:val="center"/>
    </w:pPr>
    <w:rPr>
      <w:i/>
      <w:iCs/>
      <w:color w:val="595959"/>
      <w:sz w:val="18"/>
      <w:szCs w:val="18"/>
    </w:rPr>
  </w:style>
  <w:style w:type="character" w:customStyle="1" w:styleId="CitazioneCarattere">
    <w:name w:val="Citazione Carattere"/>
    <w:aliases w:val="Titolo tabella Carattere"/>
    <w:link w:val="Citazione"/>
    <w:uiPriority w:val="29"/>
    <w:rsid w:val="00E53114"/>
    <w:rPr>
      <w:rFonts w:ascii="HelveticaNeueLT Std" w:hAnsi="HelveticaNeueLT Std" w:cs="Arial"/>
      <w:i/>
      <w:iCs/>
      <w:color w:val="595959"/>
      <w:sz w:val="18"/>
      <w:szCs w:val="18"/>
      <w:lang w:val="en-GB"/>
    </w:rPr>
  </w:style>
  <w:style w:type="character" w:customStyle="1" w:styleId="Titolo5Carattere">
    <w:name w:val="Titolo 5 Carattere"/>
    <w:link w:val="Titolo5"/>
    <w:rsid w:val="00917062"/>
    <w:rPr>
      <w:rFonts w:ascii="Century Gothic" w:hAnsi="Century Gothic" w:cs="Arial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link w:val="Titolo60"/>
    <w:rsid w:val="00917062"/>
    <w:rPr>
      <w:rFonts w:ascii="Century Gothic" w:hAnsi="Century Gothic" w:cs="Arial"/>
      <w:b/>
      <w:bCs/>
      <w:sz w:val="22"/>
      <w:lang w:eastAsia="en-US"/>
    </w:rPr>
  </w:style>
  <w:style w:type="character" w:customStyle="1" w:styleId="Titolo7Carattere">
    <w:name w:val="Titolo 7 Carattere"/>
    <w:link w:val="Titolo7"/>
    <w:rsid w:val="00917062"/>
    <w:rPr>
      <w:rFonts w:ascii="Century Gothic" w:hAnsi="Century Gothic" w:cs="Arial"/>
      <w:sz w:val="24"/>
      <w:lang w:eastAsia="en-US"/>
    </w:rPr>
  </w:style>
  <w:style w:type="character" w:customStyle="1" w:styleId="Titolo8Carattere">
    <w:name w:val="Titolo 8 Carattere"/>
    <w:link w:val="Titolo8"/>
    <w:rsid w:val="00917062"/>
    <w:rPr>
      <w:rFonts w:ascii="Century Gothic" w:hAnsi="Century Gothic" w:cs="Arial"/>
      <w:i/>
      <w:iCs/>
      <w:sz w:val="24"/>
      <w:lang w:eastAsia="en-US"/>
    </w:rPr>
  </w:style>
  <w:style w:type="character" w:customStyle="1" w:styleId="Titolo9Carattere">
    <w:name w:val="Titolo 9 Carattere"/>
    <w:link w:val="Titolo9"/>
    <w:rsid w:val="00917062"/>
    <w:rPr>
      <w:rFonts w:ascii="Cambria" w:hAnsi="Cambria" w:cs="Arial"/>
      <w:sz w:val="22"/>
      <w:lang w:eastAsia="en-US"/>
    </w:rPr>
  </w:style>
  <w:style w:type="paragraph" w:styleId="Sommario6">
    <w:name w:val="toc 6"/>
    <w:basedOn w:val="Normale"/>
    <w:next w:val="Normale"/>
    <w:autoRedefine/>
    <w:unhideWhenUsed/>
    <w:rsid w:val="00AC545A"/>
    <w:pPr>
      <w:ind w:left="1100"/>
    </w:pPr>
  </w:style>
  <w:style w:type="paragraph" w:customStyle="1" w:styleId="Fonte">
    <w:name w:val="Fonte"/>
    <w:basedOn w:val="Normale"/>
    <w:next w:val="Normale"/>
    <w:link w:val="FonteCarattere"/>
    <w:autoRedefine/>
    <w:qFormat/>
    <w:rsid w:val="00E53114"/>
    <w:pPr>
      <w:ind w:left="708" w:hanging="708"/>
      <w:jc w:val="center"/>
    </w:pPr>
    <w:rPr>
      <w:i/>
      <w:sz w:val="16"/>
      <w:szCs w:val="16"/>
    </w:rPr>
  </w:style>
  <w:style w:type="paragraph" w:customStyle="1" w:styleId="Titolofiguregrafici">
    <w:name w:val="Titolo figure grafici"/>
    <w:basedOn w:val="Normale"/>
    <w:rsid w:val="00842096"/>
    <w:pPr>
      <w:tabs>
        <w:tab w:val="num" w:pos="360"/>
      </w:tabs>
      <w:autoSpaceDE w:val="0"/>
      <w:autoSpaceDN w:val="0"/>
      <w:adjustRightInd w:val="0"/>
      <w:spacing w:before="40"/>
      <w:ind w:left="360" w:hanging="360"/>
      <w:jc w:val="center"/>
    </w:pPr>
    <w:rPr>
      <w:rFonts w:ascii="Arial Narrow" w:hAnsi="Arial Narrow"/>
      <w:b/>
      <w:i/>
    </w:rPr>
  </w:style>
  <w:style w:type="paragraph" w:customStyle="1" w:styleId="Paragrafoelenco1">
    <w:name w:val="Paragrafo elenco1"/>
    <w:basedOn w:val="Normale"/>
    <w:rsid w:val="00842096"/>
    <w:pPr>
      <w:spacing w:after="200" w:line="276" w:lineRule="auto"/>
      <w:ind w:left="720"/>
    </w:pPr>
    <w:rPr>
      <w:rFonts w:cs="Calibri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stile,o"/>
    <w:basedOn w:val="Normale"/>
    <w:link w:val="TestonotaapidipaginaCarattere"/>
    <w:uiPriority w:val="99"/>
    <w:rsid w:val="00E53114"/>
    <w:rPr>
      <w:sz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E53114"/>
    <w:rPr>
      <w:rFonts w:ascii="HelveticaNeueLT Std" w:hAnsi="HelveticaNeueLT Std" w:cs="Arial"/>
      <w:sz w:val="18"/>
    </w:rPr>
  </w:style>
  <w:style w:type="character" w:styleId="Rimandonotaapidipagina">
    <w:name w:val="footnote reference"/>
    <w:aliases w:val="Footnote symbol,Voetnootverwijzing,Rimando nota a piè di pagina1"/>
    <w:uiPriority w:val="99"/>
    <w:rsid w:val="00842096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rsid w:val="00842096"/>
    <w:rPr>
      <w:rFonts w:ascii="Arial Narrow" w:hAnsi="Arial Narrow"/>
      <w:sz w:val="24"/>
    </w:rPr>
  </w:style>
  <w:style w:type="character" w:customStyle="1" w:styleId="Corpodeltesto2Carattere">
    <w:name w:val="Corpo del testo 2 Carattere"/>
    <w:link w:val="Corpodeltesto2"/>
    <w:rsid w:val="00842096"/>
    <w:rPr>
      <w:rFonts w:ascii="Arial Narrow" w:hAnsi="Arial Narrow"/>
      <w:sz w:val="24"/>
      <w:szCs w:val="24"/>
    </w:rPr>
  </w:style>
  <w:style w:type="paragraph" w:styleId="Didascalia">
    <w:name w:val="caption"/>
    <w:basedOn w:val="Normale"/>
    <w:next w:val="Normale"/>
    <w:qFormat/>
    <w:rsid w:val="00CB215E"/>
    <w:pPr>
      <w:keepNext/>
      <w:spacing w:after="240"/>
      <w:jc w:val="center"/>
    </w:pPr>
    <w:rPr>
      <w:rFonts w:cs="Calibri"/>
      <w:i/>
      <w:iCs/>
      <w:sz w:val="20"/>
      <w:szCs w:val="16"/>
    </w:rPr>
  </w:style>
  <w:style w:type="paragraph" w:customStyle="1" w:styleId="ACCESStabletext">
    <w:name w:val="ACCESS table text"/>
    <w:basedOn w:val="Normale"/>
    <w:rsid w:val="00842096"/>
    <w:pPr>
      <w:spacing w:before="120"/>
    </w:pPr>
    <w:rPr>
      <w:rFonts w:ascii="Arial" w:hAnsi="Arial"/>
      <w:lang w:eastAsia="de-DE"/>
    </w:rPr>
  </w:style>
  <w:style w:type="paragraph" w:customStyle="1" w:styleId="Titolotabelle">
    <w:name w:val="Titolo tabelle"/>
    <w:basedOn w:val="Normale"/>
    <w:rsid w:val="00842096"/>
    <w:pPr>
      <w:tabs>
        <w:tab w:val="num" w:pos="360"/>
      </w:tabs>
      <w:autoSpaceDE w:val="0"/>
      <w:autoSpaceDN w:val="0"/>
      <w:adjustRightInd w:val="0"/>
      <w:spacing w:before="40"/>
      <w:ind w:left="360" w:hanging="360"/>
      <w:jc w:val="center"/>
    </w:pPr>
    <w:rPr>
      <w:rFonts w:ascii="Arial Narrow" w:hAnsi="Arial Narrow"/>
      <w:b/>
    </w:rPr>
  </w:style>
  <w:style w:type="paragraph" w:customStyle="1" w:styleId="Elencopuntato0">
    <w:name w:val="Elenco puntato"/>
    <w:basedOn w:val="Paragrafoelenco"/>
    <w:next w:val="Normale"/>
    <w:link w:val="ElencopuntatoCarattere"/>
    <w:qFormat/>
    <w:rsid w:val="00E53114"/>
    <w:pPr>
      <w:numPr>
        <w:numId w:val="10"/>
      </w:numPr>
    </w:pPr>
  </w:style>
  <w:style w:type="character" w:customStyle="1" w:styleId="Carattere1">
    <w:name w:val="Carattere1"/>
    <w:semiHidden/>
    <w:rsid w:val="00842096"/>
    <w:rPr>
      <w:rFonts w:ascii="Arial Narrow" w:hAnsi="Arial Narrow"/>
      <w:sz w:val="24"/>
      <w:lang w:val="it-IT" w:eastAsia="it-IT" w:bidi="ar-SA"/>
    </w:rPr>
  </w:style>
  <w:style w:type="paragraph" w:customStyle="1" w:styleId="RespADB">
    <w:name w:val="Resp ADB"/>
    <w:rsid w:val="00842096"/>
    <w:rPr>
      <w:rFonts w:ascii="Garamond" w:hAnsi="Garamond"/>
      <w:smallCaps/>
      <w:noProof/>
      <w:color w:val="800000"/>
      <w:lang w:eastAsia="en-US"/>
    </w:rPr>
  </w:style>
  <w:style w:type="paragraph" w:customStyle="1" w:styleId="Stile5">
    <w:name w:val="Stile5"/>
    <w:basedOn w:val="Normale"/>
    <w:rsid w:val="00842096"/>
    <w:pPr>
      <w:keepNext/>
      <w:widowControl w:val="0"/>
      <w:jc w:val="center"/>
    </w:pPr>
    <w:rPr>
      <w:rFonts w:ascii="Arial Narrow" w:hAnsi="Arial Narrow"/>
      <w:b/>
      <w:noProof/>
      <w:snapToGrid w:val="0"/>
      <w:color w:val="29297B"/>
      <w:sz w:val="18"/>
      <w:szCs w:val="18"/>
    </w:rPr>
  </w:style>
  <w:style w:type="character" w:customStyle="1" w:styleId="StileRespADBNonMaiuscolettoCarattere">
    <w:name w:val="Stile Resp ADB + Non Maiuscoletto Carattere"/>
    <w:rsid w:val="00842096"/>
    <w:rPr>
      <w:rFonts w:ascii="Garamond" w:hAnsi="Garamond"/>
      <w:smallCaps/>
      <w:noProof/>
      <w:color w:val="800000"/>
      <w:lang w:val="it-IT" w:eastAsia="it-IT" w:bidi="ar-SA"/>
    </w:rPr>
  </w:style>
  <w:style w:type="character" w:styleId="Enfasicorsivo">
    <w:name w:val="Emphasis"/>
    <w:qFormat/>
    <w:rsid w:val="00842096"/>
    <w:rPr>
      <w:i/>
      <w:iCs/>
    </w:rPr>
  </w:style>
  <w:style w:type="table" w:styleId="Grigliamedia3-Colore2">
    <w:name w:val="Medium Grid 3 Accent 2"/>
    <w:basedOn w:val="Tabellanormale"/>
    <w:uiPriority w:val="69"/>
    <w:rsid w:val="0084209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7DFDD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627D7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627D7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627D7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627D7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EC0B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EC0BC"/>
      </w:tcPr>
    </w:tblStylePr>
  </w:style>
  <w:style w:type="paragraph" w:styleId="Paragrafoelenco">
    <w:name w:val="List Paragraph"/>
    <w:aliases w:val="Paragrafo elenco puntato"/>
    <w:basedOn w:val="Normale"/>
    <w:link w:val="ParagrafoelencoCarattere"/>
    <w:uiPriority w:val="34"/>
    <w:qFormat/>
    <w:rsid w:val="00F56433"/>
    <w:pPr>
      <w:numPr>
        <w:numId w:val="12"/>
      </w:numPr>
    </w:pPr>
  </w:style>
  <w:style w:type="paragraph" w:styleId="Testonormale">
    <w:name w:val="Plain Text"/>
    <w:basedOn w:val="Normale"/>
    <w:link w:val="TestonormaleCarattere"/>
    <w:semiHidden/>
    <w:unhideWhenUsed/>
    <w:rsid w:val="00907C50"/>
    <w:rPr>
      <w:rFonts w:ascii="Arial" w:eastAsia="Calibri" w:hAnsi="Arial" w:cs="Times"/>
      <w:color w:val="2311A7"/>
      <w:szCs w:val="21"/>
    </w:rPr>
  </w:style>
  <w:style w:type="character" w:customStyle="1" w:styleId="TestonormaleCarattere">
    <w:name w:val="Testo normale Carattere"/>
    <w:link w:val="Testonormale"/>
    <w:semiHidden/>
    <w:rsid w:val="00907C50"/>
    <w:rPr>
      <w:rFonts w:ascii="Arial" w:eastAsia="Calibri" w:hAnsi="Arial" w:cs="Times"/>
      <w:color w:val="2311A7"/>
      <w:sz w:val="22"/>
      <w:szCs w:val="21"/>
    </w:rPr>
  </w:style>
  <w:style w:type="paragraph" w:customStyle="1" w:styleId="nota">
    <w:name w:val="nota"/>
    <w:basedOn w:val="Testonotaapidipagina"/>
    <w:link w:val="notaCarattere"/>
    <w:rsid w:val="00D4136A"/>
  </w:style>
  <w:style w:type="character" w:customStyle="1" w:styleId="notaCarattere">
    <w:name w:val="nota Carattere"/>
    <w:link w:val="nota"/>
    <w:rsid w:val="00D4136A"/>
    <w:rPr>
      <w:rFonts w:ascii="Calibri" w:hAnsi="Calibri" w:cs="Arial"/>
      <w:sz w:val="18"/>
      <w:lang w:eastAsia="en-US"/>
    </w:rPr>
  </w:style>
  <w:style w:type="character" w:customStyle="1" w:styleId="apple-style-span">
    <w:name w:val="apple-style-span"/>
    <w:basedOn w:val="Carpredefinitoparagrafo"/>
    <w:rsid w:val="005A233E"/>
  </w:style>
  <w:style w:type="table" w:customStyle="1" w:styleId="Sfondochiaro1">
    <w:name w:val="Sfondo chiaro1"/>
    <w:basedOn w:val="Tabellanormale"/>
    <w:uiPriority w:val="60"/>
    <w:rsid w:val="00023AD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fondochiaro-Colore11">
    <w:name w:val="Sfondo chiaro - Colore 11"/>
    <w:basedOn w:val="Tabellanormale"/>
    <w:uiPriority w:val="60"/>
    <w:rsid w:val="00023ADF"/>
    <w:rPr>
      <w:color w:val="651A33"/>
    </w:rPr>
    <w:tblPr>
      <w:tblStyleRowBandSize w:val="1"/>
      <w:tblStyleColBandSize w:val="1"/>
      <w:tblBorders>
        <w:top w:val="single" w:sz="8" w:space="0" w:color="882345"/>
        <w:bottom w:val="single" w:sz="8" w:space="0" w:color="88234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2345"/>
          <w:left w:val="nil"/>
          <w:bottom w:val="single" w:sz="8" w:space="0" w:color="88234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2345"/>
          <w:left w:val="nil"/>
          <w:bottom w:val="single" w:sz="8" w:space="0" w:color="88234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C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BCCC"/>
      </w:tcPr>
    </w:tblStylePr>
  </w:style>
  <w:style w:type="table" w:styleId="Sfondochiaro-Colore2">
    <w:name w:val="Light Shading Accent 2"/>
    <w:basedOn w:val="Tabellanormale"/>
    <w:uiPriority w:val="60"/>
    <w:rsid w:val="00023ADF"/>
    <w:rPr>
      <w:color w:val="495D59"/>
    </w:rPr>
    <w:tblPr>
      <w:tblStyleRowBandSize w:val="1"/>
      <w:tblStyleColBandSize w:val="1"/>
      <w:tblBorders>
        <w:top w:val="single" w:sz="8" w:space="0" w:color="627D77"/>
        <w:bottom w:val="single" w:sz="8" w:space="0" w:color="627D7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7D77"/>
          <w:left w:val="nil"/>
          <w:bottom w:val="single" w:sz="8" w:space="0" w:color="627D7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7D77"/>
          <w:left w:val="nil"/>
          <w:bottom w:val="single" w:sz="8" w:space="0" w:color="627D7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FDD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FDD"/>
      </w:tcPr>
    </w:tblStylePr>
  </w:style>
  <w:style w:type="table" w:styleId="Sfondochiaro-Colore3">
    <w:name w:val="Light Shading Accent 3"/>
    <w:basedOn w:val="Tabellanormale"/>
    <w:uiPriority w:val="60"/>
    <w:rsid w:val="00023ADF"/>
    <w:rPr>
      <w:color w:val="003C55"/>
    </w:rPr>
    <w:tblPr>
      <w:tblStyleRowBandSize w:val="1"/>
      <w:tblStyleColBandSize w:val="1"/>
      <w:tblBorders>
        <w:top w:val="single" w:sz="8" w:space="0" w:color="005172"/>
        <w:bottom w:val="single" w:sz="8" w:space="0" w:color="00517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172"/>
          <w:left w:val="nil"/>
          <w:bottom w:val="single" w:sz="8" w:space="0" w:color="0051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172"/>
          <w:left w:val="nil"/>
          <w:bottom w:val="single" w:sz="8" w:space="0" w:color="0051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E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E2FF"/>
      </w:tcPr>
    </w:tblStylePr>
  </w:style>
  <w:style w:type="table" w:styleId="Sfondochiaro-Colore4">
    <w:name w:val="Light Shading Accent 4"/>
    <w:basedOn w:val="Tabellanormale"/>
    <w:uiPriority w:val="60"/>
    <w:rsid w:val="00023ADF"/>
    <w:rPr>
      <w:color w:val="816500"/>
    </w:rPr>
    <w:tblPr>
      <w:tblStyleRowBandSize w:val="1"/>
      <w:tblStyleColBandSize w:val="1"/>
      <w:tblBorders>
        <w:top w:val="single" w:sz="8" w:space="0" w:color="AD8800"/>
        <w:bottom w:val="single" w:sz="8" w:space="0" w:color="AD88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8800"/>
          <w:left w:val="nil"/>
          <w:bottom w:val="single" w:sz="8" w:space="0" w:color="AD88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D8800"/>
          <w:left w:val="nil"/>
          <w:bottom w:val="single" w:sz="8" w:space="0" w:color="AD88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DA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DAB"/>
      </w:tcPr>
    </w:tblStylePr>
  </w:style>
  <w:style w:type="table" w:styleId="Sfondochiaro-Colore5">
    <w:name w:val="Light Shading Accent 5"/>
    <w:basedOn w:val="Tabellanormale"/>
    <w:uiPriority w:val="60"/>
    <w:rsid w:val="00023ADF"/>
    <w:rPr>
      <w:color w:val="975800"/>
    </w:rPr>
    <w:tblPr>
      <w:tblStyleRowBandSize w:val="1"/>
      <w:tblStyleColBandSize w:val="1"/>
      <w:tblBorders>
        <w:top w:val="single" w:sz="8" w:space="0" w:color="CA7700"/>
        <w:bottom w:val="single" w:sz="8" w:space="0" w:color="CA77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7700"/>
          <w:left w:val="nil"/>
          <w:bottom w:val="single" w:sz="8" w:space="0" w:color="CA77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A7700"/>
          <w:left w:val="nil"/>
          <w:bottom w:val="single" w:sz="8" w:space="0" w:color="CA77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B2"/>
      </w:tcPr>
    </w:tblStylePr>
  </w:style>
  <w:style w:type="paragraph" w:customStyle="1" w:styleId="ttesto">
    <w:name w:val="ttesto"/>
    <w:basedOn w:val="Normale"/>
    <w:rsid w:val="004A266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F8B"/>
    <w:pPr>
      <w:numPr>
        <w:numId w:val="0"/>
      </w:numPr>
      <w:spacing w:before="480" w:line="276" w:lineRule="auto"/>
      <w:outlineLvl w:val="9"/>
    </w:pPr>
    <w:rPr>
      <w:rFonts w:ascii="Calibri" w:hAnsi="Calibri" w:cs="Times New Roman"/>
      <w:bCs/>
      <w:color w:val="651A33"/>
    </w:rPr>
  </w:style>
  <w:style w:type="paragraph" w:styleId="Revisione">
    <w:name w:val="Revision"/>
    <w:hidden/>
    <w:uiPriority w:val="99"/>
    <w:rsid w:val="000D4F8B"/>
    <w:rPr>
      <w:rFonts w:ascii="Calibri" w:hAnsi="Calibri"/>
      <w:sz w:val="22"/>
      <w:szCs w:val="24"/>
      <w:lang w:eastAsia="en-US"/>
    </w:rPr>
  </w:style>
  <w:style w:type="character" w:customStyle="1" w:styleId="Titolo2Carattere">
    <w:name w:val="Titolo 2 Carattere"/>
    <w:link w:val="Titolo2"/>
    <w:rsid w:val="007A430E"/>
    <w:rPr>
      <w:rFonts w:ascii="Century Gothic" w:hAnsi="Century Gothic" w:cs="Arial"/>
      <w:b/>
      <w:smallCaps/>
      <w:noProof/>
      <w:color w:val="842136"/>
      <w:sz w:val="24"/>
      <w:szCs w:val="24"/>
      <w:lang w:eastAsia="en-US"/>
    </w:rPr>
  </w:style>
  <w:style w:type="character" w:customStyle="1" w:styleId="Titolo3Carattere">
    <w:name w:val="Titolo 3 Carattere"/>
    <w:link w:val="Titolo3"/>
    <w:rsid w:val="007A430E"/>
    <w:rPr>
      <w:rFonts w:ascii="Century Gothic" w:hAnsi="Century Gothic" w:cs="Arial"/>
      <w:noProof/>
      <w:color w:val="842136"/>
      <w:sz w:val="22"/>
      <w:lang w:eastAsia="en-US"/>
    </w:rPr>
  </w:style>
  <w:style w:type="character" w:customStyle="1" w:styleId="testo1">
    <w:name w:val="testo1"/>
    <w:rsid w:val="00821091"/>
    <w:rPr>
      <w:rFonts w:ascii="Arial" w:hAnsi="Arial" w:cs="Arial" w:hint="default"/>
      <w:b w:val="0"/>
      <w:b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paragraph" w:styleId="Nessunaspaziatura">
    <w:name w:val="No Spacing"/>
    <w:aliases w:val="numero pagina"/>
    <w:basedOn w:val="Normale"/>
    <w:link w:val="NessunaspaziaturaCarattere"/>
    <w:uiPriority w:val="1"/>
    <w:qFormat/>
    <w:rsid w:val="00E30CB1"/>
    <w:pPr>
      <w:jc w:val="right"/>
    </w:pPr>
    <w:rPr>
      <w:rFonts w:cs="Calibri"/>
      <w:b/>
      <w:color w:val="8D3741"/>
      <w:szCs w:val="28"/>
    </w:rPr>
  </w:style>
  <w:style w:type="character" w:customStyle="1" w:styleId="NessunaspaziaturaCarattere">
    <w:name w:val="Nessuna spaziatura Carattere"/>
    <w:aliases w:val="numero pagina Carattere"/>
    <w:link w:val="Nessunaspaziatura"/>
    <w:locked/>
    <w:rsid w:val="00E30CB1"/>
    <w:rPr>
      <w:rFonts w:ascii="Calibri" w:hAnsi="Calibri" w:cs="Calibri"/>
      <w:b/>
      <w:color w:val="8D3741"/>
      <w:szCs w:val="28"/>
    </w:rPr>
  </w:style>
  <w:style w:type="table" w:styleId="Elencochiaro-Colore2">
    <w:name w:val="Light List Accent 2"/>
    <w:basedOn w:val="Tabellanormale"/>
    <w:uiPriority w:val="61"/>
    <w:rsid w:val="003D468D"/>
    <w:rPr>
      <w:rFonts w:ascii="Calibri" w:hAnsi="Calibri"/>
      <w:sz w:val="18"/>
    </w:rPr>
    <w:tblPr>
      <w:tblStyleRowBandSize w:val="1"/>
      <w:tblStyleColBandSize w:val="1"/>
      <w:tblBorders>
        <w:top w:val="single" w:sz="8" w:space="0" w:color="595959"/>
        <w:left w:val="single" w:sz="8" w:space="0" w:color="595959"/>
        <w:bottom w:val="single" w:sz="8" w:space="0" w:color="595959"/>
        <w:right w:val="single" w:sz="8" w:space="0" w:color="595959"/>
        <w:insideH w:val="single" w:sz="8" w:space="0" w:color="595959"/>
        <w:insideV w:val="single" w:sz="8" w:space="0" w:color="595959"/>
      </w:tblBorders>
    </w:tblPr>
    <w:tcPr>
      <w:shd w:val="clear" w:color="auto" w:fill="FFFFFF"/>
    </w:tcPr>
    <w:tblStylePr w:type="firstRow">
      <w:pPr>
        <w:spacing w:before="0" w:after="0" w:line="240" w:lineRule="auto"/>
        <w:jc w:val="center"/>
      </w:pPr>
      <w:rPr>
        <w:rFonts w:ascii="Calibri" w:hAnsi="Calibri"/>
        <w:b/>
        <w:bCs/>
        <w:i w:val="0"/>
        <w:caps w:val="0"/>
        <w:smallCaps/>
        <w:strike w:val="0"/>
        <w:dstrike w:val="0"/>
        <w:vanish w:val="0"/>
        <w:color w:val="FFFFFF"/>
        <w:sz w:val="18"/>
        <w:vertAlign w:val="baseline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  <w:tl2br w:val="nil"/>
          <w:tr2bl w:val="nil"/>
        </w:tcBorders>
        <w:shd w:val="clear" w:color="auto" w:fill="8D374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7D77"/>
          <w:left w:val="single" w:sz="8" w:space="0" w:color="627D77"/>
          <w:bottom w:val="single" w:sz="8" w:space="0" w:color="627D77"/>
          <w:right w:val="single" w:sz="8" w:space="0" w:color="627D7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7D77"/>
          <w:left w:val="single" w:sz="8" w:space="0" w:color="627D77"/>
          <w:bottom w:val="single" w:sz="8" w:space="0" w:color="627D77"/>
          <w:right w:val="single" w:sz="8" w:space="0" w:color="627D77"/>
        </w:tcBorders>
      </w:tcPr>
    </w:tblStylePr>
    <w:tblStylePr w:type="band1Horz">
      <w:tblPr/>
      <w:tcPr>
        <w:tcBorders>
          <w:top w:val="single" w:sz="8" w:space="0" w:color="627D77"/>
          <w:left w:val="single" w:sz="8" w:space="0" w:color="627D77"/>
          <w:bottom w:val="single" w:sz="8" w:space="0" w:color="627D77"/>
          <w:right w:val="single" w:sz="8" w:space="0" w:color="627D77"/>
        </w:tcBorders>
      </w:tcPr>
    </w:tblStylePr>
  </w:style>
  <w:style w:type="table" w:customStyle="1" w:styleId="Stile2">
    <w:name w:val="Stile2"/>
    <w:basedOn w:val="Tabellanormale"/>
    <w:uiPriority w:val="99"/>
    <w:qFormat/>
    <w:rsid w:val="00F478E8"/>
    <w:tblPr/>
  </w:style>
  <w:style w:type="character" w:styleId="Titolodellibro">
    <w:name w:val="Book Title"/>
    <w:uiPriority w:val="33"/>
    <w:qFormat/>
    <w:rsid w:val="00E41F02"/>
    <w:rPr>
      <w:rFonts w:ascii="Calibri" w:hAnsi="Calibri"/>
      <w:b/>
      <w:bCs/>
      <w:smallCaps/>
      <w:spacing w:val="5"/>
      <w:sz w:val="20"/>
      <w:szCs w:val="20"/>
    </w:rPr>
  </w:style>
  <w:style w:type="paragraph" w:styleId="Indice1">
    <w:name w:val="index 1"/>
    <w:basedOn w:val="Normale"/>
    <w:next w:val="Normale"/>
    <w:uiPriority w:val="99"/>
    <w:semiHidden/>
    <w:rsid w:val="00C51DEA"/>
    <w:pPr>
      <w:spacing w:before="60"/>
    </w:pPr>
    <w:rPr>
      <w:rFonts w:ascii="Tahoma" w:hAnsi="Tahoma"/>
      <w:snapToGrid w:val="0"/>
      <w:color w:val="000000"/>
      <w:lang w:bidi="en-US"/>
    </w:rPr>
  </w:style>
  <w:style w:type="paragraph" w:customStyle="1" w:styleId="frontesp">
    <w:name w:val="frontesp"/>
    <w:basedOn w:val="Titolo1"/>
    <w:rsid w:val="00C51DEA"/>
    <w:pPr>
      <w:numPr>
        <w:numId w:val="0"/>
      </w:numPr>
      <w:jc w:val="center"/>
      <w:outlineLvl w:val="9"/>
    </w:pPr>
    <w:rPr>
      <w:rFonts w:ascii="Tahoma" w:hAnsi="Tahoma"/>
      <w:caps w:val="0"/>
      <w:smallCaps/>
      <w:snapToGrid w:val="0"/>
      <w:color w:val="000000"/>
      <w:spacing w:val="5"/>
      <w:sz w:val="30"/>
      <w:szCs w:val="20"/>
      <w:lang w:bidi="en-US"/>
    </w:rPr>
  </w:style>
  <w:style w:type="paragraph" w:customStyle="1" w:styleId="tabinco">
    <w:name w:val="tab_inco"/>
    <w:basedOn w:val="Normale"/>
    <w:rsid w:val="00C51DEA"/>
    <w:pPr>
      <w:keepLines/>
      <w:spacing w:before="60"/>
      <w:jc w:val="center"/>
    </w:pPr>
    <w:rPr>
      <w:rFonts w:ascii="Tahoma" w:hAnsi="Tahoma"/>
      <w:b/>
      <w:snapToGrid w:val="0"/>
      <w:color w:val="000000"/>
      <w:lang w:bidi="en-US"/>
    </w:rPr>
  </w:style>
  <w:style w:type="paragraph" w:customStyle="1" w:styleId="titolofasi">
    <w:name w:val="titolo fasi"/>
    <w:basedOn w:val="Normale"/>
    <w:rsid w:val="00C51DEA"/>
    <w:pPr>
      <w:numPr>
        <w:numId w:val="1"/>
      </w:numPr>
      <w:spacing w:before="120"/>
    </w:pPr>
    <w:rPr>
      <w:rFonts w:ascii="Tahoma" w:hAnsi="Tahoma"/>
      <w:b/>
      <w:snapToGrid w:val="0"/>
      <w:color w:val="000000"/>
      <w:lang w:bidi="en-US"/>
    </w:rPr>
  </w:style>
  <w:style w:type="character" w:customStyle="1" w:styleId="Titolo1Carattere">
    <w:name w:val="Titolo 1 Carattere"/>
    <w:link w:val="Titolo1"/>
    <w:rsid w:val="00EF1CD3"/>
    <w:rPr>
      <w:rFonts w:ascii="Trebuchet MS" w:hAnsi="Trebuchet MS" w:cs="Arial"/>
      <w:b/>
      <w:caps/>
      <w:color w:val="006600"/>
      <w:sz w:val="28"/>
      <w:szCs w:val="28"/>
      <w:lang w:eastAsia="en-US"/>
    </w:rPr>
  </w:style>
  <w:style w:type="character" w:customStyle="1" w:styleId="Titolo4Carattere">
    <w:name w:val="Titolo 4 Carattere"/>
    <w:link w:val="Titolo4"/>
    <w:rsid w:val="00CF2184"/>
    <w:rPr>
      <w:rFonts w:ascii="Century Gothic" w:hAnsi="Century Gothic" w:cs="Arial"/>
      <w:b/>
      <w:smallCaps/>
      <w:color w:val="842136"/>
      <w:sz w:val="22"/>
      <w:lang w:eastAsia="en-US"/>
    </w:rPr>
  </w:style>
  <w:style w:type="paragraph" w:styleId="Sottotitolo">
    <w:name w:val="Subtitle"/>
    <w:basedOn w:val="Normale"/>
    <w:next w:val="Normale"/>
    <w:link w:val="SottotitoloCarattere"/>
    <w:qFormat/>
    <w:rsid w:val="00C51DEA"/>
    <w:pPr>
      <w:spacing w:after="720"/>
      <w:jc w:val="right"/>
    </w:pPr>
    <w:rPr>
      <w:rFonts w:ascii="Cambria" w:hAnsi="Cambria"/>
      <w:lang w:bidi="en-US"/>
    </w:rPr>
  </w:style>
  <w:style w:type="character" w:customStyle="1" w:styleId="SottotitoloCarattere">
    <w:name w:val="Sottotitolo Carattere"/>
    <w:link w:val="Sottotitolo"/>
    <w:rsid w:val="00C51DEA"/>
    <w:rPr>
      <w:rFonts w:ascii="Cambria" w:hAnsi="Cambria"/>
      <w:sz w:val="22"/>
      <w:szCs w:val="22"/>
      <w:lang w:eastAsia="en-US" w:bidi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C51DEA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bidi="en-US"/>
    </w:rPr>
  </w:style>
  <w:style w:type="character" w:customStyle="1" w:styleId="CitazioneintensaCarattere">
    <w:name w:val="Citazione intensa Carattere"/>
    <w:link w:val="Citazioneintensa"/>
    <w:uiPriority w:val="30"/>
    <w:rsid w:val="00C51DEA"/>
    <w:rPr>
      <w:rFonts w:ascii="Calibri" w:hAnsi="Calibri"/>
      <w:b/>
      <w:i/>
      <w:color w:val="FFFFFF"/>
      <w:sz w:val="22"/>
      <w:shd w:val="clear" w:color="auto" w:fill="C0504D"/>
      <w:lang w:eastAsia="en-US" w:bidi="en-US"/>
    </w:rPr>
  </w:style>
  <w:style w:type="character" w:styleId="Enfasidelicata">
    <w:name w:val="Subtle Emphasis"/>
    <w:uiPriority w:val="19"/>
    <w:rsid w:val="00C51DEA"/>
    <w:rPr>
      <w:i/>
    </w:rPr>
  </w:style>
  <w:style w:type="character" w:styleId="Enfasiintensa">
    <w:name w:val="Intense Emphasis"/>
    <w:uiPriority w:val="21"/>
    <w:rsid w:val="00C51DEA"/>
    <w:rPr>
      <w:b/>
      <w:color w:val="800000"/>
      <w:szCs w:val="22"/>
      <w:lang w:val="it-IT"/>
    </w:rPr>
  </w:style>
  <w:style w:type="paragraph" w:styleId="Sommario5">
    <w:name w:val="toc 5"/>
    <w:basedOn w:val="Normale"/>
    <w:next w:val="Normale"/>
    <w:autoRedefine/>
    <w:unhideWhenUsed/>
    <w:rsid w:val="00C51DEA"/>
    <w:pPr>
      <w:ind w:left="880"/>
    </w:pPr>
    <w:rPr>
      <w:lang w:bidi="en-US"/>
    </w:rPr>
  </w:style>
  <w:style w:type="character" w:customStyle="1" w:styleId="ElencopuntatoCarattere">
    <w:name w:val="Elenco puntato Carattere"/>
    <w:link w:val="Elencopuntato0"/>
    <w:rsid w:val="00E53114"/>
    <w:rPr>
      <w:rFonts w:ascii="Century Gothic" w:hAnsi="Century Gothic" w:cs="Arial"/>
      <w:sz w:val="22"/>
      <w:lang w:eastAsia="en-US"/>
    </w:rPr>
  </w:style>
  <w:style w:type="character" w:customStyle="1" w:styleId="IntestazioneCarattere">
    <w:name w:val="Intestazione Carattere"/>
    <w:link w:val="Intestazione"/>
    <w:rsid w:val="00C51DEA"/>
    <w:rPr>
      <w:rFonts w:ascii="Calibri" w:hAnsi="Calibri"/>
      <w:sz w:val="22"/>
      <w:szCs w:val="24"/>
    </w:rPr>
  </w:style>
  <w:style w:type="table" w:customStyle="1" w:styleId="Elencochiaro-Colore11">
    <w:name w:val="Elenco chiaro - Colore 11"/>
    <w:basedOn w:val="Tabellanormale"/>
    <w:uiPriority w:val="61"/>
    <w:rsid w:val="00C51DEA"/>
    <w:rPr>
      <w:rFonts w:ascii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mandocommento">
    <w:name w:val="annotation reference"/>
    <w:uiPriority w:val="99"/>
    <w:semiHidden/>
    <w:unhideWhenUsed/>
    <w:rsid w:val="00C51DEA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C51DEA"/>
    <w:pPr>
      <w:spacing w:after="60"/>
    </w:pPr>
    <w:rPr>
      <w:rFonts w:ascii="Book Antiqua" w:hAnsi="Book Antiqua"/>
    </w:rPr>
  </w:style>
  <w:style w:type="character" w:customStyle="1" w:styleId="TestocommentoCarattere">
    <w:name w:val="Testo commento Carattere"/>
    <w:link w:val="Testocommento"/>
    <w:rsid w:val="00C51DEA"/>
    <w:rPr>
      <w:rFonts w:ascii="Book Antiqua" w:hAnsi="Book Antiqua"/>
    </w:rPr>
  </w:style>
  <w:style w:type="paragraph" w:customStyle="1" w:styleId="TABELLE">
    <w:name w:val="TABELLE"/>
    <w:basedOn w:val="Normale"/>
    <w:rsid w:val="00CF2184"/>
    <w:pPr>
      <w:spacing w:before="40" w:after="40"/>
    </w:pPr>
    <w:rPr>
      <w:rFonts w:ascii="Calibri" w:hAnsi="Calibri"/>
      <w:b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C51DEA"/>
    <w:pPr>
      <w:spacing w:after="120"/>
    </w:pPr>
    <w:rPr>
      <w:rFonts w:ascii="Calibri" w:hAnsi="Calibri"/>
      <w:b/>
      <w:bCs/>
      <w:lang w:bidi="en-US"/>
    </w:rPr>
  </w:style>
  <w:style w:type="character" w:customStyle="1" w:styleId="SoggettocommentoCarattere">
    <w:name w:val="Soggetto commento Carattere"/>
    <w:link w:val="Soggettocommento"/>
    <w:uiPriority w:val="99"/>
    <w:rsid w:val="00C51DEA"/>
    <w:rPr>
      <w:rFonts w:ascii="Calibri" w:hAnsi="Calibri"/>
      <w:b/>
      <w:bCs/>
      <w:lang w:eastAsia="en-US" w:bidi="en-US"/>
    </w:rPr>
  </w:style>
  <w:style w:type="paragraph" w:styleId="Corpodeltesto3">
    <w:name w:val="Body Text 3"/>
    <w:basedOn w:val="Normale"/>
    <w:link w:val="Corpodeltesto3Carattere"/>
    <w:rsid w:val="00C51DEA"/>
    <w:pPr>
      <w:spacing w:beforeLines="20" w:after="20"/>
      <w:jc w:val="center"/>
    </w:pPr>
    <w:rPr>
      <w:rFonts w:ascii="Arial Narrow" w:hAnsi="Arial Narrow"/>
      <w:snapToGrid w:val="0"/>
    </w:rPr>
  </w:style>
  <w:style w:type="character" w:customStyle="1" w:styleId="Corpodeltesto3Carattere">
    <w:name w:val="Corpo del testo 3 Carattere"/>
    <w:link w:val="Corpodeltesto3"/>
    <w:rsid w:val="00C51DEA"/>
    <w:rPr>
      <w:rFonts w:ascii="Arial Narrow" w:hAnsi="Arial Narrow"/>
      <w:snapToGrid w:val="0"/>
      <w:szCs w:val="24"/>
    </w:rPr>
  </w:style>
  <w:style w:type="paragraph" w:customStyle="1" w:styleId="Notapidipagina">
    <w:name w:val="Nota pié di pagina"/>
    <w:basedOn w:val="Testonotaapidipagina"/>
    <w:link w:val="NotapidipaginaCarattere"/>
    <w:qFormat/>
    <w:rsid w:val="00685180"/>
    <w:pPr>
      <w:spacing w:after="0"/>
    </w:pPr>
  </w:style>
  <w:style w:type="paragraph" w:customStyle="1" w:styleId="Nota0">
    <w:name w:val="Nota"/>
    <w:basedOn w:val="Testonotaapidipagina"/>
    <w:link w:val="NotaCarattere0"/>
    <w:rsid w:val="00C51DEA"/>
    <w:pPr>
      <w:keepNext/>
      <w:keepLines/>
      <w:spacing w:before="120" w:after="0"/>
      <w:ind w:left="284" w:hanging="284"/>
    </w:pPr>
    <w:rPr>
      <w:rFonts w:ascii="Calibri" w:hAnsi="Calibri" w:cs="Calibri"/>
      <w:lang w:eastAsia="it-IT"/>
    </w:rPr>
  </w:style>
  <w:style w:type="character" w:customStyle="1" w:styleId="NotapidipaginaCarattere">
    <w:name w:val="Nota pié di pagina Carattere"/>
    <w:link w:val="Notapidipagina"/>
    <w:rsid w:val="00685180"/>
    <w:rPr>
      <w:rFonts w:ascii="Calibri" w:hAnsi="Calibri" w:cs="Arial"/>
      <w:sz w:val="18"/>
    </w:rPr>
  </w:style>
  <w:style w:type="paragraph" w:customStyle="1" w:styleId="Testotab">
    <w:name w:val="Testo_tab"/>
    <w:link w:val="TestotabCarattere"/>
    <w:qFormat/>
    <w:rsid w:val="00334998"/>
    <w:rPr>
      <w:rFonts w:ascii="Calibri" w:hAnsi="Calibri"/>
      <w:snapToGrid w:val="0"/>
      <w:sz w:val="16"/>
      <w:lang w:eastAsia="en-US" w:bidi="en-US"/>
    </w:rPr>
  </w:style>
  <w:style w:type="character" w:customStyle="1" w:styleId="NotaCarattere0">
    <w:name w:val="Nota Carattere"/>
    <w:link w:val="Nota0"/>
    <w:rsid w:val="00C51DEA"/>
    <w:rPr>
      <w:rFonts w:ascii="Calibri" w:hAnsi="Calibri" w:cs="Calibri"/>
      <w:sz w:val="18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C51DEA"/>
  </w:style>
  <w:style w:type="character" w:customStyle="1" w:styleId="TestotabCarattere">
    <w:name w:val="Testo_tab Carattere"/>
    <w:link w:val="Testotab"/>
    <w:rsid w:val="00334998"/>
    <w:rPr>
      <w:rFonts w:ascii="Calibri" w:hAnsi="Calibri"/>
      <w:snapToGrid w:val="0"/>
      <w:sz w:val="16"/>
      <w:lang w:bidi="en-US"/>
    </w:rPr>
  </w:style>
  <w:style w:type="paragraph" w:customStyle="1" w:styleId="Titfigure">
    <w:name w:val="Tit_figure"/>
    <w:basedOn w:val="Normale"/>
    <w:autoRedefine/>
    <w:rsid w:val="00C51DEA"/>
    <w:pPr>
      <w:jc w:val="center"/>
    </w:pPr>
    <w:rPr>
      <w:rFonts w:ascii="Arial Narrow" w:hAnsi="Arial Narrow"/>
      <w:i/>
    </w:rPr>
  </w:style>
  <w:style w:type="table" w:customStyle="1" w:styleId="Grigliatabella1">
    <w:name w:val="Griglia tabella1"/>
    <w:basedOn w:val="Tabellanormale"/>
    <w:next w:val="Grigliatabella"/>
    <w:uiPriority w:val="59"/>
    <w:rsid w:val="00C51DE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CalibriGrassettoDopo0pt">
    <w:name w:val="Stile Calibri Grassetto Dopo:  0 pt"/>
    <w:basedOn w:val="Normale"/>
    <w:rsid w:val="00C51DEA"/>
    <w:rPr>
      <w:b/>
      <w:bCs/>
    </w:rPr>
  </w:style>
  <w:style w:type="paragraph" w:customStyle="1" w:styleId="StileCalibriDopo0pt">
    <w:name w:val="Stile Calibri Dopo:  0 pt"/>
    <w:basedOn w:val="Normale"/>
    <w:rsid w:val="00C51DEA"/>
  </w:style>
  <w:style w:type="paragraph" w:customStyle="1" w:styleId="Normale-progetto">
    <w:name w:val="Normale-progetto"/>
    <w:basedOn w:val="Normale"/>
    <w:rsid w:val="00C51DEA"/>
    <w:pPr>
      <w:spacing w:before="120"/>
    </w:pPr>
    <w:rPr>
      <w:rFonts w:ascii="Arial Narrow" w:hAnsi="Arial Narrow"/>
    </w:rPr>
  </w:style>
  <w:style w:type="character" w:customStyle="1" w:styleId="StileGrassettoGrigioblu">
    <w:name w:val="Stile Grassetto Grigio blu"/>
    <w:rsid w:val="00C51DEA"/>
    <w:rPr>
      <w:b/>
      <w:bCs/>
      <w:color w:val="666699"/>
    </w:rPr>
  </w:style>
  <w:style w:type="paragraph" w:customStyle="1" w:styleId="StileTTITOLOCOPERTINASinistro317cmDopo0ptSuperior">
    <w:name w:val="Stile TTITOLO COPERTINA + Sinistro:  317 cm Dopo:  0 pt Superior..."/>
    <w:basedOn w:val="TTITOLOCOPERTINA"/>
    <w:rsid w:val="00C51DEA"/>
    <w:pPr>
      <w:pBdr>
        <w:top w:val="triple" w:sz="4" w:space="1" w:color="99BCE7"/>
        <w:bottom w:val="triple" w:sz="4" w:space="3" w:color="99BCE7"/>
      </w:pBdr>
      <w:ind w:left="1797"/>
    </w:pPr>
    <w:rPr>
      <w:rFonts w:cs="Times New Roman"/>
      <w:color w:val="3366FF"/>
      <w:sz w:val="36"/>
      <w:szCs w:val="20"/>
    </w:rPr>
  </w:style>
  <w:style w:type="paragraph" w:customStyle="1" w:styleId="StileStileTTITOLOCOPERTINASinistro317cmDopo0ptSuper">
    <w:name w:val="Stile Stile TTITOLO COPERTINA + Sinistro:  317 cm Dopo:  0 pt Super..."/>
    <w:basedOn w:val="StileTTITOLOCOPERTINASinistro317cmDopo0ptSuperior"/>
    <w:rsid w:val="00C51DEA"/>
    <w:pPr>
      <w:pBdr>
        <w:top w:val="triple" w:sz="4" w:space="1" w:color="993300"/>
        <w:bottom w:val="triple" w:sz="4" w:space="3" w:color="993300"/>
      </w:pBdr>
    </w:pPr>
    <w:rPr>
      <w:rFonts w:ascii="Tahoma" w:hAnsi="Tahoma"/>
      <w:color w:val="993300"/>
    </w:rPr>
  </w:style>
  <w:style w:type="paragraph" w:customStyle="1" w:styleId="StileTitoloSinistro10ch">
    <w:name w:val="Stile Titolo + Sinistro:  10 ch"/>
    <w:basedOn w:val="Titolo"/>
    <w:next w:val="Titolo"/>
    <w:rsid w:val="00C51DEA"/>
    <w:pPr>
      <w:ind w:left="2000"/>
    </w:pPr>
    <w:rPr>
      <w:rFonts w:cs="Times New Roman"/>
      <w:color w:val="993300"/>
      <w:szCs w:val="20"/>
    </w:rPr>
  </w:style>
  <w:style w:type="paragraph" w:customStyle="1" w:styleId="StileTitoloAsinistra0ch">
    <w:name w:val="Stile Titolo + A sinistra  0 ch"/>
    <w:basedOn w:val="Titolo"/>
    <w:rsid w:val="00C51DEA"/>
    <w:pPr>
      <w:ind w:left="1"/>
    </w:pPr>
    <w:rPr>
      <w:rFonts w:ascii="Tahoma" w:hAnsi="Tahoma" w:cs="Times New Roman"/>
      <w:color w:val="993300"/>
    </w:rPr>
  </w:style>
  <w:style w:type="paragraph" w:customStyle="1" w:styleId="StileTitolo2Rosso">
    <w:name w:val="Stile Titolo 2 + Rosso"/>
    <w:basedOn w:val="Titolo2"/>
    <w:link w:val="StileTitolo2RossoCarattere"/>
    <w:rsid w:val="00C51DEA"/>
    <w:pPr>
      <w:numPr>
        <w:ilvl w:val="0"/>
        <w:numId w:val="0"/>
      </w:numPr>
      <w:tabs>
        <w:tab w:val="num" w:pos="887"/>
      </w:tabs>
      <w:spacing w:before="480"/>
      <w:ind w:left="887" w:hanging="851"/>
    </w:pPr>
    <w:rPr>
      <w:bCs/>
      <w:smallCaps w:val="0"/>
      <w:noProof w:val="0"/>
      <w:color w:val="FF0000"/>
      <w:szCs w:val="28"/>
    </w:rPr>
  </w:style>
  <w:style w:type="numbering" w:styleId="111111">
    <w:name w:val="Outline List 2"/>
    <w:basedOn w:val="Nessunelenco"/>
    <w:rsid w:val="00C51DEA"/>
    <w:pPr>
      <w:numPr>
        <w:numId w:val="2"/>
      </w:numPr>
    </w:pPr>
  </w:style>
  <w:style w:type="character" w:customStyle="1" w:styleId="StileTitolo2RossoCarattere">
    <w:name w:val="Stile Titolo 2 + Rosso Carattere"/>
    <w:link w:val="StileTitolo2Rosso"/>
    <w:rsid w:val="00C51DEA"/>
    <w:rPr>
      <w:rFonts w:ascii="Calibri" w:hAnsi="Calibri"/>
      <w:b/>
      <w:bCs/>
      <w:smallCaps/>
      <w:color w:val="FF0000"/>
      <w:sz w:val="24"/>
      <w:szCs w:val="28"/>
      <w:lang w:eastAsia="en-US"/>
    </w:rPr>
  </w:style>
  <w:style w:type="paragraph" w:customStyle="1" w:styleId="elencopuntato">
    <w:name w:val="elenco puntato"/>
    <w:basedOn w:val="Normale"/>
    <w:rsid w:val="00C51DEA"/>
    <w:pPr>
      <w:numPr>
        <w:numId w:val="3"/>
      </w:numPr>
    </w:pPr>
    <w:rPr>
      <w:rFonts w:cs="Tahoma"/>
    </w:rPr>
  </w:style>
  <w:style w:type="paragraph" w:customStyle="1" w:styleId="titolo6">
    <w:name w:val="titolo 6"/>
    <w:basedOn w:val="Normale"/>
    <w:next w:val="Normale"/>
    <w:link w:val="titolo6Carattere0"/>
    <w:rsid w:val="00C51DEA"/>
    <w:pPr>
      <w:numPr>
        <w:numId w:val="4"/>
      </w:numPr>
    </w:pPr>
  </w:style>
  <w:style w:type="paragraph" w:customStyle="1" w:styleId="elenconumerato">
    <w:name w:val="elenco numerato"/>
    <w:basedOn w:val="Normale"/>
    <w:next w:val="Normale"/>
    <w:rsid w:val="00C51DEA"/>
    <w:pPr>
      <w:numPr>
        <w:numId w:val="5"/>
      </w:numPr>
    </w:pPr>
  </w:style>
  <w:style w:type="paragraph" w:customStyle="1" w:styleId="Stilepertabelle">
    <w:name w:val="Stile per tabelle"/>
    <w:basedOn w:val="Normale"/>
    <w:rsid w:val="00C51DEA"/>
    <w:pPr>
      <w:spacing w:before="20" w:after="20"/>
      <w:jc w:val="center"/>
    </w:pPr>
    <w:rPr>
      <w:rFonts w:ascii="Garamond" w:hAnsi="Garamond"/>
    </w:rPr>
  </w:style>
  <w:style w:type="character" w:customStyle="1" w:styleId="titolo6Carattere0">
    <w:name w:val="titolo 6 Carattere"/>
    <w:link w:val="titolo6"/>
    <w:rsid w:val="00C51DEA"/>
    <w:rPr>
      <w:rFonts w:ascii="Century Gothic" w:hAnsi="Century Gothic" w:cs="Arial"/>
      <w:sz w:val="22"/>
      <w:lang w:eastAsia="en-US"/>
    </w:rPr>
  </w:style>
  <w:style w:type="paragraph" w:styleId="Puntoelenco">
    <w:name w:val="List Bullet"/>
    <w:basedOn w:val="Normale"/>
    <w:rsid w:val="00C51DEA"/>
    <w:pPr>
      <w:numPr>
        <w:numId w:val="6"/>
      </w:numPr>
    </w:pPr>
    <w:rPr>
      <w:rFonts w:ascii="Times New Roman" w:hAnsi="Times New Roman"/>
      <w:sz w:val="24"/>
    </w:rPr>
  </w:style>
  <w:style w:type="paragraph" w:customStyle="1" w:styleId="CarattereCarattereCarattereCarattere">
    <w:name w:val="Carattere Carattere Carattere Carattere"/>
    <w:basedOn w:val="Normale"/>
    <w:rsid w:val="00C51DEA"/>
    <w:pPr>
      <w:spacing w:after="160" w:line="240" w:lineRule="exact"/>
    </w:pPr>
    <w:rPr>
      <w:lang w:val="en-US"/>
    </w:rPr>
  </w:style>
  <w:style w:type="character" w:customStyle="1" w:styleId="Testonotaapidipagina1">
    <w:name w:val="Testo nota a piè di pagina1"/>
    <w:aliases w:val="stile 11,Footnote12,Footnote13,Footnote22,Footnote32,Footnote42,Footnote52,Footnote62,Footnote72,Footnote82,Footnote92,Footnote101,Footnote111,Footnote211,Footnote311,Footnote411,Footnote511,Footnote611,Footnote711,stile1,o C"/>
    <w:rsid w:val="00C51DEA"/>
    <w:rPr>
      <w:rFonts w:ascii="Tahoma" w:hAnsi="Tahoma"/>
      <w:sz w:val="18"/>
      <w:lang w:val="it-IT" w:eastAsia="it-IT" w:bidi="ar-SA"/>
    </w:rPr>
  </w:style>
  <w:style w:type="paragraph" w:customStyle="1" w:styleId="Carattere">
    <w:name w:val="Carattere"/>
    <w:basedOn w:val="Normale"/>
    <w:rsid w:val="00C51DEA"/>
    <w:pPr>
      <w:spacing w:after="160" w:line="240" w:lineRule="exact"/>
    </w:pPr>
    <w:rPr>
      <w:lang w:val="en-US"/>
    </w:rPr>
  </w:style>
  <w:style w:type="character" w:customStyle="1" w:styleId="a1">
    <w:name w:val="a1"/>
    <w:rsid w:val="00C51DEA"/>
    <w:rPr>
      <w:color w:val="008000"/>
    </w:rPr>
  </w:style>
  <w:style w:type="paragraph" w:customStyle="1" w:styleId="TitoloFIGeTAB">
    <w:name w:val="Titolo FIG e TAB"/>
    <w:link w:val="TitoloFIGeTABCarattere"/>
    <w:rsid w:val="00C51DEA"/>
    <w:pPr>
      <w:spacing w:before="120" w:after="40"/>
      <w:jc w:val="center"/>
    </w:pPr>
    <w:rPr>
      <w:b/>
      <w:snapToGrid w:val="0"/>
      <w:sz w:val="22"/>
      <w:lang w:eastAsia="en-US"/>
    </w:rPr>
  </w:style>
  <w:style w:type="character" w:customStyle="1" w:styleId="TitoloFIGeTABCarattere">
    <w:name w:val="Titolo FIG e TAB Carattere"/>
    <w:link w:val="TitoloFIGeTAB"/>
    <w:rsid w:val="00C51DEA"/>
    <w:rPr>
      <w:b/>
      <w:snapToGrid w:val="0"/>
      <w:sz w:val="22"/>
    </w:rPr>
  </w:style>
  <w:style w:type="table" w:styleId="TabellaWeb2">
    <w:name w:val="Table Web 2"/>
    <w:basedOn w:val="Tabellanormale"/>
    <w:rsid w:val="00C51DEA"/>
    <w:pPr>
      <w:spacing w:after="1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rpoRientra">
    <w:name w:val="Corpo Rientra"/>
    <w:basedOn w:val="Normale"/>
    <w:rsid w:val="00C51DEA"/>
    <w:pPr>
      <w:spacing w:line="360" w:lineRule="auto"/>
      <w:ind w:firstLine="284"/>
    </w:pPr>
    <w:rPr>
      <w:rFonts w:ascii="Helvetica" w:hAnsi="Helvetica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C51DEA"/>
    <w:pPr>
      <w:spacing w:after="160" w:line="240" w:lineRule="exact"/>
    </w:pPr>
    <w:rPr>
      <w:lang w:val="en-US"/>
    </w:rPr>
  </w:style>
  <w:style w:type="paragraph" w:customStyle="1" w:styleId="indirizzo">
    <w:name w:val="indirizzo"/>
    <w:rsid w:val="00C51DEA"/>
    <w:pPr>
      <w:spacing w:before="1440" w:line="360" w:lineRule="atLeast"/>
    </w:pPr>
    <w:rPr>
      <w:rFonts w:ascii="Book Antiqua" w:hAnsi="Book Antiqua"/>
      <w:sz w:val="24"/>
      <w:lang w:eastAsia="en-US"/>
    </w:rPr>
  </w:style>
  <w:style w:type="table" w:customStyle="1" w:styleId="Elencochiaro-Colore21">
    <w:name w:val="Elenco chiaro - Colore 21"/>
    <w:basedOn w:val="Tabellanormale"/>
    <w:next w:val="Elencochiaro-Colore2"/>
    <w:uiPriority w:val="61"/>
    <w:rsid w:val="00C51D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Elencopuntato1">
    <w:name w:val="Elenco puntato 1"/>
    <w:basedOn w:val="Normale"/>
    <w:rsid w:val="00C51DEA"/>
    <w:pPr>
      <w:numPr>
        <w:numId w:val="7"/>
      </w:numPr>
      <w:tabs>
        <w:tab w:val="left" w:pos="1355"/>
      </w:tabs>
      <w:spacing w:line="360" w:lineRule="auto"/>
    </w:pPr>
    <w:rPr>
      <w:rFonts w:ascii="Helvetica" w:hAnsi="Helvetica"/>
    </w:rPr>
  </w:style>
  <w:style w:type="character" w:customStyle="1" w:styleId="ElencopuntatoCarattereCarattere">
    <w:name w:val="Elenco puntato Carattere Carattere"/>
    <w:rsid w:val="00C51DEA"/>
    <w:rPr>
      <w:rFonts w:ascii="Arial" w:hAnsi="Arial"/>
      <w:lang w:val="it-IT" w:eastAsia="it-IT" w:bidi="ar-SA"/>
    </w:rPr>
  </w:style>
  <w:style w:type="paragraph" w:customStyle="1" w:styleId="Puntato2">
    <w:name w:val="Puntato 2"/>
    <w:basedOn w:val="Normale"/>
    <w:rsid w:val="00C51DEA"/>
    <w:pPr>
      <w:widowControl w:val="0"/>
      <w:numPr>
        <w:numId w:val="8"/>
      </w:num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</w:tabs>
      <w:spacing w:before="60" w:line="360" w:lineRule="auto"/>
      <w:contextualSpacing/>
    </w:pPr>
    <w:rPr>
      <w:rFonts w:ascii="Helvetica Neue Light" w:eastAsia="ヒラギノ角ゴ Pro W3" w:hAnsi="Helvetica Neue Light"/>
      <w:color w:val="000000"/>
    </w:rPr>
  </w:style>
  <w:style w:type="paragraph" w:customStyle="1" w:styleId="Elencopuntato2">
    <w:name w:val="Elenco puntato 2"/>
    <w:basedOn w:val="Normale"/>
    <w:uiPriority w:val="99"/>
    <w:rsid w:val="00C51DEA"/>
    <w:pPr>
      <w:numPr>
        <w:numId w:val="9"/>
      </w:numPr>
      <w:spacing w:line="360" w:lineRule="auto"/>
    </w:pPr>
    <w:rPr>
      <w:rFonts w:ascii="Helvetica" w:hAnsi="Helvetica"/>
    </w:rPr>
  </w:style>
  <w:style w:type="paragraph" w:styleId="Testonotadichiusura">
    <w:name w:val="endnote text"/>
    <w:basedOn w:val="Normale"/>
    <w:link w:val="TestonotadichiusuraCarattere"/>
    <w:rsid w:val="00C51DEA"/>
  </w:style>
  <w:style w:type="character" w:customStyle="1" w:styleId="TestonotadichiusuraCarattere">
    <w:name w:val="Testo nota di chiusura Carattere"/>
    <w:link w:val="Testonotadichiusura"/>
    <w:rsid w:val="00C51DEA"/>
    <w:rPr>
      <w:rFonts w:ascii="Calibri" w:hAnsi="Calibri"/>
    </w:rPr>
  </w:style>
  <w:style w:type="character" w:styleId="Rimandonotadichiusura">
    <w:name w:val="endnote reference"/>
    <w:rsid w:val="00C51DEA"/>
    <w:rPr>
      <w:vertAlign w:val="superscript"/>
    </w:rPr>
  </w:style>
  <w:style w:type="character" w:customStyle="1" w:styleId="FonteCarattere">
    <w:name w:val="Fonte Carattere"/>
    <w:link w:val="Fonte"/>
    <w:rsid w:val="00E53114"/>
    <w:rPr>
      <w:rFonts w:ascii="HelveticaNeueLT Std" w:hAnsi="HelveticaNeueLT Std" w:cs="Arial"/>
      <w:i/>
      <w:sz w:val="16"/>
      <w:szCs w:val="16"/>
    </w:rPr>
  </w:style>
  <w:style w:type="table" w:customStyle="1" w:styleId="Grigliatabella11">
    <w:name w:val="Griglia tabella11"/>
    <w:basedOn w:val="Tabellanormale"/>
    <w:next w:val="Grigliatabella"/>
    <w:uiPriority w:val="59"/>
    <w:rsid w:val="00C51DEA"/>
    <w:pPr>
      <w:spacing w:before="12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51DEA"/>
    <w:pPr>
      <w:spacing w:before="12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3testo">
    <w:name w:val="Titolo3_testo"/>
    <w:basedOn w:val="Titolo3"/>
    <w:link w:val="Titolo3testoCarattere"/>
    <w:rsid w:val="00C51DEA"/>
    <w:pPr>
      <w:numPr>
        <w:ilvl w:val="0"/>
        <w:numId w:val="0"/>
      </w:numPr>
      <w:ind w:left="737" w:hanging="737"/>
    </w:pPr>
    <w:rPr>
      <w:i/>
      <w:smallCaps/>
      <w:color w:val="auto"/>
      <w:spacing w:val="5"/>
      <w:sz w:val="24"/>
      <w:lang w:bidi="en-US"/>
    </w:rPr>
  </w:style>
  <w:style w:type="character" w:customStyle="1" w:styleId="Titolo3testoCarattere">
    <w:name w:val="Titolo3_testo Carattere"/>
    <w:link w:val="Titolo3testo"/>
    <w:rsid w:val="00C51DEA"/>
    <w:rPr>
      <w:rFonts w:ascii="Calibri" w:hAnsi="Calibri" w:cs="Arial"/>
      <w:b w:val="0"/>
      <w:i w:val="0"/>
      <w:smallCaps/>
      <w:noProof/>
      <w:color w:val="800000"/>
      <w:spacing w:val="5"/>
      <w:sz w:val="24"/>
      <w:szCs w:val="24"/>
      <w:lang w:val="en-GB" w:eastAsia="en-US" w:bidi="en-US"/>
    </w:rPr>
  </w:style>
  <w:style w:type="paragraph" w:customStyle="1" w:styleId="Righetabelle">
    <w:name w:val="Righe tabelle"/>
    <w:basedOn w:val="Normale"/>
    <w:link w:val="RighetabelleCarattere"/>
    <w:qFormat/>
    <w:rsid w:val="003D468D"/>
    <w:pPr>
      <w:spacing w:after="0"/>
    </w:pPr>
    <w:rPr>
      <w:rFonts w:cs="Calibri"/>
      <w:b/>
      <w:bCs/>
      <w:smallCaps/>
      <w:snapToGrid w:val="0"/>
      <w:color w:val="7F7F7F"/>
      <w:sz w:val="18"/>
    </w:rPr>
  </w:style>
  <w:style w:type="character" w:customStyle="1" w:styleId="RighetabelleCarattere">
    <w:name w:val="Righe tabelle Carattere"/>
    <w:link w:val="Righetabelle"/>
    <w:rsid w:val="003D468D"/>
    <w:rPr>
      <w:rFonts w:ascii="Calibri" w:hAnsi="Calibri" w:cs="Calibri"/>
      <w:b/>
      <w:bCs/>
      <w:smallCaps/>
      <w:snapToGrid w:val="0"/>
      <w:color w:val="7F7F7F"/>
      <w:sz w:val="18"/>
    </w:rPr>
  </w:style>
  <w:style w:type="character" w:customStyle="1" w:styleId="at2">
    <w:name w:val="a__t2"/>
    <w:basedOn w:val="Carpredefinitoparagrafo"/>
    <w:rsid w:val="00C51DEA"/>
  </w:style>
  <w:style w:type="character" w:customStyle="1" w:styleId="at3">
    <w:name w:val="a__t3"/>
    <w:basedOn w:val="Carpredefinitoparagrafo"/>
    <w:rsid w:val="00C51DEA"/>
  </w:style>
  <w:style w:type="paragraph" w:customStyle="1" w:styleId="Clas">
    <w:name w:val="Clas"/>
    <w:basedOn w:val="Normale"/>
    <w:rsid w:val="00AC46AC"/>
    <w:pPr>
      <w:spacing w:after="0"/>
      <w:jc w:val="right"/>
    </w:pPr>
    <w:rPr>
      <w:color w:val="7F7F7F"/>
      <w:sz w:val="16"/>
      <w:szCs w:val="16"/>
    </w:rPr>
  </w:style>
  <w:style w:type="character" w:styleId="Testosegnaposto">
    <w:name w:val="Placeholder Text"/>
    <w:uiPriority w:val="99"/>
    <w:semiHidden/>
    <w:rsid w:val="00E57215"/>
    <w:rPr>
      <w:color w:val="808080"/>
    </w:rPr>
  </w:style>
  <w:style w:type="paragraph" w:customStyle="1" w:styleId="Logo1pagina">
    <w:name w:val="Logo 1 pagina"/>
    <w:basedOn w:val="Pidipagina"/>
    <w:link w:val="Logo1paginaCarattere"/>
    <w:rsid w:val="002B70B1"/>
    <w:pPr>
      <w:ind w:right="-711"/>
      <w:jc w:val="right"/>
    </w:pPr>
    <w:rPr>
      <w:noProof/>
      <w:lang w:eastAsia="it-IT"/>
    </w:rPr>
  </w:style>
  <w:style w:type="character" w:customStyle="1" w:styleId="Logo1paginaCarattere">
    <w:name w:val="Logo 1 pagina Carattere"/>
    <w:link w:val="Logo1pagina"/>
    <w:rsid w:val="002B70B1"/>
    <w:rPr>
      <w:rFonts w:ascii="Calibri" w:hAnsi="Calibri" w:cs="Arial"/>
      <w:noProof/>
      <w:sz w:val="22"/>
      <w:szCs w:val="22"/>
      <w:lang w:eastAsia="it-IT"/>
    </w:rPr>
  </w:style>
  <w:style w:type="paragraph" w:styleId="Corpotesto">
    <w:name w:val="Body Text"/>
    <w:aliases w:val="Tempo Body Text,descriptionbullets,Starbucks Body Text,heading3,body text,3 indent,heading31,body text1,3 indent1,heading32,body text2,3 indent2,heading33,body text3,3 indent3,heading34,body text4,3 indent4,bt,heading_txt,Corpo del testo"/>
    <w:basedOn w:val="Normale"/>
    <w:link w:val="CorpotestoCarattere"/>
    <w:unhideWhenUsed/>
    <w:rsid w:val="00675055"/>
  </w:style>
  <w:style w:type="character" w:customStyle="1" w:styleId="CorpotestoCarattere">
    <w:name w:val="Corpo testo Carattere"/>
    <w:aliases w:val="Tempo Body Text Carattere,descriptionbullets Carattere,Starbucks Body Text Carattere,heading3 Carattere,body text Carattere,3 indent Carattere,heading31 Carattere,body text1 Carattere,3 indent1 Carattere,heading32 Carattere"/>
    <w:link w:val="Corpotesto"/>
    <w:rsid w:val="00675055"/>
    <w:rPr>
      <w:rFonts w:ascii="Calibri" w:hAnsi="Calibri" w:cs="Arial"/>
      <w:sz w:val="22"/>
      <w:szCs w:val="22"/>
      <w:lang w:val="en-GB"/>
    </w:rPr>
  </w:style>
  <w:style w:type="character" w:styleId="Riferimentointenso">
    <w:name w:val="Intense Reference"/>
    <w:uiPriority w:val="32"/>
    <w:qFormat/>
    <w:rsid w:val="00334998"/>
    <w:rPr>
      <w:rFonts w:ascii="Calibri" w:hAnsi="Calibri"/>
      <w:b/>
      <w:bCs/>
      <w:smallCaps/>
      <w:color w:val="882345"/>
      <w:spacing w:val="5"/>
    </w:rPr>
  </w:style>
  <w:style w:type="character" w:styleId="Riferimentodelicato">
    <w:name w:val="Subtle Reference"/>
    <w:uiPriority w:val="31"/>
    <w:qFormat/>
    <w:rsid w:val="00334998"/>
    <w:rPr>
      <w:rFonts w:ascii="Calibri" w:hAnsi="Calibri"/>
      <w:smallCaps/>
      <w:color w:val="5A5A5A"/>
    </w:rPr>
  </w:style>
  <w:style w:type="paragraph" w:customStyle="1" w:styleId="titspar">
    <w:name w:val="tit_spar"/>
    <w:basedOn w:val="Normale"/>
    <w:rsid w:val="006C5E44"/>
    <w:pPr>
      <w:keepNext/>
      <w:keepLines/>
      <w:spacing w:after="480"/>
      <w:ind w:left="567" w:hanging="567"/>
      <w:jc w:val="both"/>
    </w:pPr>
    <w:rPr>
      <w:rFonts w:ascii="Times New Roman" w:hAnsi="Times New Roman" w:cs="Times New Roman"/>
      <w:i/>
      <w:sz w:val="24"/>
      <w:lang w:eastAsia="it-IT"/>
    </w:rPr>
  </w:style>
  <w:style w:type="paragraph" w:customStyle="1" w:styleId="n">
    <w:name w:val="n"/>
    <w:basedOn w:val="Normale"/>
    <w:rsid w:val="006C5E44"/>
    <w:pPr>
      <w:spacing w:before="120" w:after="0"/>
      <w:jc w:val="both"/>
    </w:pPr>
    <w:rPr>
      <w:rFonts w:ascii="Times New Roman" w:hAnsi="Times New Roman" w:cs="Times New Roman"/>
      <w:sz w:val="24"/>
      <w:lang w:eastAsia="it-IT"/>
    </w:rPr>
  </w:style>
  <w:style w:type="paragraph" w:customStyle="1" w:styleId="CM1">
    <w:name w:val="CM1"/>
    <w:basedOn w:val="Default"/>
    <w:next w:val="Default"/>
    <w:uiPriority w:val="99"/>
    <w:rsid w:val="00C616B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16B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566B5"/>
    <w:rPr>
      <w:rFonts w:ascii="EUAlbertina" w:hAnsi="EUAlbertina" w:cs="Times New Roman"/>
      <w:color w:val="auto"/>
    </w:rPr>
  </w:style>
  <w:style w:type="paragraph" w:customStyle="1" w:styleId="Pa21">
    <w:name w:val="Pa21"/>
    <w:basedOn w:val="Default"/>
    <w:next w:val="Default"/>
    <w:uiPriority w:val="99"/>
    <w:rsid w:val="006438DB"/>
    <w:pPr>
      <w:spacing w:line="240" w:lineRule="atLeast"/>
    </w:pPr>
    <w:rPr>
      <w:rFonts w:ascii="ITC Avant Garde Std Bk" w:hAnsi="ITC Avant Garde Std Bk" w:cs="Times New Roman"/>
      <w:color w:val="auto"/>
    </w:rPr>
  </w:style>
  <w:style w:type="character" w:customStyle="1" w:styleId="A6">
    <w:name w:val="A6"/>
    <w:uiPriority w:val="99"/>
    <w:rsid w:val="006438DB"/>
    <w:rPr>
      <w:rFonts w:cs="ITC Avant Garde Std Bk"/>
      <w:b/>
      <w:bCs/>
      <w:color w:val="000000"/>
      <w:sz w:val="15"/>
      <w:szCs w:val="15"/>
    </w:rPr>
  </w:style>
  <w:style w:type="paragraph" w:customStyle="1" w:styleId="Pa108">
    <w:name w:val="Pa108"/>
    <w:basedOn w:val="Default"/>
    <w:next w:val="Default"/>
    <w:uiPriority w:val="99"/>
    <w:rsid w:val="006438DB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109">
    <w:name w:val="Pa109"/>
    <w:basedOn w:val="Default"/>
    <w:next w:val="Default"/>
    <w:uiPriority w:val="99"/>
    <w:rsid w:val="006438DB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115">
    <w:name w:val="Pa115"/>
    <w:basedOn w:val="Default"/>
    <w:next w:val="Default"/>
    <w:uiPriority w:val="99"/>
    <w:rsid w:val="00863F4A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53">
    <w:name w:val="Pa53"/>
    <w:basedOn w:val="Default"/>
    <w:next w:val="Default"/>
    <w:uiPriority w:val="99"/>
    <w:rsid w:val="00863F4A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110">
    <w:name w:val="Pa110"/>
    <w:basedOn w:val="Default"/>
    <w:next w:val="Default"/>
    <w:uiPriority w:val="99"/>
    <w:rsid w:val="00863F4A"/>
    <w:pPr>
      <w:spacing w:line="240" w:lineRule="atLeast"/>
    </w:pPr>
    <w:rPr>
      <w:rFonts w:ascii="ITC Avant Garde Std Bk" w:hAnsi="ITC Avant Garde Std Bk" w:cs="Times New Roman"/>
      <w:color w:val="auto"/>
    </w:rPr>
  </w:style>
  <w:style w:type="character" w:customStyle="1" w:styleId="A11">
    <w:name w:val="A11"/>
    <w:uiPriority w:val="99"/>
    <w:rsid w:val="00863F4A"/>
    <w:rPr>
      <w:rFonts w:cs="ITC Avant Garde Std Bk"/>
      <w:color w:val="000000"/>
      <w:sz w:val="15"/>
      <w:szCs w:val="15"/>
      <w:u w:val="single"/>
    </w:rPr>
  </w:style>
  <w:style w:type="paragraph" w:customStyle="1" w:styleId="Pa22">
    <w:name w:val="Pa22"/>
    <w:basedOn w:val="Default"/>
    <w:next w:val="Default"/>
    <w:uiPriority w:val="99"/>
    <w:rsid w:val="0021338D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35">
    <w:name w:val="Pa35"/>
    <w:basedOn w:val="Default"/>
    <w:next w:val="Default"/>
    <w:uiPriority w:val="99"/>
    <w:rsid w:val="0021338D"/>
    <w:pPr>
      <w:spacing w:line="240" w:lineRule="atLeast"/>
    </w:pPr>
    <w:rPr>
      <w:rFonts w:ascii="ITC Avant Garde Std Bk" w:hAnsi="ITC Avant Garde Std Bk" w:cs="Times New Roman"/>
      <w:color w:val="auto"/>
    </w:rPr>
  </w:style>
  <w:style w:type="character" w:customStyle="1" w:styleId="A13">
    <w:name w:val="A13"/>
    <w:uiPriority w:val="99"/>
    <w:rsid w:val="0021338D"/>
    <w:rPr>
      <w:rFonts w:cs="ITC Avant Garde Std Bk"/>
      <w:color w:val="000000"/>
      <w:sz w:val="9"/>
      <w:szCs w:val="9"/>
    </w:rPr>
  </w:style>
  <w:style w:type="paragraph" w:customStyle="1" w:styleId="Pa47">
    <w:name w:val="Pa47"/>
    <w:basedOn w:val="Default"/>
    <w:next w:val="Default"/>
    <w:uiPriority w:val="99"/>
    <w:rsid w:val="005A6A55"/>
    <w:pPr>
      <w:spacing w:line="240" w:lineRule="atLeast"/>
    </w:pPr>
    <w:rPr>
      <w:rFonts w:ascii="ITC Avant Garde Std Bk" w:hAnsi="ITC Avant Garde Std Bk" w:cs="Times New Roman"/>
      <w:color w:val="auto"/>
    </w:rPr>
  </w:style>
  <w:style w:type="paragraph" w:customStyle="1" w:styleId="Pa113">
    <w:name w:val="Pa113"/>
    <w:basedOn w:val="Default"/>
    <w:next w:val="Default"/>
    <w:uiPriority w:val="99"/>
    <w:rsid w:val="00E24C03"/>
    <w:pPr>
      <w:spacing w:line="240" w:lineRule="atLeast"/>
    </w:pPr>
    <w:rPr>
      <w:rFonts w:ascii="ITC Avant Garde Std Bk" w:hAnsi="ITC Avant Garde Std Bk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0357FD"/>
    <w:rPr>
      <w:color w:val="808080"/>
      <w:shd w:val="clear" w:color="auto" w:fill="E6E6E6"/>
    </w:rPr>
  </w:style>
  <w:style w:type="character" w:customStyle="1" w:styleId="Caratterenotaapidipagina">
    <w:name w:val="Carattere nota a piè di pagina"/>
    <w:rsid w:val="00E716D7"/>
    <w:rPr>
      <w:vertAlign w:val="superscript"/>
    </w:rPr>
  </w:style>
  <w:style w:type="character" w:customStyle="1" w:styleId="TestonotaapidipaginaCarattere1">
    <w:name w:val="Testo nota a piè di pagina Carattere1"/>
    <w:basedOn w:val="Carpredefinitoparagrafo"/>
    <w:uiPriority w:val="99"/>
    <w:rsid w:val="00E716D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ParagrafoelencoCarattere">
    <w:name w:val="Paragrafo elenco Carattere"/>
    <w:aliases w:val="Paragrafo elenco puntato Carattere"/>
    <w:link w:val="Paragrafoelenco"/>
    <w:uiPriority w:val="34"/>
    <w:rsid w:val="000B30E4"/>
    <w:rPr>
      <w:rFonts w:ascii="Century Gothic" w:hAnsi="Century Gothic" w:cs="Arial"/>
      <w:sz w:val="22"/>
      <w:lang w:eastAsia="en-US"/>
    </w:rPr>
  </w:style>
  <w:style w:type="paragraph" w:customStyle="1" w:styleId="Pa36">
    <w:name w:val="Pa36"/>
    <w:basedOn w:val="Default"/>
    <w:next w:val="Default"/>
    <w:uiPriority w:val="99"/>
    <w:rsid w:val="005B6ADA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41">
    <w:name w:val="Pa41"/>
    <w:basedOn w:val="Default"/>
    <w:next w:val="Default"/>
    <w:uiPriority w:val="99"/>
    <w:rsid w:val="005B6ADA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40">
    <w:name w:val="Pa40"/>
    <w:basedOn w:val="Default"/>
    <w:next w:val="Default"/>
    <w:uiPriority w:val="99"/>
    <w:rsid w:val="005B6ADA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37">
    <w:name w:val="Pa37"/>
    <w:basedOn w:val="Default"/>
    <w:next w:val="Default"/>
    <w:uiPriority w:val="99"/>
    <w:rsid w:val="000A3D8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62">
    <w:name w:val="Pa62"/>
    <w:basedOn w:val="Default"/>
    <w:next w:val="Default"/>
    <w:uiPriority w:val="99"/>
    <w:rsid w:val="000A3D8D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character" w:customStyle="1" w:styleId="A14">
    <w:name w:val="A14"/>
    <w:rsid w:val="000A3D8D"/>
    <w:rPr>
      <w:rFonts w:cs="ITC Avant Garde Std Bk"/>
      <w:color w:val="211D1E"/>
      <w:sz w:val="9"/>
      <w:szCs w:val="9"/>
    </w:rPr>
  </w:style>
  <w:style w:type="paragraph" w:customStyle="1" w:styleId="Pa52">
    <w:name w:val="Pa52"/>
    <w:basedOn w:val="Default"/>
    <w:next w:val="Default"/>
    <w:uiPriority w:val="99"/>
    <w:rsid w:val="00A43830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0F6B7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F6B7E"/>
    <w:pPr>
      <w:widowControl w:val="0"/>
      <w:spacing w:after="0"/>
    </w:pPr>
    <w:rPr>
      <w:rFonts w:asciiTheme="minorHAnsi" w:eastAsiaTheme="minorHAnsi" w:hAnsiTheme="minorHAnsi" w:cstheme="minorBidi"/>
      <w:szCs w:val="22"/>
      <w:lang w:val="en-US"/>
    </w:rPr>
  </w:style>
  <w:style w:type="paragraph" w:customStyle="1" w:styleId="Pa32">
    <w:name w:val="Pa32"/>
    <w:basedOn w:val="Default"/>
    <w:next w:val="Default"/>
    <w:uiPriority w:val="99"/>
    <w:rsid w:val="00D427AA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39">
    <w:name w:val="Pa39"/>
    <w:basedOn w:val="Default"/>
    <w:next w:val="Default"/>
    <w:uiPriority w:val="99"/>
    <w:rsid w:val="00D427AA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48">
    <w:name w:val="Pa48"/>
    <w:basedOn w:val="Default"/>
    <w:next w:val="Default"/>
    <w:uiPriority w:val="99"/>
    <w:rsid w:val="00D427AA"/>
    <w:pPr>
      <w:spacing w:line="240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ragraph">
    <w:name w:val="paragraph"/>
    <w:basedOn w:val="Normale"/>
    <w:rsid w:val="00E86BF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86BF1"/>
  </w:style>
  <w:style w:type="character" w:customStyle="1" w:styleId="eop">
    <w:name w:val="eop"/>
    <w:basedOn w:val="Carpredefinitoparagrafo"/>
    <w:rsid w:val="00E86BF1"/>
  </w:style>
  <w:style w:type="character" w:customStyle="1" w:styleId="spellingerror">
    <w:name w:val="spellingerror"/>
    <w:basedOn w:val="Carpredefinitoparagrafo"/>
    <w:rsid w:val="002A5F8D"/>
  </w:style>
  <w:style w:type="character" w:customStyle="1" w:styleId="scxw217037931">
    <w:name w:val="scxw217037931"/>
    <w:basedOn w:val="Carpredefinitoparagrafo"/>
    <w:rsid w:val="001B4772"/>
  </w:style>
  <w:style w:type="character" w:customStyle="1" w:styleId="scxw93711851">
    <w:name w:val="scxw93711851"/>
    <w:basedOn w:val="Carpredefinitoparagrafo"/>
    <w:rsid w:val="008C71C4"/>
  </w:style>
  <w:style w:type="character" w:customStyle="1" w:styleId="scxw199271375">
    <w:name w:val="scxw199271375"/>
    <w:basedOn w:val="Carpredefinitoparagrafo"/>
    <w:rsid w:val="00317B6E"/>
  </w:style>
  <w:style w:type="character" w:customStyle="1" w:styleId="contextualspellingandgrammarerror">
    <w:name w:val="contextualspellingandgrammarerror"/>
    <w:basedOn w:val="Carpredefinitoparagrafo"/>
    <w:rsid w:val="006015F0"/>
  </w:style>
  <w:style w:type="character" w:customStyle="1" w:styleId="scxw124489666">
    <w:name w:val="scxw124489666"/>
    <w:basedOn w:val="Carpredefinitoparagrafo"/>
    <w:rsid w:val="00073307"/>
  </w:style>
  <w:style w:type="character" w:customStyle="1" w:styleId="scxw245254843">
    <w:name w:val="scxw245254843"/>
    <w:basedOn w:val="Carpredefinitoparagrafo"/>
    <w:rsid w:val="00EC4A97"/>
  </w:style>
  <w:style w:type="character" w:customStyle="1" w:styleId="scxw14173944">
    <w:name w:val="scxw14173944"/>
    <w:basedOn w:val="Carpredefinitoparagrafo"/>
    <w:rsid w:val="005C403F"/>
  </w:style>
  <w:style w:type="character" w:customStyle="1" w:styleId="WW8Num1z0">
    <w:name w:val="WW8Num1z0"/>
    <w:rsid w:val="00B4358E"/>
  </w:style>
  <w:style w:type="character" w:customStyle="1" w:styleId="WW8Num1z1">
    <w:name w:val="WW8Num1z1"/>
    <w:rsid w:val="00B4358E"/>
  </w:style>
  <w:style w:type="character" w:customStyle="1" w:styleId="WW8Num1z2">
    <w:name w:val="WW8Num1z2"/>
    <w:rsid w:val="00B4358E"/>
  </w:style>
  <w:style w:type="character" w:customStyle="1" w:styleId="WW8Num1z3">
    <w:name w:val="WW8Num1z3"/>
    <w:rsid w:val="00B4358E"/>
  </w:style>
  <w:style w:type="character" w:customStyle="1" w:styleId="WW8Num1z4">
    <w:name w:val="WW8Num1z4"/>
    <w:rsid w:val="00B4358E"/>
  </w:style>
  <w:style w:type="character" w:customStyle="1" w:styleId="WW8Num1z5">
    <w:name w:val="WW8Num1z5"/>
    <w:rsid w:val="00B4358E"/>
  </w:style>
  <w:style w:type="character" w:customStyle="1" w:styleId="WW8Num1z6">
    <w:name w:val="WW8Num1z6"/>
    <w:rsid w:val="00B4358E"/>
  </w:style>
  <w:style w:type="character" w:customStyle="1" w:styleId="WW8Num1z7">
    <w:name w:val="WW8Num1z7"/>
    <w:rsid w:val="00B4358E"/>
  </w:style>
  <w:style w:type="character" w:customStyle="1" w:styleId="WW8Num1z8">
    <w:name w:val="WW8Num1z8"/>
    <w:rsid w:val="00B4358E"/>
  </w:style>
  <w:style w:type="character" w:customStyle="1" w:styleId="WW8Num2z0">
    <w:name w:val="WW8Num2z0"/>
    <w:rsid w:val="00B4358E"/>
  </w:style>
  <w:style w:type="character" w:customStyle="1" w:styleId="WW8Num2z1">
    <w:name w:val="WW8Num2z1"/>
    <w:rsid w:val="00B4358E"/>
  </w:style>
  <w:style w:type="character" w:customStyle="1" w:styleId="WW8Num2z2">
    <w:name w:val="WW8Num2z2"/>
    <w:rsid w:val="00B4358E"/>
  </w:style>
  <w:style w:type="character" w:customStyle="1" w:styleId="WW8Num2z3">
    <w:name w:val="WW8Num2z3"/>
    <w:rsid w:val="00B4358E"/>
  </w:style>
  <w:style w:type="character" w:customStyle="1" w:styleId="WW8Num2z4">
    <w:name w:val="WW8Num2z4"/>
    <w:rsid w:val="00B4358E"/>
  </w:style>
  <w:style w:type="character" w:customStyle="1" w:styleId="WW8Num2z5">
    <w:name w:val="WW8Num2z5"/>
    <w:rsid w:val="00B4358E"/>
  </w:style>
  <w:style w:type="character" w:customStyle="1" w:styleId="WW8Num2z6">
    <w:name w:val="WW8Num2z6"/>
    <w:rsid w:val="00B4358E"/>
  </w:style>
  <w:style w:type="character" w:customStyle="1" w:styleId="WW8Num2z7">
    <w:name w:val="WW8Num2z7"/>
    <w:rsid w:val="00B4358E"/>
  </w:style>
  <w:style w:type="character" w:customStyle="1" w:styleId="WW8Num2z8">
    <w:name w:val="WW8Num2z8"/>
    <w:rsid w:val="00B4358E"/>
  </w:style>
  <w:style w:type="character" w:customStyle="1" w:styleId="WW8Num3z0">
    <w:name w:val="WW8Num3z0"/>
    <w:rsid w:val="00B4358E"/>
    <w:rPr>
      <w:rFonts w:ascii="Century Gothic" w:hAnsi="Century Gothic" w:cs="Tahoma"/>
      <w:b/>
      <w:bCs/>
      <w:sz w:val="20"/>
      <w:szCs w:val="20"/>
      <w:lang w:eastAsia="it-IT"/>
    </w:rPr>
  </w:style>
  <w:style w:type="character" w:customStyle="1" w:styleId="WW8Num4z0">
    <w:name w:val="WW8Num4z0"/>
    <w:rsid w:val="00B4358E"/>
    <w:rPr>
      <w:rFonts w:ascii="Symbol" w:hAnsi="Symbol" w:cs="Symbol"/>
      <w:sz w:val="20"/>
      <w:szCs w:val="20"/>
      <w:shd w:val="clear" w:color="auto" w:fill="00FF00"/>
    </w:rPr>
  </w:style>
  <w:style w:type="character" w:customStyle="1" w:styleId="WW8Num5z0">
    <w:name w:val="WW8Num5z0"/>
    <w:rsid w:val="00B4358E"/>
    <w:rPr>
      <w:rFonts w:ascii="Century Gothic" w:hAnsi="Century Gothic" w:cs="Tahoma"/>
      <w:b/>
      <w:bCs/>
      <w:sz w:val="20"/>
      <w:szCs w:val="20"/>
    </w:rPr>
  </w:style>
  <w:style w:type="character" w:customStyle="1" w:styleId="WW8Num6z0">
    <w:name w:val="WW8Num6z0"/>
    <w:rsid w:val="00B4358E"/>
    <w:rPr>
      <w:rFonts w:ascii="Century Gothic" w:hAnsi="Century Gothic" w:cs="Tahoma"/>
      <w:bCs/>
      <w:sz w:val="20"/>
      <w:szCs w:val="20"/>
    </w:rPr>
  </w:style>
  <w:style w:type="character" w:customStyle="1" w:styleId="WW8Num7z0">
    <w:name w:val="WW8Num7z0"/>
    <w:rsid w:val="00B4358E"/>
    <w:rPr>
      <w:rFonts w:ascii="Century Gothic" w:hAnsi="Century Gothic" w:cs="Tahoma"/>
      <w:bCs/>
      <w:sz w:val="20"/>
      <w:szCs w:val="20"/>
    </w:rPr>
  </w:style>
  <w:style w:type="character" w:customStyle="1" w:styleId="WW8Num8z0">
    <w:name w:val="WW8Num8z0"/>
    <w:rsid w:val="00B4358E"/>
    <w:rPr>
      <w:rFonts w:ascii="Symbol" w:hAnsi="Symbol" w:cs="Symbol"/>
      <w:sz w:val="16"/>
      <w:szCs w:val="16"/>
    </w:rPr>
  </w:style>
  <w:style w:type="character" w:customStyle="1" w:styleId="WW8Num9z0">
    <w:name w:val="WW8Num9z0"/>
    <w:rsid w:val="00B4358E"/>
    <w:rPr>
      <w:rFonts w:ascii="Calibri" w:eastAsia="Century Gothic" w:hAnsi="Calibri" w:cs="Times New Roman"/>
      <w:vanish w:val="0"/>
      <w:sz w:val="20"/>
      <w:szCs w:val="20"/>
      <w:lang w:eastAsia="it-IT"/>
    </w:rPr>
  </w:style>
  <w:style w:type="character" w:customStyle="1" w:styleId="WW8Num10z0">
    <w:name w:val="WW8Num10z0"/>
    <w:rsid w:val="00B4358E"/>
    <w:rPr>
      <w:rFonts w:ascii="Symbol" w:hAnsi="Symbol" w:cs="Symbol"/>
      <w:sz w:val="20"/>
      <w:szCs w:val="20"/>
    </w:rPr>
  </w:style>
  <w:style w:type="character" w:customStyle="1" w:styleId="WW8Num11z0">
    <w:name w:val="WW8Num11z0"/>
    <w:rsid w:val="00B4358E"/>
    <w:rPr>
      <w:rFonts w:ascii="Symbol" w:hAnsi="Symbol" w:cs="Symbol"/>
      <w:color w:val="000000"/>
      <w:sz w:val="20"/>
      <w:szCs w:val="20"/>
    </w:rPr>
  </w:style>
  <w:style w:type="character" w:customStyle="1" w:styleId="WW8Num12z0">
    <w:name w:val="WW8Num12z0"/>
    <w:rsid w:val="00B4358E"/>
    <w:rPr>
      <w:rFonts w:ascii="Symbol" w:hAnsi="Symbol" w:cs="Symbol"/>
      <w:sz w:val="20"/>
      <w:szCs w:val="20"/>
    </w:rPr>
  </w:style>
  <w:style w:type="character" w:customStyle="1" w:styleId="WW8Num13z0">
    <w:name w:val="WW8Num13z0"/>
    <w:rsid w:val="00B4358E"/>
    <w:rPr>
      <w:rFonts w:ascii="Century Gothic" w:hAnsi="Century Gothic" w:cs="Tahoma"/>
      <w:b/>
      <w:bCs/>
      <w:sz w:val="20"/>
      <w:szCs w:val="20"/>
    </w:rPr>
  </w:style>
  <w:style w:type="character" w:customStyle="1" w:styleId="WW8Num14z0">
    <w:name w:val="WW8Num14z0"/>
    <w:rsid w:val="00B4358E"/>
    <w:rPr>
      <w:rFonts w:ascii="Century Gothic" w:hAnsi="Century Gothic" w:cs="Tahoma"/>
      <w:b/>
      <w:bCs/>
      <w:sz w:val="20"/>
      <w:szCs w:val="20"/>
    </w:rPr>
  </w:style>
  <w:style w:type="character" w:customStyle="1" w:styleId="WW8Num15z0">
    <w:name w:val="WW8Num15z0"/>
    <w:rsid w:val="00B4358E"/>
    <w:rPr>
      <w:rFonts w:ascii="Symbol" w:hAnsi="Symbol" w:cs="Symbol"/>
      <w:sz w:val="20"/>
      <w:szCs w:val="20"/>
    </w:rPr>
  </w:style>
  <w:style w:type="character" w:customStyle="1" w:styleId="WW8Num16z0">
    <w:name w:val="WW8Num16z0"/>
    <w:rsid w:val="00B4358E"/>
    <w:rPr>
      <w:rFonts w:ascii="Symbol" w:hAnsi="Symbol" w:cs="Symbol"/>
      <w:sz w:val="20"/>
      <w:szCs w:val="20"/>
      <w:shd w:val="clear" w:color="auto" w:fill="00FFFF"/>
    </w:rPr>
  </w:style>
  <w:style w:type="character" w:customStyle="1" w:styleId="WW8Num17z0">
    <w:name w:val="WW8Num17z0"/>
    <w:rsid w:val="00B4358E"/>
    <w:rPr>
      <w:rFonts w:ascii="Symbol" w:hAnsi="Symbol" w:cs="Symbol"/>
      <w:sz w:val="20"/>
      <w:szCs w:val="20"/>
      <w:shd w:val="clear" w:color="auto" w:fill="00CCFF"/>
    </w:rPr>
  </w:style>
  <w:style w:type="character" w:customStyle="1" w:styleId="WW8Num18z0">
    <w:name w:val="WW8Num18z0"/>
    <w:rsid w:val="00B4358E"/>
    <w:rPr>
      <w:rFonts w:ascii="Century Gothic" w:hAnsi="Century Gothic" w:cs="Tahoma"/>
      <w:b/>
      <w:bCs/>
      <w:sz w:val="20"/>
      <w:szCs w:val="20"/>
    </w:rPr>
  </w:style>
  <w:style w:type="character" w:customStyle="1" w:styleId="WW8Num19z0">
    <w:name w:val="WW8Num19z0"/>
    <w:rsid w:val="00B4358E"/>
    <w:rPr>
      <w:rFonts w:ascii="Symbol" w:hAnsi="Symbol" w:cs="Symbol"/>
      <w:sz w:val="20"/>
      <w:szCs w:val="20"/>
      <w:shd w:val="clear" w:color="auto" w:fill="00FFFF"/>
    </w:rPr>
  </w:style>
  <w:style w:type="character" w:customStyle="1" w:styleId="WW8Num20z0">
    <w:name w:val="WW8Num20z0"/>
    <w:rsid w:val="00B4358E"/>
    <w:rPr>
      <w:rFonts w:ascii="Symbol" w:hAnsi="Symbol" w:cs="Symbol"/>
      <w:sz w:val="20"/>
      <w:szCs w:val="20"/>
    </w:rPr>
  </w:style>
  <w:style w:type="character" w:customStyle="1" w:styleId="WW8Num21z0">
    <w:name w:val="WW8Num21z0"/>
    <w:rsid w:val="00B4358E"/>
    <w:rPr>
      <w:rFonts w:ascii="Symbol" w:hAnsi="Symbol" w:cs="Symbol"/>
      <w:sz w:val="20"/>
      <w:szCs w:val="20"/>
    </w:rPr>
  </w:style>
  <w:style w:type="character" w:customStyle="1" w:styleId="WW8Num22z0">
    <w:name w:val="WW8Num22z0"/>
    <w:rsid w:val="00B4358E"/>
    <w:rPr>
      <w:rFonts w:ascii="Symbol" w:hAnsi="Symbol" w:cs="Symbol"/>
      <w:sz w:val="20"/>
      <w:szCs w:val="20"/>
      <w:shd w:val="clear" w:color="auto" w:fill="00FF00"/>
    </w:rPr>
  </w:style>
  <w:style w:type="character" w:customStyle="1" w:styleId="WW8Num23z0">
    <w:name w:val="WW8Num23z0"/>
    <w:rsid w:val="00B4358E"/>
    <w:rPr>
      <w:rFonts w:ascii="Symbol" w:hAnsi="Symbol" w:cs="Symbol"/>
      <w:sz w:val="20"/>
      <w:szCs w:val="20"/>
    </w:rPr>
  </w:style>
  <w:style w:type="character" w:customStyle="1" w:styleId="WW8Num24z0">
    <w:name w:val="WW8Num24z0"/>
    <w:rsid w:val="00B4358E"/>
    <w:rPr>
      <w:rFonts w:ascii="Symbol" w:hAnsi="Symbol" w:cs="Symbol"/>
      <w:sz w:val="20"/>
      <w:szCs w:val="20"/>
      <w:shd w:val="clear" w:color="auto" w:fill="00FFFF"/>
    </w:rPr>
  </w:style>
  <w:style w:type="character" w:customStyle="1" w:styleId="WW8Num25z0">
    <w:name w:val="WW8Num25z0"/>
    <w:rsid w:val="00B4358E"/>
    <w:rPr>
      <w:rFonts w:ascii="Symbol" w:hAnsi="Symbol" w:cs="Symbol"/>
      <w:sz w:val="20"/>
      <w:szCs w:val="20"/>
    </w:rPr>
  </w:style>
  <w:style w:type="character" w:customStyle="1" w:styleId="WW8Num26z0">
    <w:name w:val="WW8Num26z0"/>
    <w:rsid w:val="00B4358E"/>
    <w:rPr>
      <w:rFonts w:ascii="Century Gothic" w:hAnsi="Century Gothic" w:cs="Century Gothic"/>
      <w:b/>
      <w:bCs/>
      <w:sz w:val="20"/>
      <w:szCs w:val="20"/>
    </w:rPr>
  </w:style>
  <w:style w:type="character" w:customStyle="1" w:styleId="WW8Num26z1">
    <w:name w:val="WW8Num26z1"/>
    <w:rsid w:val="00B4358E"/>
  </w:style>
  <w:style w:type="character" w:customStyle="1" w:styleId="WW8Num26z2">
    <w:name w:val="WW8Num26z2"/>
    <w:rsid w:val="00B4358E"/>
  </w:style>
  <w:style w:type="character" w:customStyle="1" w:styleId="WW8Num26z3">
    <w:name w:val="WW8Num26z3"/>
    <w:rsid w:val="00B4358E"/>
  </w:style>
  <w:style w:type="character" w:customStyle="1" w:styleId="WW8Num26z4">
    <w:name w:val="WW8Num26z4"/>
    <w:rsid w:val="00B4358E"/>
  </w:style>
  <w:style w:type="character" w:customStyle="1" w:styleId="WW8Num26z5">
    <w:name w:val="WW8Num26z5"/>
    <w:rsid w:val="00B4358E"/>
  </w:style>
  <w:style w:type="character" w:customStyle="1" w:styleId="WW8Num26z6">
    <w:name w:val="WW8Num26z6"/>
    <w:rsid w:val="00B4358E"/>
  </w:style>
  <w:style w:type="character" w:customStyle="1" w:styleId="WW8Num26z7">
    <w:name w:val="WW8Num26z7"/>
    <w:rsid w:val="00B4358E"/>
  </w:style>
  <w:style w:type="character" w:customStyle="1" w:styleId="WW8Num26z8">
    <w:name w:val="WW8Num26z8"/>
    <w:rsid w:val="00B4358E"/>
  </w:style>
  <w:style w:type="character" w:customStyle="1" w:styleId="WW8Num27z0">
    <w:name w:val="WW8Num27z0"/>
    <w:rsid w:val="00B4358E"/>
  </w:style>
  <w:style w:type="character" w:customStyle="1" w:styleId="WW8Num27z1">
    <w:name w:val="WW8Num27z1"/>
    <w:rsid w:val="00B4358E"/>
  </w:style>
  <w:style w:type="character" w:customStyle="1" w:styleId="WW8Num27z2">
    <w:name w:val="WW8Num27z2"/>
    <w:rsid w:val="00B4358E"/>
  </w:style>
  <w:style w:type="character" w:customStyle="1" w:styleId="WW8Num27z3">
    <w:name w:val="WW8Num27z3"/>
    <w:rsid w:val="00B4358E"/>
  </w:style>
  <w:style w:type="character" w:customStyle="1" w:styleId="WW8Num27z4">
    <w:name w:val="WW8Num27z4"/>
    <w:rsid w:val="00B4358E"/>
  </w:style>
  <w:style w:type="character" w:customStyle="1" w:styleId="WW8Num27z5">
    <w:name w:val="WW8Num27z5"/>
    <w:rsid w:val="00B4358E"/>
  </w:style>
  <w:style w:type="character" w:customStyle="1" w:styleId="WW8Num27z6">
    <w:name w:val="WW8Num27z6"/>
    <w:rsid w:val="00B4358E"/>
  </w:style>
  <w:style w:type="character" w:customStyle="1" w:styleId="WW8Num27z7">
    <w:name w:val="WW8Num27z7"/>
    <w:rsid w:val="00B4358E"/>
  </w:style>
  <w:style w:type="character" w:customStyle="1" w:styleId="WW8Num27z8">
    <w:name w:val="WW8Num27z8"/>
    <w:rsid w:val="00B4358E"/>
  </w:style>
  <w:style w:type="character" w:customStyle="1" w:styleId="WW8Num28z0">
    <w:name w:val="WW8Num28z0"/>
    <w:rsid w:val="00B4358E"/>
    <w:rPr>
      <w:rFonts w:ascii="Symbol" w:hAnsi="Symbol" w:cs="Symbol"/>
      <w:sz w:val="20"/>
      <w:szCs w:val="20"/>
    </w:rPr>
  </w:style>
  <w:style w:type="character" w:customStyle="1" w:styleId="WW8Num29z0">
    <w:name w:val="WW8Num29z0"/>
    <w:rsid w:val="00B4358E"/>
    <w:rPr>
      <w:rFonts w:ascii="Symbol" w:hAnsi="Symbol" w:cs="Symbol"/>
      <w:sz w:val="20"/>
      <w:szCs w:val="20"/>
      <w:shd w:val="clear" w:color="auto" w:fill="00FFFF"/>
    </w:rPr>
  </w:style>
  <w:style w:type="character" w:customStyle="1" w:styleId="WW8Num30z0">
    <w:name w:val="WW8Num30z0"/>
    <w:rsid w:val="00B4358E"/>
    <w:rPr>
      <w:rFonts w:ascii="Century Gothic" w:hAnsi="Century Gothic" w:cs="Century Gothic"/>
      <w:b/>
      <w:bCs/>
      <w:sz w:val="20"/>
      <w:szCs w:val="20"/>
    </w:rPr>
  </w:style>
  <w:style w:type="character" w:customStyle="1" w:styleId="WW8Num30z1">
    <w:name w:val="WW8Num30z1"/>
    <w:rsid w:val="00B4358E"/>
  </w:style>
  <w:style w:type="character" w:customStyle="1" w:styleId="WW8Num30z2">
    <w:name w:val="WW8Num30z2"/>
    <w:rsid w:val="00B4358E"/>
  </w:style>
  <w:style w:type="character" w:customStyle="1" w:styleId="WW8Num30z3">
    <w:name w:val="WW8Num30z3"/>
    <w:rsid w:val="00B4358E"/>
  </w:style>
  <w:style w:type="character" w:customStyle="1" w:styleId="WW8Num30z4">
    <w:name w:val="WW8Num30z4"/>
    <w:rsid w:val="00B4358E"/>
  </w:style>
  <w:style w:type="character" w:customStyle="1" w:styleId="WW8Num30z5">
    <w:name w:val="WW8Num30z5"/>
    <w:rsid w:val="00B4358E"/>
  </w:style>
  <w:style w:type="character" w:customStyle="1" w:styleId="WW8Num30z6">
    <w:name w:val="WW8Num30z6"/>
    <w:rsid w:val="00B4358E"/>
  </w:style>
  <w:style w:type="character" w:customStyle="1" w:styleId="WW8Num30z7">
    <w:name w:val="WW8Num30z7"/>
    <w:rsid w:val="00B4358E"/>
  </w:style>
  <w:style w:type="character" w:customStyle="1" w:styleId="WW8Num30z8">
    <w:name w:val="WW8Num30z8"/>
    <w:rsid w:val="00B4358E"/>
  </w:style>
  <w:style w:type="character" w:customStyle="1" w:styleId="WW8Num25z1">
    <w:name w:val="WW8Num25z1"/>
    <w:rsid w:val="00B4358E"/>
  </w:style>
  <w:style w:type="character" w:customStyle="1" w:styleId="WW8Num25z2">
    <w:name w:val="WW8Num25z2"/>
    <w:rsid w:val="00B4358E"/>
  </w:style>
  <w:style w:type="character" w:customStyle="1" w:styleId="WW8Num25z3">
    <w:name w:val="WW8Num25z3"/>
    <w:rsid w:val="00B4358E"/>
  </w:style>
  <w:style w:type="character" w:customStyle="1" w:styleId="WW8Num25z4">
    <w:name w:val="WW8Num25z4"/>
    <w:rsid w:val="00B4358E"/>
  </w:style>
  <w:style w:type="character" w:customStyle="1" w:styleId="WW8Num25z5">
    <w:name w:val="WW8Num25z5"/>
    <w:rsid w:val="00B4358E"/>
  </w:style>
  <w:style w:type="character" w:customStyle="1" w:styleId="WW8Num25z6">
    <w:name w:val="WW8Num25z6"/>
    <w:rsid w:val="00B4358E"/>
  </w:style>
  <w:style w:type="character" w:customStyle="1" w:styleId="WW8Num25z7">
    <w:name w:val="WW8Num25z7"/>
    <w:rsid w:val="00B4358E"/>
  </w:style>
  <w:style w:type="character" w:customStyle="1" w:styleId="WW8Num25z8">
    <w:name w:val="WW8Num25z8"/>
    <w:rsid w:val="00B4358E"/>
  </w:style>
  <w:style w:type="character" w:customStyle="1" w:styleId="WW8Num28z1">
    <w:name w:val="WW8Num28z1"/>
    <w:rsid w:val="00B4358E"/>
    <w:rPr>
      <w:rFonts w:ascii="Courier New" w:hAnsi="Courier New" w:cs="Courier New"/>
    </w:rPr>
  </w:style>
  <w:style w:type="character" w:customStyle="1" w:styleId="WW8Num28z2">
    <w:name w:val="WW8Num28z2"/>
    <w:rsid w:val="00B4358E"/>
    <w:rPr>
      <w:rFonts w:ascii="Wingdings" w:hAnsi="Wingdings" w:cs="Wingdings"/>
    </w:rPr>
  </w:style>
  <w:style w:type="character" w:customStyle="1" w:styleId="WW8Num29z1">
    <w:name w:val="WW8Num29z1"/>
    <w:rsid w:val="00B4358E"/>
    <w:rPr>
      <w:rFonts w:ascii="Century Gothic" w:eastAsia="Times New Roman" w:hAnsi="Century Gothic" w:cs="Tahoma"/>
    </w:rPr>
  </w:style>
  <w:style w:type="character" w:customStyle="1" w:styleId="WW8Num29z2">
    <w:name w:val="WW8Num29z2"/>
    <w:rsid w:val="00B4358E"/>
    <w:rPr>
      <w:rFonts w:ascii="Wingdings" w:hAnsi="Wingdings" w:cs="Wingdings"/>
    </w:rPr>
  </w:style>
  <w:style w:type="character" w:customStyle="1" w:styleId="WW8Num29z3">
    <w:name w:val="WW8Num29z3"/>
    <w:rsid w:val="00B4358E"/>
    <w:rPr>
      <w:rFonts w:ascii="Symbol" w:hAnsi="Symbol" w:cs="Symbol"/>
    </w:rPr>
  </w:style>
  <w:style w:type="character" w:customStyle="1" w:styleId="WW8Num29z4">
    <w:name w:val="WW8Num29z4"/>
    <w:rsid w:val="00B4358E"/>
    <w:rPr>
      <w:rFonts w:ascii="Courier New" w:hAnsi="Courier New" w:cs="Courier New"/>
    </w:rPr>
  </w:style>
  <w:style w:type="character" w:customStyle="1" w:styleId="WW8Num31z0">
    <w:name w:val="WW8Num31z0"/>
    <w:rsid w:val="00B4358E"/>
    <w:rPr>
      <w:rFonts w:ascii="Symbol" w:hAnsi="Symbol" w:cs="Symbol"/>
      <w:color w:val="000000"/>
      <w:sz w:val="20"/>
      <w:szCs w:val="20"/>
    </w:rPr>
  </w:style>
  <w:style w:type="character" w:customStyle="1" w:styleId="WW8Num31z1">
    <w:name w:val="WW8Num31z1"/>
    <w:rsid w:val="00B4358E"/>
    <w:rPr>
      <w:rFonts w:ascii="Courier New" w:hAnsi="Courier New" w:cs="Courier New"/>
    </w:rPr>
  </w:style>
  <w:style w:type="character" w:customStyle="1" w:styleId="WW8Num31z2">
    <w:name w:val="WW8Num31z2"/>
    <w:rsid w:val="00B4358E"/>
    <w:rPr>
      <w:rFonts w:ascii="Wingdings" w:hAnsi="Wingdings" w:cs="Wingdings"/>
    </w:rPr>
  </w:style>
  <w:style w:type="character" w:customStyle="1" w:styleId="WW8Num32z0">
    <w:name w:val="WW8Num32z0"/>
    <w:rsid w:val="00B4358E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B4358E"/>
    <w:rPr>
      <w:rFonts w:ascii="Courier New" w:hAnsi="Courier New" w:cs="Courier New"/>
    </w:rPr>
  </w:style>
  <w:style w:type="character" w:customStyle="1" w:styleId="WW8Num32z2">
    <w:name w:val="WW8Num32z2"/>
    <w:rsid w:val="00B4358E"/>
    <w:rPr>
      <w:rFonts w:ascii="Wingdings" w:hAnsi="Wingdings" w:cs="Wingdings"/>
    </w:rPr>
  </w:style>
  <w:style w:type="character" w:customStyle="1" w:styleId="WW8Num33z0">
    <w:name w:val="WW8Num33z0"/>
    <w:rsid w:val="00B4358E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3z2">
    <w:name w:val="WW8Num33z2"/>
    <w:rsid w:val="00B4358E"/>
    <w:rPr>
      <w:rFonts w:ascii="Wingdings" w:hAnsi="Wingdings" w:cs="Wingdings"/>
    </w:rPr>
  </w:style>
  <w:style w:type="character" w:customStyle="1" w:styleId="WW8Num33z3">
    <w:name w:val="WW8Num33z3"/>
    <w:rsid w:val="00B4358E"/>
    <w:rPr>
      <w:rFonts w:ascii="Symbol" w:hAnsi="Symbol" w:cs="Symbol"/>
    </w:rPr>
  </w:style>
  <w:style w:type="character" w:customStyle="1" w:styleId="WW8Num33z4">
    <w:name w:val="WW8Num33z4"/>
    <w:rsid w:val="00B4358E"/>
    <w:rPr>
      <w:rFonts w:ascii="Courier New" w:hAnsi="Courier New" w:cs="Courier New"/>
    </w:rPr>
  </w:style>
  <w:style w:type="character" w:customStyle="1" w:styleId="WW8Num34z0">
    <w:name w:val="WW8Num34z0"/>
    <w:rsid w:val="00B4358E"/>
    <w:rPr>
      <w:rFonts w:ascii="Century Gothic" w:hAnsi="Century Gothic" w:cs="Tahoma"/>
      <w:bCs/>
      <w:sz w:val="20"/>
      <w:szCs w:val="20"/>
    </w:rPr>
  </w:style>
  <w:style w:type="character" w:customStyle="1" w:styleId="WW8Num34z1">
    <w:name w:val="WW8Num34z1"/>
    <w:rsid w:val="00B4358E"/>
  </w:style>
  <w:style w:type="character" w:customStyle="1" w:styleId="WW8Num34z2">
    <w:name w:val="WW8Num34z2"/>
    <w:rsid w:val="00B4358E"/>
  </w:style>
  <w:style w:type="character" w:customStyle="1" w:styleId="WW8Num34z3">
    <w:name w:val="WW8Num34z3"/>
    <w:rsid w:val="00B4358E"/>
  </w:style>
  <w:style w:type="character" w:customStyle="1" w:styleId="WW8Num34z4">
    <w:name w:val="WW8Num34z4"/>
    <w:rsid w:val="00B4358E"/>
  </w:style>
  <w:style w:type="character" w:customStyle="1" w:styleId="WW8Num34z5">
    <w:name w:val="WW8Num34z5"/>
    <w:rsid w:val="00B4358E"/>
  </w:style>
  <w:style w:type="character" w:customStyle="1" w:styleId="WW8Num34z6">
    <w:name w:val="WW8Num34z6"/>
    <w:rsid w:val="00B4358E"/>
  </w:style>
  <w:style w:type="character" w:customStyle="1" w:styleId="WW8Num34z7">
    <w:name w:val="WW8Num34z7"/>
    <w:rsid w:val="00B4358E"/>
  </w:style>
  <w:style w:type="character" w:customStyle="1" w:styleId="WW8Num34z8">
    <w:name w:val="WW8Num34z8"/>
    <w:rsid w:val="00B4358E"/>
  </w:style>
  <w:style w:type="character" w:customStyle="1" w:styleId="WW8Num35z0">
    <w:name w:val="WW8Num35z0"/>
    <w:rsid w:val="00B4358E"/>
    <w:rPr>
      <w:rFonts w:ascii="Century Gothic" w:hAnsi="Century Gothic" w:cs="Tahoma"/>
      <w:b/>
      <w:bCs/>
      <w:sz w:val="20"/>
      <w:szCs w:val="20"/>
    </w:rPr>
  </w:style>
  <w:style w:type="character" w:customStyle="1" w:styleId="WW8Num35z1">
    <w:name w:val="WW8Num35z1"/>
    <w:rsid w:val="00B4358E"/>
  </w:style>
  <w:style w:type="character" w:customStyle="1" w:styleId="WW8Num35z2">
    <w:name w:val="WW8Num35z2"/>
    <w:rsid w:val="00B4358E"/>
  </w:style>
  <w:style w:type="character" w:customStyle="1" w:styleId="WW8Num35z3">
    <w:name w:val="WW8Num35z3"/>
    <w:rsid w:val="00B4358E"/>
  </w:style>
  <w:style w:type="character" w:customStyle="1" w:styleId="WW8Num35z4">
    <w:name w:val="WW8Num35z4"/>
    <w:rsid w:val="00B4358E"/>
  </w:style>
  <w:style w:type="character" w:customStyle="1" w:styleId="WW8Num35z5">
    <w:name w:val="WW8Num35z5"/>
    <w:rsid w:val="00B4358E"/>
  </w:style>
  <w:style w:type="character" w:customStyle="1" w:styleId="WW8Num35z6">
    <w:name w:val="WW8Num35z6"/>
    <w:rsid w:val="00B4358E"/>
  </w:style>
  <w:style w:type="character" w:customStyle="1" w:styleId="WW8Num35z7">
    <w:name w:val="WW8Num35z7"/>
    <w:rsid w:val="00B4358E"/>
  </w:style>
  <w:style w:type="character" w:customStyle="1" w:styleId="WW8Num35z8">
    <w:name w:val="WW8Num35z8"/>
    <w:rsid w:val="00B4358E"/>
  </w:style>
  <w:style w:type="character" w:customStyle="1" w:styleId="WW8Num36z0">
    <w:name w:val="WW8Num36z0"/>
    <w:rsid w:val="00B4358E"/>
    <w:rPr>
      <w:rFonts w:ascii="Symbol" w:hAnsi="Symbol" w:cs="Symbol"/>
    </w:rPr>
  </w:style>
  <w:style w:type="character" w:customStyle="1" w:styleId="WW8Num36z1">
    <w:name w:val="WW8Num36z1"/>
    <w:rsid w:val="00B4358E"/>
    <w:rPr>
      <w:rFonts w:ascii="Courier New" w:hAnsi="Courier New" w:cs="Courier New"/>
    </w:rPr>
  </w:style>
  <w:style w:type="character" w:customStyle="1" w:styleId="WW8Num36z2">
    <w:name w:val="WW8Num36z2"/>
    <w:rsid w:val="00B4358E"/>
    <w:rPr>
      <w:rFonts w:ascii="Wingdings" w:hAnsi="Wingdings" w:cs="Wingdings"/>
    </w:rPr>
  </w:style>
  <w:style w:type="character" w:customStyle="1" w:styleId="WW8Num37z0">
    <w:name w:val="WW8Num37z0"/>
    <w:rsid w:val="00B4358E"/>
    <w:rPr>
      <w:rFonts w:ascii="Symbol" w:hAnsi="Symbol" w:cs="Symbol"/>
      <w:sz w:val="20"/>
      <w:szCs w:val="20"/>
    </w:rPr>
  </w:style>
  <w:style w:type="character" w:customStyle="1" w:styleId="WW8Num37z1">
    <w:name w:val="WW8Num37z1"/>
    <w:rsid w:val="00B4358E"/>
    <w:rPr>
      <w:rFonts w:ascii="Courier New" w:hAnsi="Courier New" w:cs="Courier New"/>
    </w:rPr>
  </w:style>
  <w:style w:type="character" w:customStyle="1" w:styleId="WW8Num37z2">
    <w:name w:val="WW8Num37z2"/>
    <w:rsid w:val="00B4358E"/>
    <w:rPr>
      <w:rFonts w:ascii="Wingdings" w:hAnsi="Wingdings" w:cs="Wingdings"/>
    </w:rPr>
  </w:style>
  <w:style w:type="character" w:customStyle="1" w:styleId="WW8Num38z0">
    <w:name w:val="WW8Num38z0"/>
    <w:rsid w:val="00B4358E"/>
    <w:rPr>
      <w:rFonts w:ascii="Symbol" w:hAnsi="Symbol" w:cs="Symbol"/>
      <w:sz w:val="20"/>
      <w:szCs w:val="20"/>
      <w:shd w:val="clear" w:color="auto" w:fill="00FFFF"/>
    </w:rPr>
  </w:style>
  <w:style w:type="character" w:customStyle="1" w:styleId="WW8Num38z1">
    <w:name w:val="WW8Num38z1"/>
    <w:rsid w:val="00B4358E"/>
    <w:rPr>
      <w:rFonts w:ascii="Courier New" w:hAnsi="Courier New" w:cs="Courier New"/>
    </w:rPr>
  </w:style>
  <w:style w:type="character" w:customStyle="1" w:styleId="WW8Num38z2">
    <w:name w:val="WW8Num38z2"/>
    <w:rsid w:val="00B4358E"/>
    <w:rPr>
      <w:rFonts w:ascii="Wingdings" w:hAnsi="Wingdings" w:cs="Wingdings"/>
    </w:rPr>
  </w:style>
  <w:style w:type="character" w:customStyle="1" w:styleId="WW8Num39z0">
    <w:name w:val="WW8Num39z0"/>
    <w:rsid w:val="00B4358E"/>
    <w:rPr>
      <w:rFonts w:ascii="Symbol" w:hAnsi="Symbol" w:cs="Symbol"/>
      <w:sz w:val="20"/>
      <w:szCs w:val="20"/>
    </w:rPr>
  </w:style>
  <w:style w:type="character" w:customStyle="1" w:styleId="WW8Num39z1">
    <w:name w:val="WW8Num39z1"/>
    <w:rsid w:val="00B4358E"/>
    <w:rPr>
      <w:rFonts w:ascii="Courier New" w:hAnsi="Courier New" w:cs="Courier New"/>
    </w:rPr>
  </w:style>
  <w:style w:type="character" w:customStyle="1" w:styleId="WW8Num39z2">
    <w:name w:val="WW8Num39z2"/>
    <w:rsid w:val="00B4358E"/>
    <w:rPr>
      <w:rFonts w:ascii="Wingdings" w:hAnsi="Wingdings" w:cs="Wingdings"/>
    </w:rPr>
  </w:style>
  <w:style w:type="character" w:customStyle="1" w:styleId="WW8Num40z0">
    <w:name w:val="WW8Num40z0"/>
    <w:rsid w:val="00B4358E"/>
    <w:rPr>
      <w:rFonts w:ascii="Century Gothic" w:hAnsi="Century Gothic" w:cs="Tahoma"/>
      <w:bCs/>
      <w:sz w:val="20"/>
      <w:szCs w:val="20"/>
    </w:rPr>
  </w:style>
  <w:style w:type="character" w:customStyle="1" w:styleId="WW8Num40z1">
    <w:name w:val="WW8Num40z1"/>
    <w:rsid w:val="00B4358E"/>
  </w:style>
  <w:style w:type="character" w:customStyle="1" w:styleId="WW8Num40z2">
    <w:name w:val="WW8Num40z2"/>
    <w:rsid w:val="00B4358E"/>
  </w:style>
  <w:style w:type="character" w:customStyle="1" w:styleId="WW8Num40z3">
    <w:name w:val="WW8Num40z3"/>
    <w:rsid w:val="00B4358E"/>
  </w:style>
  <w:style w:type="character" w:customStyle="1" w:styleId="WW8Num40z4">
    <w:name w:val="WW8Num40z4"/>
    <w:rsid w:val="00B4358E"/>
  </w:style>
  <w:style w:type="character" w:customStyle="1" w:styleId="WW8Num40z5">
    <w:name w:val="WW8Num40z5"/>
    <w:rsid w:val="00B4358E"/>
  </w:style>
  <w:style w:type="character" w:customStyle="1" w:styleId="WW8Num40z6">
    <w:name w:val="WW8Num40z6"/>
    <w:rsid w:val="00B4358E"/>
  </w:style>
  <w:style w:type="character" w:customStyle="1" w:styleId="WW8Num40z7">
    <w:name w:val="WW8Num40z7"/>
    <w:rsid w:val="00B4358E"/>
  </w:style>
  <w:style w:type="character" w:customStyle="1" w:styleId="WW8Num40z8">
    <w:name w:val="WW8Num40z8"/>
    <w:rsid w:val="00B4358E"/>
  </w:style>
  <w:style w:type="character" w:customStyle="1" w:styleId="WW8Num41z0">
    <w:name w:val="WW8Num41z0"/>
    <w:rsid w:val="00B4358E"/>
    <w:rPr>
      <w:rFonts w:ascii="Symbol" w:hAnsi="Symbol" w:cs="Symbol"/>
      <w:sz w:val="20"/>
      <w:szCs w:val="20"/>
      <w:shd w:val="clear" w:color="auto" w:fill="00FFFF"/>
    </w:rPr>
  </w:style>
  <w:style w:type="character" w:customStyle="1" w:styleId="WW8Num41z1">
    <w:name w:val="WW8Num41z1"/>
    <w:rsid w:val="00B4358E"/>
    <w:rPr>
      <w:rFonts w:ascii="Courier New" w:hAnsi="Courier New" w:cs="Courier New"/>
    </w:rPr>
  </w:style>
  <w:style w:type="character" w:customStyle="1" w:styleId="WW8Num41z2">
    <w:name w:val="WW8Num41z2"/>
    <w:rsid w:val="00B4358E"/>
    <w:rPr>
      <w:rFonts w:ascii="Wingdings" w:hAnsi="Wingdings" w:cs="Wingdings"/>
    </w:rPr>
  </w:style>
  <w:style w:type="character" w:customStyle="1" w:styleId="WW8Num42z0">
    <w:name w:val="WW8Num42z0"/>
    <w:rsid w:val="00B4358E"/>
    <w:rPr>
      <w:rFonts w:ascii="Symbol" w:hAnsi="Symbol" w:cs="Symbol"/>
      <w:sz w:val="20"/>
      <w:szCs w:val="20"/>
    </w:rPr>
  </w:style>
  <w:style w:type="character" w:customStyle="1" w:styleId="WW8Num42z1">
    <w:name w:val="WW8Num42z1"/>
    <w:rsid w:val="00B4358E"/>
    <w:rPr>
      <w:rFonts w:ascii="Century Gothic" w:eastAsia="Times New Roman" w:hAnsi="Century Gothic" w:cs="Tahoma"/>
    </w:rPr>
  </w:style>
  <w:style w:type="character" w:customStyle="1" w:styleId="WW8Num42z2">
    <w:name w:val="WW8Num42z2"/>
    <w:rsid w:val="00B4358E"/>
    <w:rPr>
      <w:rFonts w:ascii="Wingdings" w:hAnsi="Wingdings" w:cs="Wingdings"/>
    </w:rPr>
  </w:style>
  <w:style w:type="character" w:customStyle="1" w:styleId="WW8Num42z4">
    <w:name w:val="WW8Num42z4"/>
    <w:rsid w:val="00B4358E"/>
    <w:rPr>
      <w:rFonts w:ascii="Courier New" w:hAnsi="Courier New" w:cs="Courier New"/>
    </w:rPr>
  </w:style>
  <w:style w:type="character" w:customStyle="1" w:styleId="WW8Num43z0">
    <w:name w:val="WW8Num43z0"/>
    <w:rsid w:val="00B4358E"/>
    <w:rPr>
      <w:rFonts w:ascii="Symbol" w:hAnsi="Symbol" w:cs="Symbol"/>
      <w:sz w:val="20"/>
      <w:szCs w:val="20"/>
    </w:rPr>
  </w:style>
  <w:style w:type="character" w:customStyle="1" w:styleId="WW8Num43z1">
    <w:name w:val="WW8Num43z1"/>
    <w:rsid w:val="00B4358E"/>
    <w:rPr>
      <w:rFonts w:ascii="Courier New" w:hAnsi="Courier New" w:cs="Courier New"/>
    </w:rPr>
  </w:style>
  <w:style w:type="character" w:customStyle="1" w:styleId="WW8Num43z2">
    <w:name w:val="WW8Num43z2"/>
    <w:rsid w:val="00B4358E"/>
    <w:rPr>
      <w:rFonts w:ascii="Wingdings" w:hAnsi="Wingdings" w:cs="Wingdings"/>
    </w:rPr>
  </w:style>
  <w:style w:type="character" w:customStyle="1" w:styleId="WW8Num44z0">
    <w:name w:val="WW8Num44z0"/>
    <w:rsid w:val="00B4358E"/>
    <w:rPr>
      <w:rFonts w:ascii="Symbol" w:hAnsi="Symbol" w:cs="Symbol"/>
      <w:sz w:val="20"/>
      <w:szCs w:val="20"/>
    </w:rPr>
  </w:style>
  <w:style w:type="character" w:customStyle="1" w:styleId="WW8Num44z1">
    <w:name w:val="WW8Num44z1"/>
    <w:rsid w:val="00B4358E"/>
    <w:rPr>
      <w:rFonts w:ascii="Courier New" w:hAnsi="Courier New" w:cs="Courier New"/>
    </w:rPr>
  </w:style>
  <w:style w:type="character" w:customStyle="1" w:styleId="WW8Num44z2">
    <w:name w:val="WW8Num44z2"/>
    <w:rsid w:val="00B4358E"/>
    <w:rPr>
      <w:rFonts w:ascii="Wingdings" w:hAnsi="Wingdings" w:cs="Wingdings"/>
    </w:rPr>
  </w:style>
  <w:style w:type="character" w:customStyle="1" w:styleId="WW8Num45z0">
    <w:name w:val="WW8Num45z0"/>
    <w:rsid w:val="00B4358E"/>
    <w:rPr>
      <w:rFonts w:ascii="Symbol" w:hAnsi="Symbol" w:cs="Symbol"/>
      <w:sz w:val="20"/>
      <w:szCs w:val="20"/>
    </w:rPr>
  </w:style>
  <w:style w:type="character" w:customStyle="1" w:styleId="WW8Num45z1">
    <w:name w:val="WW8Num45z1"/>
    <w:rsid w:val="00B4358E"/>
    <w:rPr>
      <w:rFonts w:ascii="Courier New" w:hAnsi="Courier New" w:cs="Courier New"/>
    </w:rPr>
  </w:style>
  <w:style w:type="character" w:customStyle="1" w:styleId="WW8Num45z2">
    <w:name w:val="WW8Num45z2"/>
    <w:rsid w:val="00B4358E"/>
    <w:rPr>
      <w:rFonts w:ascii="Wingdings" w:hAnsi="Wingdings" w:cs="Wingdings"/>
    </w:rPr>
  </w:style>
  <w:style w:type="character" w:customStyle="1" w:styleId="WW8Num46z0">
    <w:name w:val="WW8Num46z0"/>
    <w:rsid w:val="00B4358E"/>
    <w:rPr>
      <w:rFonts w:ascii="Symbol" w:hAnsi="Symbol" w:cs="Symbol"/>
      <w:sz w:val="20"/>
      <w:szCs w:val="20"/>
      <w:shd w:val="clear" w:color="auto" w:fill="00FFFF"/>
    </w:rPr>
  </w:style>
  <w:style w:type="character" w:customStyle="1" w:styleId="WW8Num46z1">
    <w:name w:val="WW8Num46z1"/>
    <w:rsid w:val="00B4358E"/>
    <w:rPr>
      <w:rFonts w:ascii="Courier New" w:hAnsi="Courier New" w:cs="Courier New"/>
    </w:rPr>
  </w:style>
  <w:style w:type="character" w:customStyle="1" w:styleId="WW8Num46z2">
    <w:name w:val="WW8Num46z2"/>
    <w:rsid w:val="00B4358E"/>
    <w:rPr>
      <w:rFonts w:ascii="Wingdings" w:hAnsi="Wingdings" w:cs="Wingdings"/>
    </w:rPr>
  </w:style>
  <w:style w:type="character" w:customStyle="1" w:styleId="WW8Num47z0">
    <w:name w:val="WW8Num47z0"/>
    <w:rsid w:val="00B4358E"/>
    <w:rPr>
      <w:rFonts w:ascii="Symbol" w:hAnsi="Symbol" w:cs="Symbol"/>
      <w:sz w:val="20"/>
      <w:szCs w:val="20"/>
    </w:rPr>
  </w:style>
  <w:style w:type="character" w:customStyle="1" w:styleId="WW8Num47z1">
    <w:name w:val="WW8Num47z1"/>
    <w:rsid w:val="00B4358E"/>
    <w:rPr>
      <w:rFonts w:ascii="Courier New" w:hAnsi="Courier New" w:cs="Courier New"/>
    </w:rPr>
  </w:style>
  <w:style w:type="character" w:customStyle="1" w:styleId="WW8Num47z2">
    <w:name w:val="WW8Num47z2"/>
    <w:rsid w:val="00B4358E"/>
    <w:rPr>
      <w:rFonts w:ascii="Wingdings" w:hAnsi="Wingdings" w:cs="Wingdings"/>
    </w:rPr>
  </w:style>
  <w:style w:type="character" w:customStyle="1" w:styleId="WW8Num48z0">
    <w:name w:val="WW8Num48z0"/>
    <w:rsid w:val="00B4358E"/>
    <w:rPr>
      <w:rFonts w:ascii="Symbol" w:hAnsi="Symbol" w:cs="Symbol"/>
      <w:sz w:val="20"/>
      <w:szCs w:val="20"/>
      <w:shd w:val="clear" w:color="auto" w:fill="00FFFF"/>
    </w:rPr>
  </w:style>
  <w:style w:type="character" w:customStyle="1" w:styleId="WW8Num48z1">
    <w:name w:val="WW8Num48z1"/>
    <w:rsid w:val="00B4358E"/>
    <w:rPr>
      <w:rFonts w:ascii="Tahoma" w:eastAsia="Times New Roman" w:hAnsi="Tahoma" w:cs="Tahoma"/>
    </w:rPr>
  </w:style>
  <w:style w:type="character" w:customStyle="1" w:styleId="WW8Num48z2">
    <w:name w:val="WW8Num48z2"/>
    <w:rsid w:val="00B4358E"/>
    <w:rPr>
      <w:rFonts w:ascii="Wingdings" w:hAnsi="Wingdings" w:cs="Wingdings"/>
    </w:rPr>
  </w:style>
  <w:style w:type="character" w:customStyle="1" w:styleId="WW8Num48z4">
    <w:name w:val="WW8Num48z4"/>
    <w:rsid w:val="00B4358E"/>
    <w:rPr>
      <w:rFonts w:ascii="Courier New" w:hAnsi="Courier New" w:cs="Courier New"/>
    </w:rPr>
  </w:style>
  <w:style w:type="character" w:customStyle="1" w:styleId="Carpredefinitoparagrafo2">
    <w:name w:val="Car. predefinito paragrafo2"/>
    <w:rsid w:val="00B4358E"/>
  </w:style>
  <w:style w:type="character" w:customStyle="1" w:styleId="WW8Num3z1">
    <w:name w:val="WW8Num3z1"/>
    <w:rsid w:val="00B4358E"/>
  </w:style>
  <w:style w:type="character" w:customStyle="1" w:styleId="WW8Num3z2">
    <w:name w:val="WW8Num3z2"/>
    <w:rsid w:val="00B4358E"/>
  </w:style>
  <w:style w:type="character" w:customStyle="1" w:styleId="WW8Num3z3">
    <w:name w:val="WW8Num3z3"/>
    <w:rsid w:val="00B4358E"/>
  </w:style>
  <w:style w:type="character" w:customStyle="1" w:styleId="WW8Num3z4">
    <w:name w:val="WW8Num3z4"/>
    <w:rsid w:val="00B4358E"/>
  </w:style>
  <w:style w:type="character" w:customStyle="1" w:styleId="WW8Num3z5">
    <w:name w:val="WW8Num3z5"/>
    <w:rsid w:val="00B4358E"/>
  </w:style>
  <w:style w:type="character" w:customStyle="1" w:styleId="WW8Num3z6">
    <w:name w:val="WW8Num3z6"/>
    <w:rsid w:val="00B4358E"/>
  </w:style>
  <w:style w:type="character" w:customStyle="1" w:styleId="WW8Num3z7">
    <w:name w:val="WW8Num3z7"/>
    <w:rsid w:val="00B4358E"/>
  </w:style>
  <w:style w:type="character" w:customStyle="1" w:styleId="WW8Num3z8">
    <w:name w:val="WW8Num3z8"/>
    <w:rsid w:val="00B4358E"/>
  </w:style>
  <w:style w:type="character" w:customStyle="1" w:styleId="WW8Num4z1">
    <w:name w:val="WW8Num4z1"/>
    <w:rsid w:val="00B4358E"/>
  </w:style>
  <w:style w:type="character" w:customStyle="1" w:styleId="WW8Num4z2">
    <w:name w:val="WW8Num4z2"/>
    <w:rsid w:val="00B4358E"/>
  </w:style>
  <w:style w:type="character" w:customStyle="1" w:styleId="WW8Num4z3">
    <w:name w:val="WW8Num4z3"/>
    <w:rsid w:val="00B4358E"/>
  </w:style>
  <w:style w:type="character" w:customStyle="1" w:styleId="WW8Num4z4">
    <w:name w:val="WW8Num4z4"/>
    <w:rsid w:val="00B4358E"/>
  </w:style>
  <w:style w:type="character" w:customStyle="1" w:styleId="WW8Num4z5">
    <w:name w:val="WW8Num4z5"/>
    <w:rsid w:val="00B4358E"/>
  </w:style>
  <w:style w:type="character" w:customStyle="1" w:styleId="WW8Num4z6">
    <w:name w:val="WW8Num4z6"/>
    <w:rsid w:val="00B4358E"/>
  </w:style>
  <w:style w:type="character" w:customStyle="1" w:styleId="WW8Num4z7">
    <w:name w:val="WW8Num4z7"/>
    <w:rsid w:val="00B4358E"/>
  </w:style>
  <w:style w:type="character" w:customStyle="1" w:styleId="WW8Num4z8">
    <w:name w:val="WW8Num4z8"/>
    <w:rsid w:val="00B4358E"/>
  </w:style>
  <w:style w:type="character" w:customStyle="1" w:styleId="WW8Num5z1">
    <w:name w:val="WW8Num5z1"/>
    <w:rsid w:val="00B4358E"/>
  </w:style>
  <w:style w:type="character" w:customStyle="1" w:styleId="WW8Num5z2">
    <w:name w:val="WW8Num5z2"/>
    <w:rsid w:val="00B4358E"/>
  </w:style>
  <w:style w:type="character" w:customStyle="1" w:styleId="WW8Num5z3">
    <w:name w:val="WW8Num5z3"/>
    <w:rsid w:val="00B4358E"/>
  </w:style>
  <w:style w:type="character" w:customStyle="1" w:styleId="WW8Num5z4">
    <w:name w:val="WW8Num5z4"/>
    <w:rsid w:val="00B4358E"/>
  </w:style>
  <w:style w:type="character" w:customStyle="1" w:styleId="WW8Num5z5">
    <w:name w:val="WW8Num5z5"/>
    <w:rsid w:val="00B4358E"/>
  </w:style>
  <w:style w:type="character" w:customStyle="1" w:styleId="WW8Num5z6">
    <w:name w:val="WW8Num5z6"/>
    <w:rsid w:val="00B4358E"/>
  </w:style>
  <w:style w:type="character" w:customStyle="1" w:styleId="WW8Num5z7">
    <w:name w:val="WW8Num5z7"/>
    <w:rsid w:val="00B4358E"/>
  </w:style>
  <w:style w:type="character" w:customStyle="1" w:styleId="WW8Num5z8">
    <w:name w:val="WW8Num5z8"/>
    <w:rsid w:val="00B4358E"/>
  </w:style>
  <w:style w:type="character" w:customStyle="1" w:styleId="WW8Num7z1">
    <w:name w:val="WW8Num7z1"/>
    <w:rsid w:val="00B4358E"/>
    <w:rPr>
      <w:rFonts w:ascii="Courier New" w:hAnsi="Courier New" w:cs="Courier New"/>
    </w:rPr>
  </w:style>
  <w:style w:type="character" w:customStyle="1" w:styleId="WW8Num7z2">
    <w:name w:val="WW8Num7z2"/>
    <w:rsid w:val="00B4358E"/>
    <w:rPr>
      <w:rFonts w:ascii="Wingdings" w:hAnsi="Wingdings" w:cs="Wingdings"/>
    </w:rPr>
  </w:style>
  <w:style w:type="character" w:customStyle="1" w:styleId="WW8Num8z1">
    <w:name w:val="WW8Num8z1"/>
    <w:rsid w:val="00B4358E"/>
  </w:style>
  <w:style w:type="character" w:customStyle="1" w:styleId="WW8Num8z2">
    <w:name w:val="WW8Num8z2"/>
    <w:rsid w:val="00B4358E"/>
  </w:style>
  <w:style w:type="character" w:customStyle="1" w:styleId="WW8Num8z3">
    <w:name w:val="WW8Num8z3"/>
    <w:rsid w:val="00B4358E"/>
  </w:style>
  <w:style w:type="character" w:customStyle="1" w:styleId="WW8Num8z4">
    <w:name w:val="WW8Num8z4"/>
    <w:rsid w:val="00B4358E"/>
  </w:style>
  <w:style w:type="character" w:customStyle="1" w:styleId="WW8Num8z5">
    <w:name w:val="WW8Num8z5"/>
    <w:rsid w:val="00B4358E"/>
  </w:style>
  <w:style w:type="character" w:customStyle="1" w:styleId="WW8Num8z6">
    <w:name w:val="WW8Num8z6"/>
    <w:rsid w:val="00B4358E"/>
  </w:style>
  <w:style w:type="character" w:customStyle="1" w:styleId="WW8Num8z7">
    <w:name w:val="WW8Num8z7"/>
    <w:rsid w:val="00B4358E"/>
  </w:style>
  <w:style w:type="character" w:customStyle="1" w:styleId="WW8Num8z8">
    <w:name w:val="WW8Num8z8"/>
    <w:rsid w:val="00B4358E"/>
  </w:style>
  <w:style w:type="character" w:customStyle="1" w:styleId="WW8Num9z1">
    <w:name w:val="WW8Num9z1"/>
    <w:rsid w:val="00B4358E"/>
    <w:rPr>
      <w:rFonts w:ascii="Courier New" w:hAnsi="Courier New" w:cs="Courier New"/>
    </w:rPr>
  </w:style>
  <w:style w:type="character" w:customStyle="1" w:styleId="WW8Num9z2">
    <w:name w:val="WW8Num9z2"/>
    <w:rsid w:val="00B4358E"/>
    <w:rPr>
      <w:rFonts w:ascii="Wingdings" w:hAnsi="Wingdings" w:cs="Wingdings"/>
    </w:rPr>
  </w:style>
  <w:style w:type="character" w:customStyle="1" w:styleId="WW8Num11z1">
    <w:name w:val="WW8Num11z1"/>
    <w:rsid w:val="00B4358E"/>
    <w:rPr>
      <w:rFonts w:ascii="Courier New" w:hAnsi="Courier New" w:cs="Courier New"/>
    </w:rPr>
  </w:style>
  <w:style w:type="character" w:customStyle="1" w:styleId="WW8Num11z2">
    <w:name w:val="WW8Num11z2"/>
    <w:rsid w:val="00B4358E"/>
    <w:rPr>
      <w:rFonts w:ascii="Wingdings" w:hAnsi="Wingdings" w:cs="Wingdings"/>
    </w:rPr>
  </w:style>
  <w:style w:type="character" w:customStyle="1" w:styleId="WW8Num12z1">
    <w:name w:val="WW8Num12z1"/>
    <w:rsid w:val="00B4358E"/>
    <w:rPr>
      <w:rFonts w:ascii="Courier New" w:hAnsi="Courier New" w:cs="Courier New"/>
    </w:rPr>
  </w:style>
  <w:style w:type="character" w:customStyle="1" w:styleId="WW8Num12z2">
    <w:name w:val="WW8Num12z2"/>
    <w:rsid w:val="00B4358E"/>
    <w:rPr>
      <w:rFonts w:ascii="Wingdings" w:hAnsi="Wingdings" w:cs="Wingdings"/>
    </w:rPr>
  </w:style>
  <w:style w:type="character" w:customStyle="1" w:styleId="WW8Num13z1">
    <w:name w:val="WW8Num13z1"/>
    <w:rsid w:val="00B4358E"/>
    <w:rPr>
      <w:rFonts w:ascii="Courier New" w:hAnsi="Courier New" w:cs="Courier New"/>
    </w:rPr>
  </w:style>
  <w:style w:type="character" w:customStyle="1" w:styleId="WW8Num13z2">
    <w:name w:val="WW8Num13z2"/>
    <w:rsid w:val="00B4358E"/>
    <w:rPr>
      <w:rFonts w:ascii="Wingdings" w:hAnsi="Wingdings" w:cs="Wingdings"/>
    </w:rPr>
  </w:style>
  <w:style w:type="character" w:customStyle="1" w:styleId="WW8Num14z1">
    <w:name w:val="WW8Num14z1"/>
    <w:rsid w:val="00B4358E"/>
    <w:rPr>
      <w:rFonts w:ascii="Courier New" w:hAnsi="Courier New" w:cs="Courier New"/>
    </w:rPr>
  </w:style>
  <w:style w:type="character" w:customStyle="1" w:styleId="WW8Num14z2">
    <w:name w:val="WW8Num14z2"/>
    <w:rsid w:val="00B4358E"/>
    <w:rPr>
      <w:rFonts w:ascii="Wingdings" w:hAnsi="Wingdings" w:cs="Wingdings"/>
    </w:rPr>
  </w:style>
  <w:style w:type="character" w:customStyle="1" w:styleId="WW8Num15z1">
    <w:name w:val="WW8Num15z1"/>
    <w:rsid w:val="00B4358E"/>
    <w:rPr>
      <w:rFonts w:ascii="Courier New" w:hAnsi="Courier New" w:cs="Courier New"/>
    </w:rPr>
  </w:style>
  <w:style w:type="character" w:customStyle="1" w:styleId="WW8Num15z2">
    <w:name w:val="WW8Num15z2"/>
    <w:rsid w:val="00B4358E"/>
    <w:rPr>
      <w:rFonts w:ascii="Wingdings" w:hAnsi="Wingdings" w:cs="Wingdings"/>
    </w:rPr>
  </w:style>
  <w:style w:type="character" w:customStyle="1" w:styleId="WW8Num16z1">
    <w:name w:val="WW8Num16z1"/>
    <w:rsid w:val="00B4358E"/>
    <w:rPr>
      <w:rFonts w:ascii="Tahoma" w:eastAsia="Times New Roman" w:hAnsi="Tahoma" w:cs="Tahoma"/>
      <w:b w:val="0"/>
      <w:u w:val="none"/>
    </w:rPr>
  </w:style>
  <w:style w:type="character" w:customStyle="1" w:styleId="WW8Num16z2">
    <w:name w:val="WW8Num16z2"/>
    <w:rsid w:val="00B4358E"/>
  </w:style>
  <w:style w:type="character" w:customStyle="1" w:styleId="WW8Num16z3">
    <w:name w:val="WW8Num16z3"/>
    <w:rsid w:val="00B4358E"/>
  </w:style>
  <w:style w:type="character" w:customStyle="1" w:styleId="WW8Num16z4">
    <w:name w:val="WW8Num16z4"/>
    <w:rsid w:val="00B4358E"/>
  </w:style>
  <w:style w:type="character" w:customStyle="1" w:styleId="WW8Num16z5">
    <w:name w:val="WW8Num16z5"/>
    <w:rsid w:val="00B4358E"/>
  </w:style>
  <w:style w:type="character" w:customStyle="1" w:styleId="WW8Num16z6">
    <w:name w:val="WW8Num16z6"/>
    <w:rsid w:val="00B4358E"/>
  </w:style>
  <w:style w:type="character" w:customStyle="1" w:styleId="WW8Num16z7">
    <w:name w:val="WW8Num16z7"/>
    <w:rsid w:val="00B4358E"/>
  </w:style>
  <w:style w:type="character" w:customStyle="1" w:styleId="WW8Num16z8">
    <w:name w:val="WW8Num16z8"/>
    <w:rsid w:val="00B4358E"/>
  </w:style>
  <w:style w:type="character" w:customStyle="1" w:styleId="WW8Num17z1">
    <w:name w:val="WW8Num17z1"/>
    <w:rsid w:val="00B4358E"/>
    <w:rPr>
      <w:rFonts w:ascii="Courier New" w:hAnsi="Courier New" w:cs="Courier New"/>
    </w:rPr>
  </w:style>
  <w:style w:type="character" w:customStyle="1" w:styleId="WW8Num17z2">
    <w:name w:val="WW8Num17z2"/>
    <w:rsid w:val="00B4358E"/>
    <w:rPr>
      <w:rFonts w:ascii="Wingdings" w:hAnsi="Wingdings" w:cs="Wingdings"/>
    </w:rPr>
  </w:style>
  <w:style w:type="character" w:customStyle="1" w:styleId="WW8Num18z1">
    <w:name w:val="WW8Num18z1"/>
    <w:rsid w:val="00B4358E"/>
    <w:rPr>
      <w:rFonts w:ascii="Courier New" w:hAnsi="Courier New" w:cs="Courier New"/>
    </w:rPr>
  </w:style>
  <w:style w:type="character" w:customStyle="1" w:styleId="WW8Num18z2">
    <w:name w:val="WW8Num18z2"/>
    <w:rsid w:val="00B4358E"/>
    <w:rPr>
      <w:rFonts w:ascii="Wingdings" w:hAnsi="Wingdings" w:cs="Wingdings"/>
    </w:rPr>
  </w:style>
  <w:style w:type="character" w:customStyle="1" w:styleId="WW8Num19z1">
    <w:name w:val="WW8Num19z1"/>
    <w:rsid w:val="00B4358E"/>
    <w:rPr>
      <w:rFonts w:ascii="Courier New" w:hAnsi="Courier New" w:cs="Courier New"/>
    </w:rPr>
  </w:style>
  <w:style w:type="character" w:customStyle="1" w:styleId="WW8Num19z2">
    <w:name w:val="WW8Num19z2"/>
    <w:rsid w:val="00B4358E"/>
    <w:rPr>
      <w:rFonts w:ascii="Wingdings" w:hAnsi="Wingdings" w:cs="Wingdings"/>
    </w:rPr>
  </w:style>
  <w:style w:type="character" w:customStyle="1" w:styleId="WW8Num20z1">
    <w:name w:val="WW8Num20z1"/>
    <w:rsid w:val="00B4358E"/>
    <w:rPr>
      <w:rFonts w:ascii="Courier New" w:hAnsi="Courier New" w:cs="Courier New"/>
    </w:rPr>
  </w:style>
  <w:style w:type="character" w:customStyle="1" w:styleId="WW8Num20z2">
    <w:name w:val="WW8Num20z2"/>
    <w:rsid w:val="00B4358E"/>
    <w:rPr>
      <w:rFonts w:ascii="Wingdings" w:hAnsi="Wingdings" w:cs="Wingdings"/>
    </w:rPr>
  </w:style>
  <w:style w:type="character" w:customStyle="1" w:styleId="WW8Num21z1">
    <w:name w:val="WW8Num21z1"/>
    <w:rsid w:val="00B4358E"/>
    <w:rPr>
      <w:rFonts w:ascii="Courier New" w:hAnsi="Courier New" w:cs="Courier New"/>
    </w:rPr>
  </w:style>
  <w:style w:type="character" w:customStyle="1" w:styleId="WW8Num21z2">
    <w:name w:val="WW8Num21z2"/>
    <w:rsid w:val="00B4358E"/>
    <w:rPr>
      <w:rFonts w:ascii="Wingdings" w:hAnsi="Wingdings" w:cs="Wingdings"/>
    </w:rPr>
  </w:style>
  <w:style w:type="character" w:customStyle="1" w:styleId="WW8Num21z3">
    <w:name w:val="WW8Num21z3"/>
    <w:rsid w:val="00B4358E"/>
    <w:rPr>
      <w:rFonts w:ascii="Symbol" w:hAnsi="Symbol" w:cs="Symbol"/>
    </w:rPr>
  </w:style>
  <w:style w:type="character" w:customStyle="1" w:styleId="WW8Num22z1">
    <w:name w:val="WW8Num22z1"/>
    <w:rsid w:val="00B4358E"/>
    <w:rPr>
      <w:rFonts w:ascii="Courier New" w:hAnsi="Courier New" w:cs="Courier New"/>
    </w:rPr>
  </w:style>
  <w:style w:type="character" w:customStyle="1" w:styleId="WW8Num22z2">
    <w:name w:val="WW8Num22z2"/>
    <w:rsid w:val="00B4358E"/>
    <w:rPr>
      <w:rFonts w:ascii="Wingdings" w:hAnsi="Wingdings" w:cs="Wingdings"/>
    </w:rPr>
  </w:style>
  <w:style w:type="character" w:customStyle="1" w:styleId="WW8Num23z1">
    <w:name w:val="WW8Num23z1"/>
    <w:rsid w:val="00B4358E"/>
  </w:style>
  <w:style w:type="character" w:customStyle="1" w:styleId="WW8Num23z2">
    <w:name w:val="WW8Num23z2"/>
    <w:rsid w:val="00B4358E"/>
  </w:style>
  <w:style w:type="character" w:customStyle="1" w:styleId="WW8Num23z3">
    <w:name w:val="WW8Num23z3"/>
    <w:rsid w:val="00B4358E"/>
  </w:style>
  <w:style w:type="character" w:customStyle="1" w:styleId="WW8Num23z4">
    <w:name w:val="WW8Num23z4"/>
    <w:rsid w:val="00B4358E"/>
  </w:style>
  <w:style w:type="character" w:customStyle="1" w:styleId="WW8Num23z5">
    <w:name w:val="WW8Num23z5"/>
    <w:rsid w:val="00B4358E"/>
  </w:style>
  <w:style w:type="character" w:customStyle="1" w:styleId="WW8Num23z6">
    <w:name w:val="WW8Num23z6"/>
    <w:rsid w:val="00B4358E"/>
  </w:style>
  <w:style w:type="character" w:customStyle="1" w:styleId="WW8Num23z7">
    <w:name w:val="WW8Num23z7"/>
    <w:rsid w:val="00B4358E"/>
  </w:style>
  <w:style w:type="character" w:customStyle="1" w:styleId="WW8Num23z8">
    <w:name w:val="WW8Num23z8"/>
    <w:rsid w:val="00B4358E"/>
  </w:style>
  <w:style w:type="character" w:customStyle="1" w:styleId="WW8Num24z1">
    <w:name w:val="WW8Num24z1"/>
    <w:rsid w:val="00B4358E"/>
    <w:rPr>
      <w:rFonts w:ascii="Courier New" w:hAnsi="Courier New" w:cs="Courier New"/>
    </w:rPr>
  </w:style>
  <w:style w:type="character" w:customStyle="1" w:styleId="WW8Num24z2">
    <w:name w:val="WW8Num24z2"/>
    <w:rsid w:val="00B4358E"/>
    <w:rPr>
      <w:rFonts w:ascii="Wingdings" w:hAnsi="Wingdings" w:cs="Wingdings"/>
    </w:rPr>
  </w:style>
  <w:style w:type="character" w:customStyle="1" w:styleId="WW8Num24z3">
    <w:name w:val="WW8Num24z3"/>
    <w:rsid w:val="00B4358E"/>
    <w:rPr>
      <w:rFonts w:ascii="Symbol" w:hAnsi="Symbol" w:cs="Symbol"/>
    </w:rPr>
  </w:style>
  <w:style w:type="character" w:customStyle="1" w:styleId="WW8Num29z5">
    <w:name w:val="WW8Num29z5"/>
    <w:rsid w:val="00B4358E"/>
  </w:style>
  <w:style w:type="character" w:customStyle="1" w:styleId="WW8Num29z6">
    <w:name w:val="WW8Num29z6"/>
    <w:rsid w:val="00B4358E"/>
  </w:style>
  <w:style w:type="character" w:customStyle="1" w:styleId="WW8Num29z7">
    <w:name w:val="WW8Num29z7"/>
    <w:rsid w:val="00B4358E"/>
  </w:style>
  <w:style w:type="character" w:customStyle="1" w:styleId="WW8Num29z8">
    <w:name w:val="WW8Num29z8"/>
    <w:rsid w:val="00B4358E"/>
  </w:style>
  <w:style w:type="character" w:customStyle="1" w:styleId="WW8Num33z1">
    <w:name w:val="WW8Num33z1"/>
    <w:rsid w:val="00B4358E"/>
    <w:rPr>
      <w:rFonts w:ascii="Courier New" w:hAnsi="Courier New" w:cs="Courier New"/>
    </w:rPr>
  </w:style>
  <w:style w:type="character" w:customStyle="1" w:styleId="WW8Num36z3">
    <w:name w:val="WW8Num36z3"/>
    <w:rsid w:val="00B4358E"/>
  </w:style>
  <w:style w:type="character" w:customStyle="1" w:styleId="WW8Num36z4">
    <w:name w:val="WW8Num36z4"/>
    <w:rsid w:val="00B4358E"/>
  </w:style>
  <w:style w:type="character" w:customStyle="1" w:styleId="WW8Num36z5">
    <w:name w:val="WW8Num36z5"/>
    <w:rsid w:val="00B4358E"/>
  </w:style>
  <w:style w:type="character" w:customStyle="1" w:styleId="WW8Num36z6">
    <w:name w:val="WW8Num36z6"/>
    <w:rsid w:val="00B4358E"/>
  </w:style>
  <w:style w:type="character" w:customStyle="1" w:styleId="WW8Num36z7">
    <w:name w:val="WW8Num36z7"/>
    <w:rsid w:val="00B4358E"/>
  </w:style>
  <w:style w:type="character" w:customStyle="1" w:styleId="WW8Num36z8">
    <w:name w:val="WW8Num36z8"/>
    <w:rsid w:val="00B4358E"/>
  </w:style>
  <w:style w:type="character" w:customStyle="1" w:styleId="Carpredefinitoparagrafo1">
    <w:name w:val="Car. predefinito paragrafo1"/>
    <w:rsid w:val="00B4358E"/>
  </w:style>
  <w:style w:type="character" w:customStyle="1" w:styleId="Caratteredellanota">
    <w:name w:val="Carattere della nota"/>
    <w:rsid w:val="00B4358E"/>
    <w:rPr>
      <w:vertAlign w:val="superscript"/>
    </w:rPr>
  </w:style>
  <w:style w:type="character" w:styleId="Collegamentovisitato">
    <w:name w:val="FollowedHyperlink"/>
    <w:uiPriority w:val="99"/>
    <w:rsid w:val="00B4358E"/>
    <w:rPr>
      <w:color w:val="800080"/>
      <w:u w:val="single"/>
    </w:rPr>
  </w:style>
  <w:style w:type="character" w:customStyle="1" w:styleId="Rimandocommento1">
    <w:name w:val="Rimando commento1"/>
    <w:rsid w:val="00B4358E"/>
    <w:rPr>
      <w:sz w:val="16"/>
      <w:szCs w:val="16"/>
    </w:rPr>
  </w:style>
  <w:style w:type="character" w:customStyle="1" w:styleId="Caratterenotadichiusura">
    <w:name w:val="Carattere nota di chiusura"/>
    <w:rsid w:val="00B4358E"/>
    <w:rPr>
      <w:vertAlign w:val="superscript"/>
    </w:rPr>
  </w:style>
  <w:style w:type="character" w:customStyle="1" w:styleId="MappadocumentoCarattere">
    <w:name w:val="Mappa documento Carattere"/>
    <w:link w:val="Mappadocumento"/>
    <w:uiPriority w:val="99"/>
    <w:semiHidden/>
    <w:rsid w:val="00B4358E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rsid w:val="00B4358E"/>
    <w:rPr>
      <w:rFonts w:ascii="Arial" w:hAnsi="Arial" w:cs="Arial"/>
      <w:sz w:val="18"/>
      <w:szCs w:val="24"/>
    </w:rPr>
  </w:style>
  <w:style w:type="character" w:customStyle="1" w:styleId="A2">
    <w:name w:val="A2"/>
    <w:rsid w:val="00B4358E"/>
    <w:rPr>
      <w:rFonts w:cs="ITC Avant Garde Gothic Std"/>
      <w:b/>
      <w:bCs/>
      <w:color w:val="000000"/>
      <w:sz w:val="15"/>
      <w:szCs w:val="15"/>
    </w:rPr>
  </w:style>
  <w:style w:type="character" w:customStyle="1" w:styleId="A12">
    <w:name w:val="A12"/>
    <w:rsid w:val="00B4358E"/>
    <w:rPr>
      <w:rFonts w:cs="ITC Avant Garde Std Bk"/>
      <w:color w:val="000000"/>
      <w:sz w:val="9"/>
      <w:szCs w:val="9"/>
    </w:rPr>
  </w:style>
  <w:style w:type="character" w:customStyle="1" w:styleId="A10">
    <w:name w:val="A10"/>
    <w:rsid w:val="00B4358E"/>
    <w:rPr>
      <w:rFonts w:cs="ITC Avant Garde Std Bk"/>
      <w:b/>
      <w:bCs/>
      <w:i/>
      <w:iCs/>
      <w:color w:val="000000"/>
      <w:sz w:val="15"/>
      <w:szCs w:val="15"/>
      <w:u w:val="single"/>
    </w:rPr>
  </w:style>
  <w:style w:type="character" w:customStyle="1" w:styleId="A7">
    <w:name w:val="A7"/>
    <w:rsid w:val="00B4358E"/>
    <w:rPr>
      <w:rFonts w:cs="ITC Avant Garde Std Bk"/>
      <w:color w:val="000000"/>
      <w:sz w:val="14"/>
      <w:szCs w:val="14"/>
    </w:rPr>
  </w:style>
  <w:style w:type="character" w:customStyle="1" w:styleId="A20">
    <w:name w:val="A20"/>
    <w:rsid w:val="00B4358E"/>
    <w:rPr>
      <w:rFonts w:cs="ITC Avant Garde Std Bk"/>
      <w:color w:val="000000"/>
      <w:sz w:val="12"/>
      <w:szCs w:val="12"/>
      <w:u w:val="single"/>
    </w:rPr>
  </w:style>
  <w:style w:type="character" w:customStyle="1" w:styleId="Rimandonotadichiusura1">
    <w:name w:val="Rimando nota di chiusura1"/>
    <w:rsid w:val="00B4358E"/>
    <w:rPr>
      <w:vertAlign w:val="superscript"/>
    </w:rPr>
  </w:style>
  <w:style w:type="character" w:customStyle="1" w:styleId="Rimandocommento2">
    <w:name w:val="Rimando commento2"/>
    <w:rsid w:val="00B4358E"/>
    <w:rPr>
      <w:sz w:val="16"/>
      <w:szCs w:val="16"/>
    </w:rPr>
  </w:style>
  <w:style w:type="character" w:customStyle="1" w:styleId="TestocommentoCarattere1">
    <w:name w:val="Testo commento Carattere1"/>
    <w:rsid w:val="00B4358E"/>
    <w:rPr>
      <w:lang w:eastAsia="zh-CN"/>
    </w:rPr>
  </w:style>
  <w:style w:type="character" w:customStyle="1" w:styleId="A15">
    <w:name w:val="A15"/>
    <w:rsid w:val="00B4358E"/>
    <w:rPr>
      <w:rFonts w:cs="Myriad Pro"/>
      <w:color w:val="000000"/>
    </w:rPr>
  </w:style>
  <w:style w:type="character" w:styleId="AcronimoHTML">
    <w:name w:val="HTML Acronym"/>
    <w:uiPriority w:val="99"/>
    <w:rsid w:val="00B4358E"/>
    <w:rPr>
      <w:vanish w:val="0"/>
    </w:rPr>
  </w:style>
  <w:style w:type="character" w:customStyle="1" w:styleId="c61">
    <w:name w:val="c61"/>
    <w:rsid w:val="00B4358E"/>
    <w:rPr>
      <w:rFonts w:ascii="Times New Roman" w:hAnsi="Times New Roman" w:cs="Times New Roman"/>
      <w:color w:val="000000"/>
      <w:u w:val="single"/>
    </w:rPr>
  </w:style>
  <w:style w:type="character" w:customStyle="1" w:styleId="c51">
    <w:name w:val="c51"/>
    <w:rsid w:val="00B4358E"/>
    <w:rPr>
      <w:rFonts w:ascii="Times New Roman" w:hAnsi="Times New Roman" w:cs="Times New Roman"/>
      <w:color w:val="000000"/>
    </w:rPr>
  </w:style>
  <w:style w:type="character" w:customStyle="1" w:styleId="Caratteredinumerazione">
    <w:name w:val="Carattere di numerazione"/>
    <w:rsid w:val="00B4358E"/>
  </w:style>
  <w:style w:type="paragraph" w:customStyle="1" w:styleId="Titolo20">
    <w:name w:val="Titolo2"/>
    <w:basedOn w:val="Normale"/>
    <w:next w:val="Corpotesto"/>
    <w:rsid w:val="00B4358E"/>
    <w:pPr>
      <w:keepNext/>
      <w:spacing w:before="240"/>
      <w:jc w:val="both"/>
    </w:pPr>
    <w:rPr>
      <w:rFonts w:ascii="Liberation Sans" w:eastAsia="Droid Sans Fallback" w:hAnsi="Liberation Sans" w:cs="FreeSans"/>
      <w:sz w:val="28"/>
      <w:szCs w:val="28"/>
      <w:lang w:eastAsia="zh-CN"/>
    </w:rPr>
  </w:style>
  <w:style w:type="character" w:customStyle="1" w:styleId="CorpotestoCarattere1">
    <w:name w:val="Corpo testo Carattere1"/>
    <w:aliases w:val="Tempo Body Text Carattere1,descriptionbullets Carattere1,Starbucks Body Text Carattere1,heading3 Carattere1,body text Carattere1,3 indent Carattere1,heading31 Carattere1,body text1 Carattere1,3 indent1 Carattere1,bt Carattere"/>
    <w:basedOn w:val="Carpredefinitoparagrafo"/>
    <w:rsid w:val="00B4358E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styleId="Elenco">
    <w:name w:val="List"/>
    <w:basedOn w:val="Corpotesto"/>
    <w:rsid w:val="00B4358E"/>
    <w:pPr>
      <w:jc w:val="both"/>
    </w:pPr>
    <w:rPr>
      <w:rFonts w:cs="FreeSans"/>
      <w:sz w:val="20"/>
      <w:lang w:eastAsia="zh-CN"/>
    </w:rPr>
  </w:style>
  <w:style w:type="paragraph" w:customStyle="1" w:styleId="Indice">
    <w:name w:val="Indice"/>
    <w:basedOn w:val="Normale"/>
    <w:rsid w:val="00B4358E"/>
    <w:pPr>
      <w:suppressLineNumbers/>
      <w:jc w:val="both"/>
    </w:pPr>
    <w:rPr>
      <w:rFonts w:cs="FreeSans"/>
      <w:sz w:val="20"/>
      <w:szCs w:val="24"/>
      <w:lang w:eastAsia="zh-CN"/>
    </w:rPr>
  </w:style>
  <w:style w:type="paragraph" w:customStyle="1" w:styleId="Titolo10">
    <w:name w:val="Titolo1"/>
    <w:basedOn w:val="Normale"/>
    <w:next w:val="Corpotesto"/>
    <w:rsid w:val="00B4358E"/>
    <w:pPr>
      <w:jc w:val="center"/>
    </w:pPr>
    <w:rPr>
      <w:rFonts w:ascii="Tahoma" w:hAnsi="Tahoma" w:cs="Tahoma"/>
      <w:b/>
      <w:bCs/>
      <w:sz w:val="28"/>
      <w:szCs w:val="24"/>
      <w:lang w:eastAsia="zh-CN"/>
    </w:rPr>
  </w:style>
  <w:style w:type="paragraph" w:styleId="Rientrocorpodeltesto">
    <w:name w:val="Body Text Indent"/>
    <w:basedOn w:val="Normale"/>
    <w:link w:val="RientrocorpodeltestoCarattere1"/>
    <w:rsid w:val="00B4358E"/>
    <w:pPr>
      <w:ind w:left="426" w:hanging="426"/>
      <w:jc w:val="both"/>
    </w:pPr>
    <w:rPr>
      <w:rFonts w:ascii="Arial" w:hAnsi="Arial"/>
      <w:sz w:val="18"/>
      <w:szCs w:val="24"/>
      <w:lang w:eastAsia="zh-CN"/>
    </w:rPr>
  </w:style>
  <w:style w:type="character" w:customStyle="1" w:styleId="RientrocorpodeltestoCarattere1">
    <w:name w:val="Rientro corpo del testo Carattere1"/>
    <w:basedOn w:val="Carpredefinitoparagrafo"/>
    <w:link w:val="Rientrocorpodeltesto"/>
    <w:rsid w:val="00B4358E"/>
    <w:rPr>
      <w:rFonts w:ascii="Arial" w:hAnsi="Arial" w:cs="Arial"/>
      <w:sz w:val="18"/>
      <w:szCs w:val="24"/>
      <w:lang w:eastAsia="zh-CN"/>
    </w:rPr>
  </w:style>
  <w:style w:type="character" w:customStyle="1" w:styleId="IntestazioneCarattere1">
    <w:name w:val="Intestazione Carattere1"/>
    <w:basedOn w:val="Carpredefinitoparagrafo"/>
    <w:rsid w:val="00B4358E"/>
    <w:rPr>
      <w:rFonts w:ascii="Century Gothic" w:eastAsia="Times New Roman" w:hAnsi="Century Gothic" w:cs="Times New Roman"/>
      <w:sz w:val="20"/>
      <w:szCs w:val="20"/>
      <w:lang w:eastAsia="zh-CN"/>
    </w:rPr>
  </w:style>
  <w:style w:type="paragraph" w:customStyle="1" w:styleId="Corpodeltesto22">
    <w:name w:val="Corpo del testo 22"/>
    <w:basedOn w:val="Normale"/>
    <w:rsid w:val="00B4358E"/>
    <w:pPr>
      <w:jc w:val="both"/>
    </w:pPr>
    <w:rPr>
      <w:rFonts w:ascii="Tahoma" w:hAnsi="Tahoma" w:cs="Tahoma"/>
      <w:sz w:val="20"/>
      <w:szCs w:val="24"/>
      <w:lang w:eastAsia="zh-CN"/>
    </w:rPr>
  </w:style>
  <w:style w:type="paragraph" w:customStyle="1" w:styleId="Corpodeltesto31">
    <w:name w:val="Corpo del testo 31"/>
    <w:basedOn w:val="Normale"/>
    <w:rsid w:val="00B4358E"/>
    <w:pPr>
      <w:jc w:val="both"/>
    </w:pPr>
    <w:rPr>
      <w:rFonts w:ascii="Tahoma" w:hAnsi="Tahoma" w:cs="Tahoma"/>
      <w:b/>
      <w:bCs/>
      <w:sz w:val="20"/>
      <w:szCs w:val="24"/>
      <w:lang w:eastAsia="zh-CN"/>
    </w:rPr>
  </w:style>
  <w:style w:type="paragraph" w:customStyle="1" w:styleId="Rientrocorpodeltesto31">
    <w:name w:val="Rientro corpo del testo 31"/>
    <w:basedOn w:val="Normale"/>
    <w:rsid w:val="00B4358E"/>
    <w:pPr>
      <w:ind w:left="708"/>
      <w:jc w:val="both"/>
    </w:pPr>
    <w:rPr>
      <w:rFonts w:ascii="Tahoma" w:hAnsi="Tahoma" w:cs="Tahoma"/>
      <w:sz w:val="20"/>
      <w:szCs w:val="24"/>
      <w:lang w:eastAsia="zh-CN"/>
    </w:rPr>
  </w:style>
  <w:style w:type="paragraph" w:styleId="Sommario7">
    <w:name w:val="toc 7"/>
    <w:basedOn w:val="Normale"/>
    <w:next w:val="Normale"/>
    <w:rsid w:val="00B4358E"/>
    <w:pPr>
      <w:spacing w:after="0"/>
      <w:ind w:left="1200"/>
    </w:pPr>
    <w:rPr>
      <w:rFonts w:asciiTheme="minorHAnsi" w:hAnsiTheme="minorHAnsi" w:cs="Times New Roman"/>
      <w:sz w:val="18"/>
      <w:szCs w:val="18"/>
      <w:lang w:eastAsia="zh-CN"/>
    </w:rPr>
  </w:style>
  <w:style w:type="paragraph" w:styleId="Sommario8">
    <w:name w:val="toc 8"/>
    <w:basedOn w:val="Normale"/>
    <w:next w:val="Normale"/>
    <w:rsid w:val="00B4358E"/>
    <w:pPr>
      <w:spacing w:after="0"/>
      <w:ind w:left="1400"/>
    </w:pPr>
    <w:rPr>
      <w:rFonts w:asciiTheme="minorHAnsi" w:hAnsiTheme="minorHAnsi" w:cs="Times New Roman"/>
      <w:sz w:val="18"/>
      <w:szCs w:val="18"/>
      <w:lang w:eastAsia="zh-CN"/>
    </w:rPr>
  </w:style>
  <w:style w:type="paragraph" w:styleId="Sommario9">
    <w:name w:val="toc 9"/>
    <w:basedOn w:val="Normale"/>
    <w:next w:val="Normale"/>
    <w:rsid w:val="00B4358E"/>
    <w:pPr>
      <w:spacing w:after="0"/>
      <w:ind w:left="1600"/>
    </w:pPr>
    <w:rPr>
      <w:rFonts w:asciiTheme="minorHAnsi" w:hAnsiTheme="minorHAnsi" w:cs="Times New Roman"/>
      <w:sz w:val="18"/>
      <w:szCs w:val="18"/>
      <w:lang w:eastAsia="zh-CN"/>
    </w:rPr>
  </w:style>
  <w:style w:type="paragraph" w:customStyle="1" w:styleId="Corpodeltesto21">
    <w:name w:val="Corpo del testo 21"/>
    <w:basedOn w:val="Normale"/>
    <w:rsid w:val="00B4358E"/>
    <w:pPr>
      <w:jc w:val="both"/>
    </w:pPr>
    <w:rPr>
      <w:rFonts w:cs="Times New Roman"/>
      <w:sz w:val="20"/>
      <w:lang w:eastAsia="zh-CN"/>
    </w:rPr>
  </w:style>
  <w:style w:type="paragraph" w:customStyle="1" w:styleId="Rientrocorpodeltesto21">
    <w:name w:val="Rientro corpo del testo 21"/>
    <w:basedOn w:val="Normale"/>
    <w:rsid w:val="00B4358E"/>
    <w:pPr>
      <w:ind w:left="360"/>
      <w:jc w:val="both"/>
    </w:pPr>
    <w:rPr>
      <w:rFonts w:ascii="Tahoma" w:hAnsi="Tahoma" w:cs="Tahoma"/>
      <w:szCs w:val="24"/>
      <w:lang w:eastAsia="zh-CN"/>
    </w:rPr>
  </w:style>
  <w:style w:type="paragraph" w:customStyle="1" w:styleId="Testocommento1">
    <w:name w:val="Testo commento1"/>
    <w:basedOn w:val="Normale"/>
    <w:rsid w:val="00B4358E"/>
    <w:pPr>
      <w:jc w:val="both"/>
    </w:pPr>
    <w:rPr>
      <w:rFonts w:cs="Times New Roman"/>
      <w:sz w:val="20"/>
      <w:lang w:eastAsia="zh-CN"/>
    </w:rPr>
  </w:style>
  <w:style w:type="paragraph" w:customStyle="1" w:styleId="ListDash1">
    <w:name w:val="List Dash 1"/>
    <w:basedOn w:val="Normale"/>
    <w:rsid w:val="00B4358E"/>
    <w:pPr>
      <w:spacing w:before="120"/>
      <w:ind w:left="765" w:hanging="283"/>
      <w:jc w:val="both"/>
    </w:pPr>
    <w:rPr>
      <w:rFonts w:cs="Times New Roman"/>
      <w:b/>
      <w:sz w:val="20"/>
      <w:u w:val="single"/>
      <w:lang w:val="en-GB" w:eastAsia="zh-CN"/>
    </w:rPr>
  </w:style>
  <w:style w:type="paragraph" w:customStyle="1" w:styleId="xl32">
    <w:name w:val="xl32"/>
    <w:basedOn w:val="Normale"/>
    <w:rsid w:val="00B4358E"/>
    <w:pPr>
      <w:spacing w:before="280" w:after="280"/>
      <w:jc w:val="center"/>
      <w:textAlignment w:val="center"/>
    </w:pPr>
    <w:rPr>
      <w:rFonts w:eastAsia="Arial Unicode MS" w:cs="Times New Roman"/>
      <w:b/>
      <w:bCs/>
      <w:sz w:val="20"/>
      <w:szCs w:val="24"/>
      <w:lang w:eastAsia="zh-CN"/>
    </w:rPr>
  </w:style>
  <w:style w:type="character" w:customStyle="1" w:styleId="TestofumettoCarattere1">
    <w:name w:val="Testo fumetto Carattere1"/>
    <w:basedOn w:val="Carpredefinitoparagrafo"/>
    <w:uiPriority w:val="99"/>
    <w:rsid w:val="00B4358E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Mappadocumento1">
    <w:name w:val="Mappa documento1"/>
    <w:basedOn w:val="Normale"/>
    <w:rsid w:val="00B4358E"/>
    <w:pPr>
      <w:jc w:val="both"/>
    </w:pPr>
    <w:rPr>
      <w:rFonts w:ascii="Tahoma" w:hAnsi="Tahoma" w:cs="Tahoma"/>
      <w:sz w:val="16"/>
      <w:szCs w:val="16"/>
      <w:lang w:eastAsia="zh-CN"/>
    </w:rPr>
  </w:style>
  <w:style w:type="paragraph" w:customStyle="1" w:styleId="p2">
    <w:name w:val="p2"/>
    <w:basedOn w:val="Normale"/>
    <w:rsid w:val="00B4358E"/>
    <w:pPr>
      <w:ind w:left="6460"/>
      <w:jc w:val="both"/>
    </w:pPr>
    <w:rPr>
      <w:rFonts w:ascii="Chicago" w:hAnsi="Chicago" w:cs="Chicago"/>
      <w:sz w:val="20"/>
      <w:lang w:eastAsia="zh-CN"/>
    </w:rPr>
  </w:style>
  <w:style w:type="character" w:customStyle="1" w:styleId="TestocommentoCarattere2">
    <w:name w:val="Testo commento Carattere2"/>
    <w:basedOn w:val="Carpredefinitoparagrafo"/>
    <w:rsid w:val="00B4358E"/>
    <w:rPr>
      <w:rFonts w:ascii="Century Gothic" w:eastAsia="Times New Roman" w:hAnsi="Century Gothic" w:cs="Times New Roman"/>
      <w:sz w:val="20"/>
      <w:szCs w:val="20"/>
      <w:lang w:eastAsia="zh-CN"/>
    </w:rPr>
  </w:style>
  <w:style w:type="character" w:customStyle="1" w:styleId="SoggettocommentoCarattere1">
    <w:name w:val="Soggetto commento Carattere1"/>
    <w:basedOn w:val="TestocommentoCarattere2"/>
    <w:uiPriority w:val="99"/>
    <w:rsid w:val="00B4358E"/>
    <w:rPr>
      <w:rFonts w:ascii="Century Gothic" w:eastAsia="Times New Roman" w:hAnsi="Century Gothic" w:cs="Times New Roman"/>
      <w:b/>
      <w:bCs/>
      <w:sz w:val="20"/>
      <w:szCs w:val="20"/>
      <w:lang w:eastAsia="zh-CN"/>
    </w:rPr>
  </w:style>
  <w:style w:type="paragraph" w:customStyle="1" w:styleId="Pa54">
    <w:name w:val="Pa54"/>
    <w:basedOn w:val="Default"/>
    <w:next w:val="Default"/>
    <w:uiPriority w:val="99"/>
    <w:rsid w:val="00B4358E"/>
    <w:pPr>
      <w:suppressAutoHyphens/>
      <w:autoSpaceDN/>
      <w:adjustRightInd/>
      <w:spacing w:line="241" w:lineRule="atLeast"/>
    </w:pPr>
    <w:rPr>
      <w:rFonts w:ascii="ITC Avant Garde Std Bk" w:eastAsia="Calibri" w:hAnsi="ITC Avant Garde Std Bk" w:cs="Times New Roman"/>
      <w:color w:val="auto"/>
      <w:lang w:eastAsia="zh-CN"/>
    </w:rPr>
  </w:style>
  <w:style w:type="paragraph" w:customStyle="1" w:styleId="Pa55">
    <w:name w:val="Pa55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51">
    <w:name w:val="Pa51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56">
    <w:name w:val="Pa56"/>
    <w:basedOn w:val="Default"/>
    <w:next w:val="Default"/>
    <w:uiPriority w:val="99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58">
    <w:name w:val="Pa58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59">
    <w:name w:val="Pa59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60">
    <w:name w:val="Pa60"/>
    <w:basedOn w:val="Default"/>
    <w:next w:val="Default"/>
    <w:rsid w:val="00B4358E"/>
    <w:pPr>
      <w:suppressAutoHyphens/>
      <w:autoSpaceDN/>
      <w:adjustRightInd/>
      <w:spacing w:line="12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61">
    <w:name w:val="Pa61"/>
    <w:basedOn w:val="Default"/>
    <w:next w:val="Default"/>
    <w:rsid w:val="00B4358E"/>
    <w:pPr>
      <w:suppressAutoHyphens/>
      <w:autoSpaceDN/>
      <w:adjustRightInd/>
      <w:spacing w:line="12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33">
    <w:name w:val="Pa33"/>
    <w:basedOn w:val="Default"/>
    <w:next w:val="Default"/>
    <w:rsid w:val="00B4358E"/>
    <w:pPr>
      <w:suppressAutoHyphens/>
      <w:autoSpaceDN/>
      <w:adjustRightInd/>
      <w:spacing w:line="12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64">
    <w:name w:val="Pa64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65">
    <w:name w:val="Pa65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66">
    <w:name w:val="Pa66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67">
    <w:name w:val="Pa67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68">
    <w:name w:val="Pa68"/>
    <w:basedOn w:val="Default"/>
    <w:next w:val="Default"/>
    <w:rsid w:val="00B4358E"/>
    <w:pPr>
      <w:suppressAutoHyphens/>
      <w:autoSpaceDN/>
      <w:adjustRightInd/>
      <w:spacing w:line="12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70">
    <w:name w:val="Pa70"/>
    <w:basedOn w:val="Default"/>
    <w:next w:val="Default"/>
    <w:rsid w:val="00B4358E"/>
    <w:pPr>
      <w:suppressAutoHyphens/>
      <w:autoSpaceDN/>
      <w:adjustRightInd/>
      <w:spacing w:line="12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71">
    <w:name w:val="Pa71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57">
    <w:name w:val="Pa57"/>
    <w:basedOn w:val="Default"/>
    <w:next w:val="Default"/>
    <w:rsid w:val="00B4358E"/>
    <w:pPr>
      <w:suppressAutoHyphens/>
      <w:autoSpaceDN/>
      <w:adjustRightInd/>
      <w:spacing w:line="12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75">
    <w:name w:val="Pa75"/>
    <w:basedOn w:val="Default"/>
    <w:next w:val="Default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Pa2">
    <w:name w:val="Pa2"/>
    <w:basedOn w:val="Default"/>
    <w:next w:val="Default"/>
    <w:uiPriority w:val="99"/>
    <w:rsid w:val="00B4358E"/>
    <w:pPr>
      <w:suppressAutoHyphens/>
      <w:autoSpaceDN/>
      <w:adjustRightInd/>
      <w:spacing w:line="241" w:lineRule="atLeast"/>
    </w:pPr>
    <w:rPr>
      <w:rFonts w:ascii="ITC Avant Garde Std Bk" w:hAnsi="ITC Avant Garde Std Bk" w:cs="Times New Roman"/>
      <w:color w:val="auto"/>
      <w:lang w:eastAsia="zh-CN"/>
    </w:rPr>
  </w:style>
  <w:style w:type="paragraph" w:customStyle="1" w:styleId="font5">
    <w:name w:val="font5"/>
    <w:basedOn w:val="Normale"/>
    <w:rsid w:val="00B4358E"/>
    <w:pPr>
      <w:spacing w:before="280" w:after="280"/>
      <w:jc w:val="both"/>
    </w:pPr>
    <w:rPr>
      <w:rFonts w:eastAsia="Arial Unicode MS" w:cs="Times New Roman"/>
      <w:b/>
      <w:bCs/>
      <w:sz w:val="20"/>
      <w:szCs w:val="24"/>
      <w:lang w:eastAsia="zh-CN"/>
    </w:rPr>
  </w:style>
  <w:style w:type="paragraph" w:customStyle="1" w:styleId="Contenutotabella">
    <w:name w:val="Contenuto tabella"/>
    <w:basedOn w:val="Normale"/>
    <w:rsid w:val="00B4358E"/>
    <w:pPr>
      <w:suppressLineNumbers/>
      <w:jc w:val="both"/>
    </w:pPr>
    <w:rPr>
      <w:rFonts w:cs="Times New Roman"/>
      <w:sz w:val="20"/>
      <w:szCs w:val="24"/>
      <w:lang w:eastAsia="zh-CN"/>
    </w:rPr>
  </w:style>
  <w:style w:type="paragraph" w:customStyle="1" w:styleId="Contenutocornice">
    <w:name w:val="Contenuto cornice"/>
    <w:basedOn w:val="Normale"/>
    <w:rsid w:val="00B4358E"/>
    <w:pPr>
      <w:jc w:val="both"/>
    </w:pPr>
    <w:rPr>
      <w:rFonts w:cs="Times New Roman"/>
      <w:sz w:val="20"/>
      <w:szCs w:val="24"/>
      <w:lang w:eastAsia="zh-CN"/>
    </w:rPr>
  </w:style>
  <w:style w:type="paragraph" w:customStyle="1" w:styleId="Testocommento2">
    <w:name w:val="Testo commento2"/>
    <w:basedOn w:val="Normale"/>
    <w:rsid w:val="00B4358E"/>
    <w:pPr>
      <w:jc w:val="both"/>
    </w:pPr>
    <w:rPr>
      <w:rFonts w:cs="Times New Roman"/>
      <w:sz w:val="20"/>
      <w:lang w:eastAsia="zh-CN"/>
    </w:rPr>
  </w:style>
  <w:style w:type="paragraph" w:customStyle="1" w:styleId="Pa23">
    <w:name w:val="Pa23"/>
    <w:basedOn w:val="Default"/>
    <w:next w:val="Default"/>
    <w:rsid w:val="00B4358E"/>
    <w:pPr>
      <w:autoSpaceDN/>
      <w:adjustRightInd/>
      <w:spacing w:line="201" w:lineRule="atLeast"/>
    </w:pPr>
    <w:rPr>
      <w:rFonts w:ascii="Myriad Pro" w:hAnsi="Myriad Pro" w:cs="Times New Roman"/>
      <w:color w:val="auto"/>
      <w:lang w:eastAsia="zh-CN"/>
    </w:rPr>
  </w:style>
  <w:style w:type="paragraph" w:styleId="Testodelblocco">
    <w:name w:val="Block Text"/>
    <w:basedOn w:val="Normale"/>
    <w:semiHidden/>
    <w:rsid w:val="00B4358E"/>
    <w:pPr>
      <w:tabs>
        <w:tab w:val="left" w:pos="426"/>
      </w:tabs>
      <w:spacing w:line="360" w:lineRule="auto"/>
      <w:ind w:left="360" w:right="113" w:hanging="360"/>
      <w:jc w:val="both"/>
    </w:pPr>
    <w:rPr>
      <w:rFonts w:ascii="Arial" w:hAnsi="Arial" w:cs="Times New Roman"/>
      <w:sz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B4358E"/>
    <w:pPr>
      <w:spacing w:line="480" w:lineRule="auto"/>
      <w:ind w:left="283"/>
      <w:jc w:val="both"/>
    </w:pPr>
    <w:rPr>
      <w:rFonts w:cs="Times New Roman"/>
      <w:sz w:val="20"/>
      <w:szCs w:val="24"/>
      <w:lang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4358E"/>
    <w:rPr>
      <w:rFonts w:ascii="Century Gothic" w:hAnsi="Century Gothic"/>
      <w:szCs w:val="24"/>
      <w:lang w:eastAsia="zh-CN"/>
    </w:rPr>
  </w:style>
  <w:style w:type="character" w:customStyle="1" w:styleId="Corpodeltesto2Carattere1">
    <w:name w:val="Corpo del testo 2 Carattere1"/>
    <w:basedOn w:val="Carpredefinitoparagrafo"/>
    <w:rsid w:val="00B4358E"/>
    <w:rPr>
      <w:rFonts w:ascii="Century Gothic" w:eastAsia="Times New Roman" w:hAnsi="Century Gothic" w:cs="Times New Roman"/>
      <w:sz w:val="20"/>
      <w:szCs w:val="24"/>
      <w:lang w:eastAsia="zh-CN"/>
    </w:rPr>
  </w:style>
  <w:style w:type="character" w:customStyle="1" w:styleId="TitoloCarattere1">
    <w:name w:val="Titolo Carattere1"/>
    <w:basedOn w:val="Carpredefinitoparagrafo"/>
    <w:uiPriority w:val="10"/>
    <w:rsid w:val="00B4358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Rientrocorpodeltesto3">
    <w:name w:val="Body Text Indent 3"/>
    <w:basedOn w:val="Normale"/>
    <w:link w:val="Rientrocorpodeltesto3Carattere"/>
    <w:semiHidden/>
    <w:rsid w:val="00B4358E"/>
    <w:pPr>
      <w:tabs>
        <w:tab w:val="left" w:pos="-1289"/>
        <w:tab w:val="left" w:pos="-832"/>
        <w:tab w:val="left" w:pos="0"/>
        <w:tab w:val="left" w:pos="261"/>
        <w:tab w:val="left" w:pos="608"/>
        <w:tab w:val="left" w:pos="1328"/>
        <w:tab w:val="left" w:pos="1701"/>
        <w:tab w:val="left" w:pos="2768"/>
        <w:tab w:val="left" w:pos="3488"/>
        <w:tab w:val="left" w:pos="4208"/>
        <w:tab w:val="left" w:pos="4928"/>
        <w:tab w:val="left" w:pos="5648"/>
        <w:tab w:val="left" w:pos="6368"/>
        <w:tab w:val="left" w:pos="7088"/>
        <w:tab w:val="left" w:pos="7808"/>
        <w:tab w:val="left" w:pos="8528"/>
      </w:tabs>
      <w:ind w:hanging="112"/>
      <w:jc w:val="both"/>
    </w:pPr>
    <w:rPr>
      <w:rFonts w:cs="Times New Roman"/>
      <w:sz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B4358E"/>
    <w:rPr>
      <w:rFonts w:ascii="Century Gothic" w:hAnsi="Century Gothic"/>
    </w:rPr>
  </w:style>
  <w:style w:type="paragraph" w:customStyle="1" w:styleId="NormaleIRER">
    <w:name w:val="Normale IRER"/>
    <w:rsid w:val="00B4358E"/>
    <w:pPr>
      <w:jc w:val="both"/>
    </w:pPr>
    <w:rPr>
      <w:sz w:val="24"/>
    </w:rPr>
  </w:style>
  <w:style w:type="paragraph" w:customStyle="1" w:styleId="Text1">
    <w:name w:val="Text 1"/>
    <w:basedOn w:val="Normale"/>
    <w:rsid w:val="00B4358E"/>
    <w:pPr>
      <w:spacing w:after="240" w:line="360" w:lineRule="auto"/>
      <w:ind w:left="482"/>
      <w:jc w:val="both"/>
    </w:pPr>
    <w:rPr>
      <w:rFonts w:cs="Times New Roman"/>
      <w:sz w:val="20"/>
      <w:lang w:val="en-GB" w:eastAsia="en-GB"/>
    </w:rPr>
  </w:style>
  <w:style w:type="paragraph" w:customStyle="1" w:styleId="ELENCOPALLINIAMARGINE">
    <w:name w:val="ELENCO PALLINI A MARGINE"/>
    <w:basedOn w:val="Normale"/>
    <w:rsid w:val="00B4358E"/>
    <w:pPr>
      <w:jc w:val="both"/>
    </w:pPr>
    <w:rPr>
      <w:rFonts w:ascii="Arial" w:hAnsi="Arial" w:cs="Times New Roman"/>
      <w:sz w:val="20"/>
      <w:lang w:eastAsia="it-IT"/>
    </w:rPr>
  </w:style>
  <w:style w:type="paragraph" w:customStyle="1" w:styleId="tnnovcomma">
    <w:name w:val="tn_nov_comma"/>
    <w:basedOn w:val="Normale"/>
    <w:rsid w:val="00B4358E"/>
    <w:pPr>
      <w:shd w:val="clear" w:color="auto" w:fill="FFFF00"/>
      <w:spacing w:before="120"/>
      <w:ind w:left="283" w:hanging="284"/>
      <w:jc w:val="both"/>
    </w:pPr>
    <w:rPr>
      <w:rFonts w:cs="Times New Roman"/>
      <w:sz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4358E"/>
    <w:pPr>
      <w:jc w:val="both"/>
    </w:pPr>
    <w:rPr>
      <w:rFonts w:ascii="Tahoma" w:hAnsi="Tahoma" w:cs="Tahoma"/>
      <w:sz w:val="16"/>
      <w:szCs w:val="16"/>
      <w:lang w:eastAsia="it-IT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B4358E"/>
    <w:rPr>
      <w:rFonts w:ascii="Segoe UI" w:hAnsi="Segoe UI" w:cs="Segoe UI"/>
      <w:sz w:val="16"/>
      <w:szCs w:val="16"/>
      <w:lang w:eastAsia="en-US"/>
    </w:rPr>
  </w:style>
  <w:style w:type="paragraph" w:styleId="NormaleWeb">
    <w:name w:val="Normal (Web)"/>
    <w:basedOn w:val="Normale"/>
    <w:uiPriority w:val="99"/>
    <w:rsid w:val="00B4358E"/>
    <w:pPr>
      <w:spacing w:before="100" w:beforeAutospacing="1" w:after="119"/>
      <w:jc w:val="both"/>
    </w:pPr>
    <w:rPr>
      <w:rFonts w:ascii="Arial Unicode MS" w:eastAsia="Arial Unicode MS" w:hAnsi="Arial Unicode MS" w:cs="Arial Unicode MS"/>
      <w:sz w:val="20"/>
      <w:szCs w:val="24"/>
      <w:lang w:eastAsia="it-IT"/>
    </w:rPr>
  </w:style>
  <w:style w:type="paragraph" w:customStyle="1" w:styleId="Standard">
    <w:name w:val="Standard"/>
    <w:rsid w:val="00B4358E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4358E"/>
    <w:pPr>
      <w:spacing w:after="140" w:line="288" w:lineRule="auto"/>
    </w:pPr>
  </w:style>
  <w:style w:type="paragraph" w:customStyle="1" w:styleId="foto">
    <w:name w:val="foto"/>
    <w:basedOn w:val="Didascalia"/>
    <w:rsid w:val="00B4358E"/>
    <w:pPr>
      <w:keepNext w:val="0"/>
      <w:widowControl w:val="0"/>
      <w:suppressLineNumbers/>
      <w:suppressAutoHyphens/>
      <w:autoSpaceDN w:val="0"/>
      <w:spacing w:before="120" w:after="120"/>
      <w:jc w:val="both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numbering" w:customStyle="1" w:styleId="WW8Num11">
    <w:name w:val="WW8Num11"/>
    <w:basedOn w:val="Nessunelenco"/>
    <w:rsid w:val="00B4358E"/>
    <w:pPr>
      <w:numPr>
        <w:numId w:val="41"/>
      </w:numPr>
    </w:pPr>
  </w:style>
  <w:style w:type="numbering" w:customStyle="1" w:styleId="WW8Num10">
    <w:name w:val="WW8Num10"/>
    <w:basedOn w:val="Nessunelenco"/>
    <w:rsid w:val="00B4358E"/>
    <w:pPr>
      <w:numPr>
        <w:numId w:val="42"/>
      </w:numPr>
    </w:pPr>
  </w:style>
  <w:style w:type="numbering" w:customStyle="1" w:styleId="WW8Num8">
    <w:name w:val="WW8Num8"/>
    <w:basedOn w:val="Nessunelenco"/>
    <w:rsid w:val="00B4358E"/>
    <w:pPr>
      <w:numPr>
        <w:numId w:val="43"/>
      </w:numPr>
    </w:pPr>
  </w:style>
  <w:style w:type="character" w:customStyle="1" w:styleId="CorpotestoCarattere2">
    <w:name w:val="Corpo testo Carattere2"/>
    <w:aliases w:val="Tempo Body Text Carattere2,descriptionbullets Carattere2,Starbucks Body Text Carattere2,heading3 Carattere2,body text Carattere2,3 indent Carattere2,heading31 Carattere2,body text1 Carattere2,3 indent1 Carattere2,bt Carattere1"/>
    <w:rsid w:val="00B4358E"/>
    <w:rPr>
      <w:rFonts w:ascii="Century Gothic" w:eastAsia="Times New Roman" w:hAnsi="Century Gothic" w:cs="Times New Roman"/>
      <w:sz w:val="20"/>
      <w:szCs w:val="20"/>
      <w:lang w:eastAsia="zh-CN"/>
    </w:rPr>
  </w:style>
  <w:style w:type="character" w:customStyle="1" w:styleId="testinogrigio">
    <w:name w:val="testinogrigio"/>
    <w:rsid w:val="00B4358E"/>
  </w:style>
  <w:style w:type="paragraph" w:customStyle="1" w:styleId="Testotabella">
    <w:name w:val="Testo tabella"/>
    <w:basedOn w:val="Normale"/>
    <w:rsid w:val="00B4358E"/>
    <w:pPr>
      <w:spacing w:before="60"/>
      <w:jc w:val="both"/>
    </w:pPr>
    <w:rPr>
      <w:rFonts w:ascii="Arial" w:hAnsi="Arial" w:cs="Times New Roman"/>
      <w:spacing w:val="-5"/>
      <w:sz w:val="16"/>
      <w:lang w:eastAsia="it-IT"/>
    </w:rPr>
  </w:style>
  <w:style w:type="paragraph" w:customStyle="1" w:styleId="Pa0">
    <w:name w:val="Pa0"/>
    <w:basedOn w:val="Default"/>
    <w:next w:val="Default"/>
    <w:uiPriority w:val="99"/>
    <w:rsid w:val="00B4358E"/>
    <w:pPr>
      <w:spacing w:line="241" w:lineRule="atLeast"/>
    </w:pPr>
    <w:rPr>
      <w:rFonts w:ascii="ITC Avant Garde Std Bk" w:hAnsi="ITC Avant Garde Std Bk" w:cs="Times New Roman"/>
      <w:color w:val="auto"/>
      <w:lang w:eastAsia="it-IT"/>
    </w:rPr>
  </w:style>
  <w:style w:type="character" w:customStyle="1" w:styleId="A9">
    <w:name w:val="A9"/>
    <w:uiPriority w:val="99"/>
    <w:rsid w:val="00B4358E"/>
    <w:rPr>
      <w:rFonts w:cs="ITC Avant Garde Std Bk"/>
      <w:color w:val="000000"/>
      <w:sz w:val="15"/>
      <w:szCs w:val="15"/>
    </w:rPr>
  </w:style>
  <w:style w:type="paragraph" w:customStyle="1" w:styleId="Pa45">
    <w:name w:val="Pa45"/>
    <w:basedOn w:val="Default"/>
    <w:next w:val="Default"/>
    <w:uiPriority w:val="99"/>
    <w:rsid w:val="00B4358E"/>
    <w:pPr>
      <w:spacing w:line="241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a131">
    <w:name w:val="Pa131"/>
    <w:basedOn w:val="Default"/>
    <w:next w:val="Default"/>
    <w:uiPriority w:val="99"/>
    <w:rsid w:val="00B4358E"/>
    <w:pPr>
      <w:spacing w:line="241" w:lineRule="atLeast"/>
    </w:pPr>
    <w:rPr>
      <w:rFonts w:ascii="ITC Avant Garde Std Bk" w:hAnsi="ITC Avant Garde Std Bk" w:cs="Times New Roman"/>
      <w:color w:val="auto"/>
      <w:lang w:eastAsia="it-IT"/>
    </w:rPr>
  </w:style>
  <w:style w:type="paragraph" w:customStyle="1" w:styleId="Preformattato">
    <w:name w:val="Preformattato"/>
    <w:basedOn w:val="Normale"/>
    <w:uiPriority w:val="99"/>
    <w:rsid w:val="00B4358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both"/>
    </w:pPr>
    <w:rPr>
      <w:rFonts w:ascii="Courier New" w:hAnsi="Courier New" w:cs="Times New Roman"/>
      <w:sz w:val="20"/>
      <w:lang w:eastAsia="it-IT"/>
    </w:rPr>
  </w:style>
  <w:style w:type="character" w:customStyle="1" w:styleId="Stile1Carattere">
    <w:name w:val="Stile1 Carattere"/>
    <w:link w:val="Stile1"/>
    <w:rsid w:val="00B4358E"/>
    <w:rPr>
      <w:rFonts w:ascii="Century Gothic" w:hAnsi="Century Gothic" w:cs="Arial"/>
      <w:i/>
      <w:color w:val="808080"/>
      <w:sz w:val="22"/>
      <w:lang w:eastAsia="en-US"/>
    </w:rPr>
  </w:style>
  <w:style w:type="character" w:customStyle="1" w:styleId="Titolo2Carattere1">
    <w:name w:val="Titolo 2 Carattere1"/>
    <w:aliases w:val="Tit. 2 Carattere1,2 Heading Carattere1,2ndOrd (A.) Carattere1,Appendix Title Carattere1,ah1 Carattere1,A1 Carattere1,Main Hd Carattere1,Second-Order Heading Carattere1,CAPITOLO Carattere1,Tit2 Carattere1,Paragrafo Carattere1"/>
    <w:semiHidden/>
    <w:rsid w:val="00B435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ile2Carattere">
    <w:name w:val="Stile2 Carattere"/>
    <w:basedOn w:val="Stile1Carattere"/>
    <w:rsid w:val="00B4358E"/>
    <w:rPr>
      <w:rFonts w:ascii="Century Gothic" w:hAnsi="Century Gothic" w:cs="Arial"/>
      <w:i/>
      <w:color w:val="808080"/>
      <w:sz w:val="22"/>
      <w:lang w:eastAsia="en-US"/>
    </w:rPr>
  </w:style>
  <w:style w:type="numbering" w:customStyle="1" w:styleId="Nessunelenco11">
    <w:name w:val="Nessun elenco11"/>
    <w:next w:val="Nessunelenco"/>
    <w:uiPriority w:val="99"/>
    <w:semiHidden/>
    <w:unhideWhenUsed/>
    <w:rsid w:val="00B4358E"/>
  </w:style>
  <w:style w:type="paragraph" w:customStyle="1" w:styleId="Margine">
    <w:name w:val="Margine"/>
    <w:basedOn w:val="Normale"/>
    <w:rsid w:val="00B4358E"/>
    <w:pPr>
      <w:jc w:val="both"/>
    </w:pPr>
    <w:rPr>
      <w:rFonts w:ascii="Tms Rmn" w:hAnsi="Tms Rmn" w:cs="Times New Roman"/>
      <w:sz w:val="20"/>
      <w:lang w:eastAsia="it-IT"/>
    </w:rPr>
  </w:style>
  <w:style w:type="table" w:customStyle="1" w:styleId="Grigliatabella3">
    <w:name w:val="Griglia tabella3"/>
    <w:basedOn w:val="Tabellanormale"/>
    <w:next w:val="Grigliatabella"/>
    <w:uiPriority w:val="59"/>
    <w:rsid w:val="00B4358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B4358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2">
    <w:name w:val="Testo nota a piè di pagina Carattere2"/>
    <w:uiPriority w:val="99"/>
    <w:rsid w:val="00B4358E"/>
    <w:rPr>
      <w:sz w:val="20"/>
      <w:szCs w:val="20"/>
      <w:lang w:eastAsia="ar-SA"/>
    </w:rPr>
  </w:style>
  <w:style w:type="paragraph" w:customStyle="1" w:styleId="Corpotesto1">
    <w:name w:val="Corpo testo1"/>
    <w:rsid w:val="00B4358E"/>
    <w:pPr>
      <w:widowControl w:val="0"/>
      <w:snapToGrid w:val="0"/>
    </w:pPr>
    <w:rPr>
      <w:color w:val="000000"/>
      <w:sz w:val="28"/>
    </w:rPr>
  </w:style>
  <w:style w:type="character" w:customStyle="1" w:styleId="CorpodeltestoCarattere">
    <w:name w:val="Corpo del testo Carattere"/>
    <w:rsid w:val="00B4358E"/>
    <w:rPr>
      <w:sz w:val="24"/>
    </w:rPr>
  </w:style>
  <w:style w:type="paragraph" w:customStyle="1" w:styleId="Stile3">
    <w:name w:val="Stile3"/>
    <w:basedOn w:val="Paragrafoelenco"/>
    <w:link w:val="Stile3Carattere"/>
    <w:qFormat/>
    <w:rsid w:val="00B4358E"/>
    <w:pPr>
      <w:numPr>
        <w:numId w:val="49"/>
      </w:numPr>
      <w:pBdr>
        <w:bottom w:val="single" w:sz="4" w:space="1" w:color="auto"/>
      </w:pBdr>
      <w:spacing w:before="100" w:beforeAutospacing="1" w:after="0"/>
      <w:contextualSpacing/>
      <w:jc w:val="both"/>
      <w:outlineLvl w:val="1"/>
    </w:pPr>
    <w:rPr>
      <w:rFonts w:cs="Times New Roman"/>
      <w:b/>
      <w:sz w:val="20"/>
      <w:szCs w:val="24"/>
      <w:lang w:eastAsia="zh-CN"/>
    </w:rPr>
  </w:style>
  <w:style w:type="character" w:customStyle="1" w:styleId="ParagrafoelencoCarattere1">
    <w:name w:val="Paragrafo elenco Carattere1"/>
    <w:basedOn w:val="Carpredefinitoparagrafo"/>
    <w:uiPriority w:val="34"/>
    <w:rsid w:val="00B4358E"/>
    <w:rPr>
      <w:rFonts w:ascii="Century Gothic" w:eastAsia="Times New Roman" w:hAnsi="Century Gothic" w:cs="Times New Roman"/>
      <w:sz w:val="20"/>
      <w:szCs w:val="24"/>
      <w:lang w:eastAsia="zh-CN"/>
    </w:rPr>
  </w:style>
  <w:style w:type="character" w:customStyle="1" w:styleId="Stile3Carattere">
    <w:name w:val="Stile3 Carattere"/>
    <w:basedOn w:val="ParagrafoelencoCarattere1"/>
    <w:link w:val="Stile3"/>
    <w:rsid w:val="00B4358E"/>
    <w:rPr>
      <w:rFonts w:ascii="Century Gothic" w:eastAsia="Times New Roman" w:hAnsi="Century Gothic" w:cs="Times New Roman"/>
      <w:b/>
      <w:sz w:val="20"/>
      <w:szCs w:val="24"/>
      <w:lang w:eastAsia="zh-CN"/>
    </w:rPr>
  </w:style>
  <w:style w:type="paragraph" w:customStyle="1" w:styleId="Stilepuntoelenco">
    <w:name w:val="Stile punto elenco"/>
    <w:basedOn w:val="Paragrafoelenco"/>
    <w:link w:val="StilepuntoelencoCarattere"/>
    <w:qFormat/>
    <w:rsid w:val="00B4358E"/>
    <w:pPr>
      <w:numPr>
        <w:numId w:val="50"/>
      </w:numPr>
      <w:contextualSpacing/>
      <w:jc w:val="both"/>
    </w:pPr>
    <w:rPr>
      <w:rFonts w:cs="Times New Roman"/>
      <w:sz w:val="20"/>
      <w:szCs w:val="24"/>
      <w:lang w:eastAsia="zh-CN"/>
    </w:rPr>
  </w:style>
  <w:style w:type="paragraph" w:customStyle="1" w:styleId="Stiletrattino">
    <w:name w:val="Stile trattino"/>
    <w:basedOn w:val="Paragrafoelenco"/>
    <w:link w:val="StiletrattinoCarattere"/>
    <w:qFormat/>
    <w:rsid w:val="00B4358E"/>
    <w:pPr>
      <w:numPr>
        <w:numId w:val="48"/>
      </w:numPr>
      <w:contextualSpacing/>
      <w:jc w:val="both"/>
    </w:pPr>
    <w:rPr>
      <w:rFonts w:cs="Century Gothic"/>
      <w:bCs/>
      <w:sz w:val="20"/>
      <w:szCs w:val="24"/>
      <w:lang w:eastAsia="zh-CN"/>
    </w:rPr>
  </w:style>
  <w:style w:type="character" w:customStyle="1" w:styleId="StilepuntoelencoCarattere">
    <w:name w:val="Stile punto elenco Carattere"/>
    <w:basedOn w:val="ParagrafoelencoCarattere1"/>
    <w:link w:val="Stilepuntoelenco"/>
    <w:rsid w:val="00B4358E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customStyle="1" w:styleId="Stileelenconumerato">
    <w:name w:val="Stile elenco numerato"/>
    <w:basedOn w:val="Paragrafoelenco"/>
    <w:link w:val="StileelenconumeratoCarattere"/>
    <w:qFormat/>
    <w:rsid w:val="00B4358E"/>
    <w:pPr>
      <w:numPr>
        <w:numId w:val="52"/>
      </w:numPr>
      <w:contextualSpacing/>
      <w:jc w:val="both"/>
    </w:pPr>
    <w:rPr>
      <w:rFonts w:cs="Times New Roman"/>
      <w:sz w:val="20"/>
      <w:szCs w:val="24"/>
      <w:lang w:eastAsia="zh-CN"/>
    </w:rPr>
  </w:style>
  <w:style w:type="character" w:customStyle="1" w:styleId="StiletrattinoCarattere">
    <w:name w:val="Stile trattino Carattere"/>
    <w:basedOn w:val="ParagrafoelencoCarattere1"/>
    <w:link w:val="Stiletrattino"/>
    <w:rsid w:val="00B4358E"/>
    <w:rPr>
      <w:rFonts w:ascii="Century Gothic" w:eastAsia="Times New Roman" w:hAnsi="Century Gothic" w:cs="Century Gothic"/>
      <w:bCs/>
      <w:sz w:val="20"/>
      <w:szCs w:val="24"/>
      <w:lang w:eastAsia="zh-CN"/>
    </w:rPr>
  </w:style>
  <w:style w:type="character" w:customStyle="1" w:styleId="StileelenconumeratoCarattere">
    <w:name w:val="Stile elenco numerato Carattere"/>
    <w:basedOn w:val="ParagrafoelencoCarattere1"/>
    <w:link w:val="Stileelenconumerato"/>
    <w:rsid w:val="00B4358E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customStyle="1" w:styleId="TableContents">
    <w:name w:val="Table Contents"/>
    <w:basedOn w:val="Standard"/>
    <w:rsid w:val="00B4358E"/>
    <w:pPr>
      <w:suppressLineNumbers/>
      <w:autoSpaceDN/>
    </w:pPr>
    <w:rPr>
      <w:rFonts w:eastAsia="Droid Sans Fallback" w:cs="FreeSans"/>
      <w:kern w:val="1"/>
    </w:rPr>
  </w:style>
  <w:style w:type="paragraph" w:customStyle="1" w:styleId="Stileelencoalfabetico">
    <w:name w:val="Stile elenco alfabetico"/>
    <w:basedOn w:val="Stilepuntoelenco"/>
    <w:link w:val="StileelencoalfabeticoCarattere"/>
    <w:qFormat/>
    <w:rsid w:val="00B4358E"/>
    <w:pPr>
      <w:numPr>
        <w:numId w:val="51"/>
      </w:numPr>
    </w:pPr>
  </w:style>
  <w:style w:type="character" w:customStyle="1" w:styleId="StileelencoalfabeticoCarattere">
    <w:name w:val="Stile elenco alfabetico Carattere"/>
    <w:basedOn w:val="StileelenconumeratoCarattere"/>
    <w:link w:val="Stileelencoalfabetico"/>
    <w:rsid w:val="00B4358E"/>
    <w:rPr>
      <w:rFonts w:ascii="Century Gothic" w:eastAsia="Times New Roman" w:hAnsi="Century Gothic" w:cs="Times New Roman"/>
      <w:sz w:val="20"/>
      <w:szCs w:val="24"/>
      <w:lang w:eastAsia="zh-CN"/>
    </w:rPr>
  </w:style>
  <w:style w:type="numbering" w:customStyle="1" w:styleId="Nessunelenco111">
    <w:name w:val="Nessun elenco111"/>
    <w:next w:val="Nessunelenco"/>
    <w:uiPriority w:val="99"/>
    <w:semiHidden/>
    <w:unhideWhenUsed/>
    <w:rsid w:val="00B4358E"/>
  </w:style>
  <w:style w:type="paragraph" w:customStyle="1" w:styleId="Corpodeltesto32">
    <w:name w:val="Corpo del testo 32"/>
    <w:basedOn w:val="Normale"/>
    <w:rsid w:val="00B4358E"/>
    <w:pPr>
      <w:suppressAutoHyphens/>
      <w:spacing w:after="0"/>
      <w:jc w:val="both"/>
    </w:pPr>
    <w:rPr>
      <w:rFonts w:ascii="Arial" w:eastAsia="SimSun" w:hAnsi="Arial"/>
      <w:color w:val="0000FF"/>
      <w:kern w:val="1"/>
      <w:szCs w:val="24"/>
      <w:lang w:eastAsia="zh-CN" w:bidi="en-US"/>
    </w:rPr>
  </w:style>
  <w:style w:type="paragraph" w:customStyle="1" w:styleId="Pidipagina1">
    <w:name w:val="Piè di pagina1"/>
    <w:basedOn w:val="Normale"/>
    <w:rsid w:val="00B4358E"/>
    <w:pPr>
      <w:tabs>
        <w:tab w:val="center" w:pos="4819"/>
        <w:tab w:val="right" w:pos="9638"/>
      </w:tabs>
      <w:suppressAutoHyphens/>
      <w:spacing w:after="0"/>
    </w:pPr>
    <w:rPr>
      <w:rFonts w:ascii="Tahoma" w:eastAsia="SimSun" w:hAnsi="Tahoma" w:cs="Tahoma"/>
      <w:color w:val="000000"/>
      <w:kern w:val="1"/>
      <w:sz w:val="20"/>
      <w:lang w:eastAsia="zh-CN" w:bidi="en-US"/>
    </w:rPr>
  </w:style>
  <w:style w:type="paragraph" w:customStyle="1" w:styleId="NormaleWeb1">
    <w:name w:val="Normale (Web)1"/>
    <w:basedOn w:val="Normale"/>
    <w:rsid w:val="00B4358E"/>
    <w:pPr>
      <w:suppressAutoHyphens/>
      <w:spacing w:before="280" w:after="119"/>
    </w:pPr>
    <w:rPr>
      <w:rFonts w:ascii="Arial Unicode MS" w:eastAsia="Arial Unicode MS" w:hAnsi="Arial Unicode MS" w:cs="Arial Unicode MS"/>
      <w:color w:val="00000A"/>
      <w:kern w:val="1"/>
      <w:sz w:val="24"/>
      <w:szCs w:val="24"/>
      <w:lang w:eastAsia="zh-CN" w:bidi="en-US"/>
    </w:rPr>
  </w:style>
  <w:style w:type="paragraph" w:customStyle="1" w:styleId="Stile4">
    <w:name w:val="Stile4"/>
    <w:basedOn w:val="Titolo3"/>
    <w:link w:val="Stile4Carattere"/>
    <w:qFormat/>
    <w:rsid w:val="00B4358E"/>
    <w:pPr>
      <w:keepLines w:val="0"/>
      <w:numPr>
        <w:numId w:val="40"/>
      </w:numPr>
      <w:spacing w:before="0"/>
      <w:jc w:val="both"/>
    </w:pPr>
    <w:rPr>
      <w:rFonts w:cs="Tahoma"/>
      <w:bCs/>
      <w:i/>
      <w:szCs w:val="24"/>
      <w:lang w:eastAsia="zh-CN"/>
    </w:rPr>
  </w:style>
  <w:style w:type="character" w:customStyle="1" w:styleId="Stile4Carattere">
    <w:name w:val="Stile4 Carattere"/>
    <w:basedOn w:val="Titolo3Carattere"/>
    <w:link w:val="Stile4"/>
    <w:rsid w:val="00B4358E"/>
    <w:rPr>
      <w:rFonts w:ascii="Century Gothic" w:hAnsi="Century Gothic" w:cs="Tahoma"/>
      <w:bCs/>
      <w:i/>
      <w:noProof/>
      <w:color w:val="842136"/>
      <w:sz w:val="22"/>
      <w:szCs w:val="24"/>
      <w:lang w:eastAsia="zh-CN"/>
    </w:rPr>
  </w:style>
  <w:style w:type="numbering" w:customStyle="1" w:styleId="Nessunelenco2">
    <w:name w:val="Nessun elenco2"/>
    <w:next w:val="Nessunelenco"/>
    <w:uiPriority w:val="99"/>
    <w:semiHidden/>
    <w:unhideWhenUsed/>
    <w:rsid w:val="00B4358E"/>
  </w:style>
  <w:style w:type="table" w:customStyle="1" w:styleId="Grigliatabella5">
    <w:name w:val="Griglia tabella5"/>
    <w:basedOn w:val="Tabellanormale"/>
    <w:next w:val="Grigliatabella"/>
    <w:uiPriority w:val="59"/>
    <w:rsid w:val="00B43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mandonotaapidipagina2">
    <w:name w:val="Rimando nota a piè di pagina2"/>
    <w:rsid w:val="00B4358E"/>
    <w:rPr>
      <w:vertAlign w:val="superscript"/>
    </w:rPr>
  </w:style>
  <w:style w:type="paragraph" w:customStyle="1" w:styleId="ti-art">
    <w:name w:val="ti-art"/>
    <w:basedOn w:val="Normale"/>
    <w:rsid w:val="00B4358E"/>
    <w:pPr>
      <w:spacing w:before="360"/>
      <w:jc w:val="center"/>
    </w:pPr>
    <w:rPr>
      <w:rFonts w:ascii="Times New Roman" w:hAnsi="Times New Roman" w:cs="Times New Roman"/>
      <w:i/>
      <w:iCs/>
      <w:sz w:val="24"/>
      <w:szCs w:val="24"/>
      <w:lang w:eastAsia="it-IT"/>
    </w:rPr>
  </w:style>
  <w:style w:type="paragraph" w:customStyle="1" w:styleId="Corpodeltesto23">
    <w:name w:val="Corpo del testo 23"/>
    <w:basedOn w:val="Normale"/>
    <w:rsid w:val="00B4358E"/>
    <w:pPr>
      <w:tabs>
        <w:tab w:val="left" w:pos="709"/>
      </w:tabs>
      <w:suppressAutoHyphens/>
      <w:spacing w:after="0"/>
      <w:jc w:val="both"/>
    </w:pPr>
    <w:rPr>
      <w:rFonts w:ascii="Liberation Serif" w:eastAsia="SimSun" w:hAnsi="Liberation Serif"/>
      <w:smallCaps/>
      <w:color w:val="00000A"/>
      <w:kern w:val="1"/>
      <w:sz w:val="24"/>
      <w:lang w:eastAsia="zh-CN" w:bidi="en-US"/>
    </w:rPr>
  </w:style>
  <w:style w:type="paragraph" w:customStyle="1" w:styleId="Titolo40">
    <w:name w:val="Titolo4"/>
    <w:basedOn w:val="Normale"/>
    <w:rsid w:val="00B4358E"/>
    <w:pPr>
      <w:keepNext/>
      <w:suppressAutoHyphens/>
      <w:spacing w:after="0"/>
    </w:pPr>
    <w:rPr>
      <w:rFonts w:ascii="Arial" w:eastAsia="Droid Sans Fallback" w:hAnsi="Arial" w:cs="FreeSans"/>
      <w:color w:val="00000A"/>
      <w:kern w:val="1"/>
      <w:sz w:val="20"/>
      <w:szCs w:val="28"/>
      <w:u w:val="single"/>
      <w:lang w:eastAsia="zh-CN" w:bidi="en-US"/>
    </w:rPr>
  </w:style>
  <w:style w:type="character" w:customStyle="1" w:styleId="WW8Num56z4">
    <w:name w:val="WW8Num56z4"/>
    <w:rsid w:val="00B4358E"/>
  </w:style>
  <w:style w:type="paragraph" w:customStyle="1" w:styleId="LO-Normal">
    <w:name w:val="LO-Normal"/>
    <w:rsid w:val="00B4358E"/>
    <w:pPr>
      <w:suppressAutoHyphens/>
    </w:pPr>
    <w:rPr>
      <w:rFonts w:eastAsia="SimSun"/>
      <w:color w:val="00000A"/>
      <w:kern w:val="1"/>
      <w:sz w:val="24"/>
      <w:szCs w:val="24"/>
      <w:lang w:eastAsia="zh-CN" w:bidi="en-US"/>
    </w:rPr>
  </w:style>
  <w:style w:type="paragraph" w:customStyle="1" w:styleId="Paragrafoelenco2">
    <w:name w:val="Paragrafo elenco2"/>
    <w:basedOn w:val="Normale"/>
    <w:rsid w:val="00B4358E"/>
    <w:pPr>
      <w:suppressAutoHyphens/>
      <w:spacing w:after="200" w:line="276" w:lineRule="auto"/>
      <w:ind w:left="708"/>
    </w:pPr>
    <w:rPr>
      <w:rFonts w:ascii="Calibri" w:eastAsia="Calibri" w:hAnsi="Calibri" w:cs="Calibri"/>
      <w:color w:val="00000A"/>
      <w:kern w:val="1"/>
      <w:szCs w:val="22"/>
      <w:lang w:eastAsia="zh-CN" w:bidi="en-US"/>
    </w:rPr>
  </w:style>
  <w:style w:type="paragraph" w:customStyle="1" w:styleId="Paragrafoelenco3">
    <w:name w:val="Paragrafo elenco3"/>
    <w:basedOn w:val="Normale"/>
    <w:rsid w:val="00B4358E"/>
    <w:pPr>
      <w:suppressAutoHyphens/>
      <w:spacing w:after="200" w:line="276" w:lineRule="auto"/>
      <w:ind w:left="708"/>
    </w:pPr>
    <w:rPr>
      <w:rFonts w:ascii="Calibri" w:eastAsia="Calibri" w:hAnsi="Calibri" w:cs="Calibri"/>
      <w:color w:val="00000A"/>
      <w:kern w:val="1"/>
      <w:szCs w:val="22"/>
      <w:lang w:eastAsia="zh-CN" w:bidi="en-US"/>
    </w:rPr>
  </w:style>
  <w:style w:type="paragraph" w:customStyle="1" w:styleId="NormaleWeb2">
    <w:name w:val="Normale (Web)2"/>
    <w:basedOn w:val="Normale"/>
    <w:rsid w:val="00B4358E"/>
    <w:pPr>
      <w:suppressAutoHyphens/>
      <w:spacing w:before="280" w:after="119"/>
    </w:pPr>
    <w:rPr>
      <w:rFonts w:ascii="Arial Unicode MS" w:eastAsia="Arial Unicode MS" w:hAnsi="Arial Unicode MS" w:cs="Arial Unicode MS"/>
      <w:color w:val="00000A"/>
      <w:kern w:val="1"/>
      <w:sz w:val="24"/>
      <w:szCs w:val="24"/>
      <w:lang w:eastAsia="zh-CN" w:bidi="en-US"/>
    </w:rPr>
  </w:style>
  <w:style w:type="paragraph" w:customStyle="1" w:styleId="TITOLO11">
    <w:name w:val="TITOLO 1"/>
    <w:basedOn w:val="Normale"/>
    <w:link w:val="TITOLO1Carattere0"/>
    <w:qFormat/>
    <w:rsid w:val="00B4358E"/>
    <w:pPr>
      <w:spacing w:after="160" w:line="259" w:lineRule="auto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TITOLO1Carattere0">
    <w:name w:val="TITOLO 1 Carattere"/>
    <w:basedOn w:val="Carpredefinitoparagrafo"/>
    <w:link w:val="TITOLO11"/>
    <w:rsid w:val="00B4358E"/>
    <w:rPr>
      <w:rFonts w:asciiTheme="minorHAnsi" w:eastAsiaTheme="minorHAnsi" w:hAnsiTheme="minorHAnsi" w:cstheme="minorBidi"/>
      <w:b/>
      <w:sz w:val="32"/>
      <w:szCs w:val="22"/>
      <w:lang w:eastAsia="en-US"/>
    </w:rPr>
  </w:style>
  <w:style w:type="character" w:customStyle="1" w:styleId="scxw16811203">
    <w:name w:val="scxw16811203"/>
    <w:basedOn w:val="Carpredefinitoparagrafo"/>
    <w:rsid w:val="00536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8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5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3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5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9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1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7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35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8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0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0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1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9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5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5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9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8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2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4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67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1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0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34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00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93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8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7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3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9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84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5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1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8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7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0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38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205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9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0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94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94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5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83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94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86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22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8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97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4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7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2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8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8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3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0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6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1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7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5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1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2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66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9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7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6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3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1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5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5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8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0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4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0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2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1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29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6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8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8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7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5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5698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7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2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8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2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9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0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53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8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6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93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09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73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5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5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1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7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0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33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08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16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10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43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5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85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75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22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2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59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83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9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17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9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0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67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4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3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95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44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8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1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3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6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89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94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87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35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8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03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07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87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42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54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1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8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7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73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75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2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6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8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6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1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2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95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7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8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4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6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9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7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9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0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6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3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5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26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1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9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8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1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6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5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9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E\Documents\__0000_PSR-2014-2020_DZA\LEADER\GAL_Check%20list%20x%20bandi\check%20list%20GAL_2018-04-24%20OPR%20Pez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E722D-224E-44AF-BE3A-9B59B2ABFE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82AC56-0856-489F-B2CA-DF32F74B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 list GAL_2018-04-24 OPR Pez.dot</Template>
  <TotalTime>1808</TotalTime>
  <Pages>23</Pages>
  <Words>3387</Words>
  <Characters>19309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Lisa</Company>
  <LinksUpToDate>false</LinksUpToDate>
  <CharactersWithSpaces>22651</CharactersWithSpaces>
  <SharedDoc>false</SharedDoc>
  <HLinks>
    <vt:vector size="12" baseType="variant"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_Toc511732421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_Toc511732420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Redaelli Monica</dc:creator>
  <cp:keywords/>
  <cp:lastModifiedBy>Massimo Bardea</cp:lastModifiedBy>
  <cp:revision>210</cp:revision>
  <cp:lastPrinted>2019-02-21T15:16:00Z</cp:lastPrinted>
  <dcterms:created xsi:type="dcterms:W3CDTF">2018-10-24T08:20:00Z</dcterms:created>
  <dcterms:modified xsi:type="dcterms:W3CDTF">2019-03-01T11:04:00Z</dcterms:modified>
</cp:coreProperties>
</file>